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023A83" w14:textId="02177F9F" w:rsidR="003210B8" w:rsidRDefault="003210B8" w:rsidP="00C17C2B">
      <w:pPr>
        <w:pStyle w:val="CS"/>
        <w:spacing w:before="1080"/>
        <w:jc w:val="both"/>
        <w:rPr>
          <w:rFonts w:ascii="Helvetica 55 Roman" w:hAnsi="Helvetica 55 Roman"/>
        </w:rPr>
      </w:pPr>
      <w:r>
        <w:rPr>
          <w:rFonts w:ascii="Helvetica 55 Roman" w:hAnsi="Helvetica 55 Roman"/>
        </w:rPr>
        <w:t xml:space="preserve">Contrat </w:t>
      </w:r>
      <w:proofErr w:type="spellStart"/>
      <w:r>
        <w:rPr>
          <w:rFonts w:ascii="Helvetica 55 Roman" w:hAnsi="Helvetica 55 Roman"/>
        </w:rPr>
        <w:t>n°xxx</w:t>
      </w:r>
      <w:proofErr w:type="spellEnd"/>
    </w:p>
    <w:p w14:paraId="26C6CB71" w14:textId="77777777" w:rsidR="00C17C2B" w:rsidRPr="00865B24" w:rsidRDefault="00C17C2B" w:rsidP="005F3452">
      <w:pPr>
        <w:pStyle w:val="CS"/>
        <w:spacing w:before="0"/>
        <w:jc w:val="both"/>
        <w:rPr>
          <w:rFonts w:ascii="Helvetica 55 Roman" w:hAnsi="Helvetica 55 Roman"/>
          <w:color w:val="000000" w:themeColor="text1"/>
          <w:sz w:val="36"/>
          <w:szCs w:val="36"/>
        </w:rPr>
      </w:pPr>
    </w:p>
    <w:p w14:paraId="55D8FD34" w14:textId="098BA57C" w:rsidR="006D6881" w:rsidRPr="005F3452" w:rsidRDefault="000C4408" w:rsidP="005F3452">
      <w:pPr>
        <w:pStyle w:val="CS"/>
        <w:spacing w:before="0"/>
        <w:jc w:val="both"/>
        <w:rPr>
          <w:rFonts w:ascii="Helvetica 55 Roman" w:hAnsi="Helvetica 55 Roman"/>
          <w:color w:val="000000" w:themeColor="text1"/>
        </w:rPr>
      </w:pPr>
      <w:r w:rsidRPr="005F3452">
        <w:rPr>
          <w:rFonts w:ascii="Helvetica 55 Roman" w:hAnsi="Helvetica 55 Roman"/>
          <w:color w:val="000000" w:themeColor="text1"/>
        </w:rPr>
        <w:t>Conditions</w:t>
      </w:r>
      <w:r w:rsidR="00002764" w:rsidRPr="005F3452">
        <w:rPr>
          <w:rFonts w:ascii="Helvetica 55 Roman" w:hAnsi="Helvetica 55 Roman"/>
          <w:color w:val="000000" w:themeColor="text1"/>
        </w:rPr>
        <w:t xml:space="preserve"> </w:t>
      </w:r>
      <w:r w:rsidR="002659A0" w:rsidRPr="005F3452">
        <w:rPr>
          <w:rFonts w:ascii="Helvetica 55 Roman" w:hAnsi="Helvetica 55 Roman"/>
          <w:color w:val="000000" w:themeColor="text1"/>
        </w:rPr>
        <w:t>générales</w:t>
      </w:r>
    </w:p>
    <w:p w14:paraId="00769F1E" w14:textId="20DE3B28" w:rsidR="00E07421" w:rsidRPr="00403432" w:rsidRDefault="006B4EB3" w:rsidP="00C557EF">
      <w:pPr>
        <w:pStyle w:val="StyleHelvetica55Roman18ptOrangeJustifi"/>
        <w:rPr>
          <w:color w:val="auto"/>
          <w:sz w:val="40"/>
        </w:rPr>
      </w:pPr>
      <w:r w:rsidRPr="00403432">
        <w:rPr>
          <w:color w:val="auto"/>
          <w:sz w:val="40"/>
        </w:rPr>
        <w:t>« </w:t>
      </w:r>
      <w:r w:rsidR="0030355F">
        <w:rPr>
          <w:color w:val="auto"/>
          <w:sz w:val="40"/>
        </w:rPr>
        <w:t xml:space="preserve">Offres </w:t>
      </w:r>
      <w:r w:rsidR="007F153E">
        <w:rPr>
          <w:color w:val="auto"/>
          <w:sz w:val="40"/>
        </w:rPr>
        <w:t>FTTE passif</w:t>
      </w:r>
      <w:r w:rsidR="0008165A" w:rsidRPr="00403432">
        <w:rPr>
          <w:color w:val="auto"/>
          <w:sz w:val="40"/>
        </w:rPr>
        <w:t> »</w:t>
      </w:r>
    </w:p>
    <w:p w14:paraId="61C2F29A" w14:textId="77777777" w:rsidR="00E07421" w:rsidRPr="00403432" w:rsidRDefault="00E07421" w:rsidP="00C557EF">
      <w:pPr>
        <w:pStyle w:val="StyleHelvetica55Roman18ptOrangeJustifi"/>
      </w:pPr>
    </w:p>
    <w:p w14:paraId="0EE1DA56" w14:textId="77777777" w:rsidR="00E07421" w:rsidRPr="002B357B" w:rsidRDefault="00E07421" w:rsidP="00C557EF">
      <w:pPr>
        <w:pStyle w:val="Texte"/>
      </w:pPr>
      <w:r w:rsidRPr="002B357B">
        <w:t>Entre</w:t>
      </w:r>
    </w:p>
    <w:p w14:paraId="0981D2C3" w14:textId="77777777" w:rsidR="00E07421" w:rsidRPr="00403432" w:rsidRDefault="00E07421" w:rsidP="00C557EF">
      <w:pPr>
        <w:pStyle w:val="Texte"/>
      </w:pPr>
    </w:p>
    <w:p w14:paraId="4D882776" w14:textId="5162C482" w:rsidR="00E07421" w:rsidRDefault="00C17C2B" w:rsidP="00C17C2B">
      <w:pPr>
        <w:pStyle w:val="CorpsdetexteEHPTBodyText2"/>
        <w:tabs>
          <w:tab w:val="right" w:leader="dot" w:pos="9072"/>
        </w:tabs>
        <w:spacing w:line="240" w:lineRule="auto"/>
        <w:rPr>
          <w:rFonts w:ascii="Helvetica 55 Roman" w:hAnsi="Helvetica 55 Roman"/>
          <w:szCs w:val="24"/>
        </w:rPr>
      </w:pPr>
      <w:r w:rsidRPr="00394927">
        <w:rPr>
          <w:rFonts w:ascii="Helvetica 55 Roman" w:hAnsi="Helvetica 55 Roman"/>
          <w:szCs w:val="24"/>
        </w:rPr>
        <w:t xml:space="preserve">YANA FIBRE, société par actions simplifiée, au capital de 2 400 000 € </w:t>
      </w:r>
      <w:r w:rsidRPr="00394927">
        <w:rPr>
          <w:rFonts w:ascii="Helvetica 55 Roman" w:hAnsi="Helvetica 55 Roman"/>
          <w:noProof/>
        </w:rPr>
        <w:t>immatriculée au registre du commerce et des sociétés</w:t>
      </w:r>
      <w:r w:rsidRPr="00394927">
        <w:rPr>
          <w:rFonts w:ascii="Helvetica 55 Roman" w:hAnsi="Helvetica 55 Roman"/>
          <w:szCs w:val="24"/>
        </w:rPr>
        <w:t xml:space="preserve"> de CAYENNE sous le numéro 824500532, dont le siège social est situé à 10 </w:t>
      </w:r>
      <w:proofErr w:type="gramStart"/>
      <w:r w:rsidRPr="00394927">
        <w:rPr>
          <w:rFonts w:ascii="Helvetica 55 Roman" w:hAnsi="Helvetica 55 Roman"/>
          <w:szCs w:val="24"/>
        </w:rPr>
        <w:t>rue</w:t>
      </w:r>
      <w:proofErr w:type="gramEnd"/>
      <w:r w:rsidRPr="00394927">
        <w:rPr>
          <w:rFonts w:ascii="Helvetica 55 Roman" w:hAnsi="Helvetica 55 Roman"/>
          <w:szCs w:val="24"/>
        </w:rPr>
        <w:t xml:space="preserve"> de l'université Cornell 97300 CAYENNE.</w:t>
      </w:r>
    </w:p>
    <w:p w14:paraId="551991E8" w14:textId="77777777" w:rsidR="00C17C2B" w:rsidRPr="00C17C2B" w:rsidRDefault="00C17C2B" w:rsidP="00C17C2B">
      <w:pPr>
        <w:pStyle w:val="CorpsdetexteEHPTBodyText2"/>
        <w:tabs>
          <w:tab w:val="right" w:leader="dot" w:pos="9072"/>
        </w:tabs>
        <w:spacing w:line="240" w:lineRule="auto"/>
        <w:rPr>
          <w:rFonts w:ascii="Helvetica 55 Roman" w:hAnsi="Helvetica 55 Roman"/>
          <w:szCs w:val="24"/>
        </w:rPr>
      </w:pPr>
    </w:p>
    <w:p w14:paraId="300E6AB1" w14:textId="405EEC72" w:rsidR="00B62A0C" w:rsidRDefault="00F76648" w:rsidP="007D6F53">
      <w:pPr>
        <w:pStyle w:val="Texte"/>
      </w:pPr>
      <w:proofErr w:type="gramStart"/>
      <w:r>
        <w:t>ci-après</w:t>
      </w:r>
      <w:proofErr w:type="gramEnd"/>
      <w:r>
        <w:t xml:space="preserve"> dénommé</w:t>
      </w:r>
      <w:r w:rsidR="004A2A82">
        <w:t xml:space="preserve"> l’« </w:t>
      </w:r>
      <w:r w:rsidR="00701894">
        <w:t>Opérateur d’Infrastructure</w:t>
      </w:r>
      <w:r w:rsidR="004A2A82">
        <w:t> » ou « </w:t>
      </w:r>
      <w:r w:rsidR="00C17C2B">
        <w:t>YANA FIBRE</w:t>
      </w:r>
      <w:r w:rsidR="004A2A82">
        <w:t> »</w:t>
      </w:r>
    </w:p>
    <w:p w14:paraId="3CF228DC" w14:textId="77777777" w:rsidR="00C17C2B" w:rsidRDefault="00C17C2B" w:rsidP="007D6F53">
      <w:pPr>
        <w:pStyle w:val="Texte"/>
      </w:pPr>
    </w:p>
    <w:p w14:paraId="6E368751" w14:textId="77777777" w:rsidR="00C17C2B" w:rsidRPr="00516675" w:rsidRDefault="00C17C2B" w:rsidP="00C17C2B">
      <w:pPr>
        <w:pStyle w:val="CorpsdetexteEHPTBodyText2"/>
        <w:tabs>
          <w:tab w:val="right" w:leader="dot" w:pos="9072"/>
        </w:tabs>
        <w:spacing w:line="240" w:lineRule="auto"/>
        <w:rPr>
          <w:rFonts w:ascii="Helvetica 55 Roman" w:hAnsi="Helvetica 55 Roman"/>
          <w:szCs w:val="24"/>
        </w:rPr>
      </w:pPr>
      <w:r w:rsidRPr="00516675">
        <w:rPr>
          <w:rFonts w:ascii="Helvetica 55 Roman" w:hAnsi="Helvetica 55 Roman"/>
          <w:szCs w:val="24"/>
        </w:rPr>
        <w:t xml:space="preserve">Représentée aux fins des présentes par </w:t>
      </w:r>
      <w:r>
        <w:rPr>
          <w:rFonts w:ascii="Helvetica 55 Roman" w:hAnsi="Helvetica 55 Roman"/>
          <w:szCs w:val="24"/>
        </w:rPr>
        <w:t xml:space="preserve">Monsieur </w:t>
      </w:r>
      <w:r w:rsidRPr="00720FB1">
        <w:rPr>
          <w:rFonts w:ascii="Helvetica 55 Roman" w:hAnsi="Helvetica 55 Roman"/>
          <w:szCs w:val="24"/>
        </w:rPr>
        <w:t xml:space="preserve">Christophe </w:t>
      </w:r>
      <w:proofErr w:type="spellStart"/>
      <w:r w:rsidRPr="00720FB1">
        <w:rPr>
          <w:rFonts w:ascii="Helvetica 55 Roman" w:hAnsi="Helvetica 55 Roman"/>
          <w:szCs w:val="24"/>
        </w:rPr>
        <w:t>Sergues</w:t>
      </w:r>
      <w:proofErr w:type="spellEnd"/>
      <w:r w:rsidRPr="00516675">
        <w:rPr>
          <w:rFonts w:ascii="Helvetica 55 Roman" w:hAnsi="Helvetica 55 Roman"/>
          <w:szCs w:val="24"/>
        </w:rPr>
        <w:t>, en sa qualité de</w:t>
      </w:r>
      <w:r>
        <w:rPr>
          <w:rFonts w:ascii="Helvetica 55 Roman" w:hAnsi="Helvetica 55 Roman"/>
          <w:szCs w:val="24"/>
        </w:rPr>
        <w:t xml:space="preserve"> Directeur Général</w:t>
      </w:r>
      <w:r w:rsidRPr="00516675">
        <w:rPr>
          <w:rFonts w:ascii="Helvetica 55 Roman" w:hAnsi="Helvetica 55 Roman"/>
          <w:szCs w:val="24"/>
        </w:rPr>
        <w:t>, dûment habilité à cet effet</w:t>
      </w:r>
    </w:p>
    <w:p w14:paraId="463BF05D" w14:textId="77777777" w:rsidR="00E07421" w:rsidRPr="002B357B" w:rsidRDefault="00E07421" w:rsidP="00F77C5B">
      <w:pPr>
        <w:jc w:val="right"/>
      </w:pPr>
      <w:proofErr w:type="gramStart"/>
      <w:r w:rsidRPr="002B357B">
        <w:t>d'une</w:t>
      </w:r>
      <w:proofErr w:type="gramEnd"/>
      <w:r w:rsidRPr="002B357B">
        <w:t xml:space="preserve"> part,</w:t>
      </w:r>
    </w:p>
    <w:p w14:paraId="6109B6E9" w14:textId="77777777" w:rsidR="00E07421" w:rsidRPr="002B357B" w:rsidRDefault="00F77C5B" w:rsidP="00C557EF">
      <w:pPr>
        <w:pStyle w:val="Texte"/>
      </w:pPr>
      <w:r w:rsidRPr="002B357B">
        <w:t>ET</w:t>
      </w:r>
    </w:p>
    <w:p w14:paraId="4CBAF032" w14:textId="77777777" w:rsidR="00E07421" w:rsidRPr="00403432" w:rsidRDefault="00E07421" w:rsidP="00C557EF">
      <w:pPr>
        <w:pStyle w:val="Texte"/>
      </w:pPr>
    </w:p>
    <w:p w14:paraId="3A9D890E" w14:textId="5D08C86A" w:rsidR="00E07421" w:rsidRPr="00403432" w:rsidRDefault="00E07421" w:rsidP="00C557EF">
      <w:pPr>
        <w:pStyle w:val="Texte"/>
      </w:pPr>
      <w:r w:rsidRPr="000C4408">
        <w:rPr>
          <w:highlight w:val="yellow"/>
        </w:rPr>
        <w:t xml:space="preserve">XXX société Anonyme au capital de XXX €, immatriculée au </w:t>
      </w:r>
      <w:r w:rsidR="00443208">
        <w:rPr>
          <w:highlight w:val="yellow"/>
        </w:rPr>
        <w:t>registre du commerce et des sociétés</w:t>
      </w:r>
      <w:r w:rsidR="00443208" w:rsidRPr="000C4408">
        <w:rPr>
          <w:highlight w:val="yellow"/>
        </w:rPr>
        <w:t xml:space="preserve"> </w:t>
      </w:r>
      <w:r w:rsidRPr="000C4408">
        <w:rPr>
          <w:highlight w:val="yellow"/>
        </w:rPr>
        <w:t>de XXX sous le numéro XXX, dont le siège est situé au XXX.</w:t>
      </w:r>
    </w:p>
    <w:p w14:paraId="489F9E39" w14:textId="77777777" w:rsidR="00E07421" w:rsidRPr="004C3106" w:rsidRDefault="00E07421" w:rsidP="00C557EF">
      <w:pPr>
        <w:pStyle w:val="Texte"/>
      </w:pPr>
    </w:p>
    <w:p w14:paraId="2E85DD21" w14:textId="77777777" w:rsidR="00E07421" w:rsidRPr="004C3106" w:rsidRDefault="00E07421" w:rsidP="00C557EF">
      <w:pPr>
        <w:pStyle w:val="Texte"/>
      </w:pPr>
      <w:proofErr w:type="gramStart"/>
      <w:r w:rsidRPr="004C3106">
        <w:t>ci-après</w:t>
      </w:r>
      <w:proofErr w:type="gramEnd"/>
      <w:r w:rsidRPr="004C3106">
        <w:t xml:space="preserve"> dénommée </w:t>
      </w:r>
      <w:r w:rsidR="005D656E" w:rsidRPr="004C3106">
        <w:t>l’</w:t>
      </w:r>
      <w:r w:rsidR="000B4F46" w:rsidRPr="004C3106">
        <w:t>« </w:t>
      </w:r>
      <w:r w:rsidR="00C231F1">
        <w:t>Opérateur</w:t>
      </w:r>
      <w:r w:rsidR="00982ECC" w:rsidRPr="00403432">
        <w:t> </w:t>
      </w:r>
      <w:r w:rsidR="000B4F46" w:rsidRPr="00403432">
        <w:t>»</w:t>
      </w:r>
      <w:r w:rsidR="00A20FBB">
        <w:t xml:space="preserve"> ou l’ « </w:t>
      </w:r>
      <w:r w:rsidR="00C231F1">
        <w:t>Usager</w:t>
      </w:r>
      <w:r w:rsidR="00A20FBB">
        <w:t> »</w:t>
      </w:r>
    </w:p>
    <w:p w14:paraId="60810E75" w14:textId="77777777" w:rsidR="00E07421" w:rsidRPr="004C3106" w:rsidRDefault="00E07421" w:rsidP="00C557EF">
      <w:pPr>
        <w:pStyle w:val="Texte"/>
      </w:pPr>
    </w:p>
    <w:p w14:paraId="521485AE" w14:textId="77777777" w:rsidR="00E07421" w:rsidRPr="004C3106" w:rsidRDefault="00E07421" w:rsidP="00C557EF">
      <w:pPr>
        <w:pStyle w:val="Texte"/>
      </w:pPr>
      <w:r w:rsidRPr="000C4408">
        <w:rPr>
          <w:highlight w:val="yellow"/>
        </w:rPr>
        <w:t>Représentée aux fins des présentes par XXX, en sa qualité de XXX, dûment habilité à cet effet</w:t>
      </w:r>
    </w:p>
    <w:p w14:paraId="7859429E" w14:textId="77777777" w:rsidR="00F77C5B" w:rsidRPr="004C3106" w:rsidRDefault="00F77C5B" w:rsidP="00C557EF">
      <w:pPr>
        <w:pStyle w:val="Texte"/>
      </w:pPr>
    </w:p>
    <w:p w14:paraId="135DA282" w14:textId="77777777" w:rsidR="00E07421" w:rsidRPr="002B357B" w:rsidRDefault="00E07421" w:rsidP="00F77C5B">
      <w:pPr>
        <w:jc w:val="right"/>
      </w:pPr>
      <w:proofErr w:type="gramStart"/>
      <w:r w:rsidRPr="002B357B">
        <w:t>d'autre</w:t>
      </w:r>
      <w:proofErr w:type="gramEnd"/>
      <w:r w:rsidRPr="002B357B">
        <w:t xml:space="preserve"> part,</w:t>
      </w:r>
    </w:p>
    <w:p w14:paraId="0A30197D" w14:textId="77777777" w:rsidR="00E07421" w:rsidRPr="00403432" w:rsidRDefault="00E07421" w:rsidP="00C557EF">
      <w:pPr>
        <w:pStyle w:val="Texte"/>
      </w:pPr>
    </w:p>
    <w:p w14:paraId="724E9617" w14:textId="77777777" w:rsidR="00E07421" w:rsidRPr="004C3106" w:rsidRDefault="00E07421" w:rsidP="00C557EF">
      <w:pPr>
        <w:pStyle w:val="Texte"/>
      </w:pPr>
      <w:proofErr w:type="gramStart"/>
      <w:r w:rsidRPr="004C3106">
        <w:t>ci-après</w:t>
      </w:r>
      <w:proofErr w:type="gramEnd"/>
      <w:r w:rsidRPr="004C3106">
        <w:t xml:space="preserve"> collectivement dénommées </w:t>
      </w:r>
      <w:r w:rsidR="00F77C5B" w:rsidRPr="004C3106">
        <w:t xml:space="preserve">les </w:t>
      </w:r>
      <w:r w:rsidRPr="004C3106">
        <w:t>« Parties » ou individuellement « Partie »,</w:t>
      </w:r>
    </w:p>
    <w:p w14:paraId="4BE0EDB6" w14:textId="77777777" w:rsidR="00E07421" w:rsidRPr="004C3106" w:rsidRDefault="00E07421" w:rsidP="00C557EF">
      <w:pPr>
        <w:pStyle w:val="Texte"/>
      </w:pPr>
    </w:p>
    <w:p w14:paraId="0F0C349D" w14:textId="77777777" w:rsidR="00E07421" w:rsidRPr="004C3106" w:rsidRDefault="00E07421" w:rsidP="00C557EF">
      <w:pPr>
        <w:pStyle w:val="Texte"/>
      </w:pPr>
    </w:p>
    <w:p w14:paraId="624B282D" w14:textId="77777777" w:rsidR="00E07421" w:rsidRPr="002B357B" w:rsidRDefault="006342D6" w:rsidP="00C557EF">
      <w:pPr>
        <w:pStyle w:val="Texte"/>
      </w:pPr>
      <w:r w:rsidRPr="002B357B">
        <w:lastRenderedPageBreak/>
        <w:t>IL EST CONVENU CE QUI SUIT</w:t>
      </w:r>
    </w:p>
    <w:p w14:paraId="78512893" w14:textId="77777777" w:rsidR="0033499A" w:rsidRPr="00403432" w:rsidRDefault="0033499A" w:rsidP="00C557EF">
      <w:pPr>
        <w:pStyle w:val="Texte"/>
      </w:pPr>
    </w:p>
    <w:p w14:paraId="5C8E94A0" w14:textId="77777777" w:rsidR="00547C60" w:rsidRPr="003E5BF2" w:rsidRDefault="003F07D9" w:rsidP="003E5BF2">
      <w:pPr>
        <w:pStyle w:val="TM1"/>
      </w:pPr>
      <w:r w:rsidRPr="004C3106">
        <w:br w:type="page"/>
      </w:r>
      <w:r w:rsidR="00547C60" w:rsidRPr="003E5BF2">
        <w:lastRenderedPageBreak/>
        <w:t>TABLE DES MATIERES</w:t>
      </w:r>
    </w:p>
    <w:p w14:paraId="64E89650" w14:textId="77777777" w:rsidR="00547C60" w:rsidRPr="004C3106" w:rsidRDefault="00745D00" w:rsidP="00745D00">
      <w:pPr>
        <w:tabs>
          <w:tab w:val="left" w:pos="8221"/>
        </w:tabs>
      </w:pPr>
      <w:r w:rsidRPr="004C3106">
        <w:tab/>
      </w:r>
    </w:p>
    <w:bookmarkStart w:id="0" w:name="_Toc429411251"/>
    <w:bookmarkStart w:id="1" w:name="_GoBack"/>
    <w:bookmarkEnd w:id="0"/>
    <w:bookmarkEnd w:id="1"/>
    <w:p w14:paraId="1995B707" w14:textId="77777777" w:rsidR="00A77EDD" w:rsidRDefault="000C4408">
      <w:pPr>
        <w:pStyle w:val="TM1"/>
        <w:rPr>
          <w:rFonts w:asciiTheme="minorHAnsi" w:eastAsiaTheme="minorEastAsia" w:hAnsiTheme="minorHAnsi" w:cstheme="minorBidi"/>
          <w:b w:val="0"/>
          <w:bCs w:val="0"/>
          <w:caps w:val="0"/>
          <w:noProof/>
          <w:color w:val="auto"/>
          <w:sz w:val="22"/>
          <w:szCs w:val="22"/>
        </w:rPr>
      </w:pPr>
      <w:r w:rsidRPr="00744A26">
        <w:rPr>
          <w:color w:val="F79646"/>
        </w:rPr>
        <w:fldChar w:fldCharType="begin"/>
      </w:r>
      <w:r w:rsidRPr="00744A26">
        <w:instrText xml:space="preserve"> TOC \o "1-3" \h \z \u </w:instrText>
      </w:r>
      <w:r w:rsidRPr="00744A26">
        <w:rPr>
          <w:color w:val="F79646"/>
        </w:rPr>
        <w:fldChar w:fldCharType="separate"/>
      </w:r>
      <w:hyperlink w:anchor="_Toc77058951" w:history="1">
        <w:r w:rsidR="00A77EDD" w:rsidRPr="00885521">
          <w:rPr>
            <w:rStyle w:val="Lienhypertexte"/>
            <w:rFonts w:cs="Times New Roman"/>
            <w:noProof/>
            <w14:scene3d>
              <w14:camera w14:prst="orthographicFront"/>
              <w14:lightRig w14:rig="threePt" w14:dir="t">
                <w14:rot w14:lat="0" w14:lon="0" w14:rev="0"/>
              </w14:lightRig>
            </w14:scene3d>
          </w:rPr>
          <w:t>article 1 -</w:t>
        </w:r>
        <w:r w:rsidR="00A77EDD" w:rsidRPr="00885521">
          <w:rPr>
            <w:rStyle w:val="Lienhypertexte"/>
            <w:noProof/>
          </w:rPr>
          <w:t xml:space="preserve"> définitions</w:t>
        </w:r>
        <w:r w:rsidR="00A77EDD">
          <w:rPr>
            <w:noProof/>
            <w:webHidden/>
          </w:rPr>
          <w:tab/>
        </w:r>
        <w:r w:rsidR="00A77EDD">
          <w:rPr>
            <w:noProof/>
            <w:webHidden/>
          </w:rPr>
          <w:fldChar w:fldCharType="begin"/>
        </w:r>
        <w:r w:rsidR="00A77EDD">
          <w:rPr>
            <w:noProof/>
            <w:webHidden/>
          </w:rPr>
          <w:instrText xml:space="preserve"> PAGEREF _Toc77058951 \h </w:instrText>
        </w:r>
        <w:r w:rsidR="00A77EDD">
          <w:rPr>
            <w:noProof/>
            <w:webHidden/>
          </w:rPr>
        </w:r>
        <w:r w:rsidR="00A77EDD">
          <w:rPr>
            <w:noProof/>
            <w:webHidden/>
          </w:rPr>
          <w:fldChar w:fldCharType="separate"/>
        </w:r>
        <w:r w:rsidR="00A77EDD">
          <w:rPr>
            <w:noProof/>
            <w:webHidden/>
          </w:rPr>
          <w:t>5</w:t>
        </w:r>
        <w:r w:rsidR="00A77EDD">
          <w:rPr>
            <w:noProof/>
            <w:webHidden/>
          </w:rPr>
          <w:fldChar w:fldCharType="end"/>
        </w:r>
      </w:hyperlink>
    </w:p>
    <w:p w14:paraId="1F9B49A2"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52" w:history="1">
        <w:r w:rsidRPr="00885521">
          <w:rPr>
            <w:rStyle w:val="Lienhypertexte"/>
            <w:rFonts w:cs="Times New Roman"/>
            <w:noProof/>
            <w14:scene3d>
              <w14:camera w14:prst="orthographicFront"/>
              <w14:lightRig w14:rig="threePt" w14:dir="t">
                <w14:rot w14:lat="0" w14:lon="0" w14:rev="0"/>
              </w14:lightRig>
            </w14:scene3d>
          </w:rPr>
          <w:t>article 2 -</w:t>
        </w:r>
        <w:r w:rsidRPr="00885521">
          <w:rPr>
            <w:rStyle w:val="Lienhypertexte"/>
            <w:noProof/>
          </w:rPr>
          <w:t xml:space="preserve"> objet</w:t>
        </w:r>
        <w:r>
          <w:rPr>
            <w:noProof/>
            <w:webHidden/>
          </w:rPr>
          <w:tab/>
        </w:r>
        <w:r>
          <w:rPr>
            <w:noProof/>
            <w:webHidden/>
          </w:rPr>
          <w:fldChar w:fldCharType="begin"/>
        </w:r>
        <w:r>
          <w:rPr>
            <w:noProof/>
            <w:webHidden/>
          </w:rPr>
          <w:instrText xml:space="preserve"> PAGEREF _Toc77058952 \h </w:instrText>
        </w:r>
        <w:r>
          <w:rPr>
            <w:noProof/>
            <w:webHidden/>
          </w:rPr>
        </w:r>
        <w:r>
          <w:rPr>
            <w:noProof/>
            <w:webHidden/>
          </w:rPr>
          <w:fldChar w:fldCharType="separate"/>
        </w:r>
        <w:r>
          <w:rPr>
            <w:noProof/>
            <w:webHidden/>
          </w:rPr>
          <w:t>5</w:t>
        </w:r>
        <w:r>
          <w:rPr>
            <w:noProof/>
            <w:webHidden/>
          </w:rPr>
          <w:fldChar w:fldCharType="end"/>
        </w:r>
      </w:hyperlink>
    </w:p>
    <w:p w14:paraId="23648746"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53" w:history="1">
        <w:r w:rsidRPr="00885521">
          <w:rPr>
            <w:rStyle w:val="Lienhypertexte"/>
            <w:rFonts w:cs="Times New Roman"/>
            <w:noProof/>
            <w14:scene3d>
              <w14:camera w14:prst="orthographicFront"/>
              <w14:lightRig w14:rig="threePt" w14:dir="t">
                <w14:rot w14:lat="0" w14:lon="0" w14:rev="0"/>
              </w14:lightRig>
            </w14:scene3d>
          </w:rPr>
          <w:t>article 3 -</w:t>
        </w:r>
        <w:r w:rsidRPr="00885521">
          <w:rPr>
            <w:rStyle w:val="Lienhypertexte"/>
            <w:noProof/>
          </w:rPr>
          <w:t xml:space="preserve"> documents contractuels</w:t>
        </w:r>
        <w:r>
          <w:rPr>
            <w:noProof/>
            <w:webHidden/>
          </w:rPr>
          <w:tab/>
        </w:r>
        <w:r>
          <w:rPr>
            <w:noProof/>
            <w:webHidden/>
          </w:rPr>
          <w:fldChar w:fldCharType="begin"/>
        </w:r>
        <w:r>
          <w:rPr>
            <w:noProof/>
            <w:webHidden/>
          </w:rPr>
          <w:instrText xml:space="preserve"> PAGEREF _Toc77058953 \h </w:instrText>
        </w:r>
        <w:r>
          <w:rPr>
            <w:noProof/>
            <w:webHidden/>
          </w:rPr>
        </w:r>
        <w:r>
          <w:rPr>
            <w:noProof/>
            <w:webHidden/>
          </w:rPr>
          <w:fldChar w:fldCharType="separate"/>
        </w:r>
        <w:r>
          <w:rPr>
            <w:noProof/>
            <w:webHidden/>
          </w:rPr>
          <w:t>5</w:t>
        </w:r>
        <w:r>
          <w:rPr>
            <w:noProof/>
            <w:webHidden/>
          </w:rPr>
          <w:fldChar w:fldCharType="end"/>
        </w:r>
      </w:hyperlink>
    </w:p>
    <w:p w14:paraId="62A63D7A"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54" w:history="1">
        <w:r w:rsidRPr="00885521">
          <w:rPr>
            <w:rStyle w:val="Lienhypertexte"/>
            <w:rFonts w:cs="Times New Roman"/>
            <w:noProof/>
            <w14:scene3d>
              <w14:camera w14:prst="orthographicFront"/>
              <w14:lightRig w14:rig="threePt" w14:dir="t">
                <w14:rot w14:lat="0" w14:lon="0" w14:rev="0"/>
              </w14:lightRig>
            </w14:scene3d>
          </w:rPr>
          <w:t>article 4 -</w:t>
        </w:r>
        <w:r w:rsidRPr="00885521">
          <w:rPr>
            <w:rStyle w:val="Lienhypertexte"/>
            <w:noProof/>
          </w:rPr>
          <w:t xml:space="preserve"> date d'effet et durée</w:t>
        </w:r>
        <w:r>
          <w:rPr>
            <w:noProof/>
            <w:webHidden/>
          </w:rPr>
          <w:tab/>
        </w:r>
        <w:r>
          <w:rPr>
            <w:noProof/>
            <w:webHidden/>
          </w:rPr>
          <w:fldChar w:fldCharType="begin"/>
        </w:r>
        <w:r>
          <w:rPr>
            <w:noProof/>
            <w:webHidden/>
          </w:rPr>
          <w:instrText xml:space="preserve"> PAGEREF _Toc77058954 \h </w:instrText>
        </w:r>
        <w:r>
          <w:rPr>
            <w:noProof/>
            <w:webHidden/>
          </w:rPr>
        </w:r>
        <w:r>
          <w:rPr>
            <w:noProof/>
            <w:webHidden/>
          </w:rPr>
          <w:fldChar w:fldCharType="separate"/>
        </w:r>
        <w:r>
          <w:rPr>
            <w:noProof/>
            <w:webHidden/>
          </w:rPr>
          <w:t>6</w:t>
        </w:r>
        <w:r>
          <w:rPr>
            <w:noProof/>
            <w:webHidden/>
          </w:rPr>
          <w:fldChar w:fldCharType="end"/>
        </w:r>
      </w:hyperlink>
    </w:p>
    <w:p w14:paraId="1E91623D"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55" w:history="1">
        <w:r w:rsidRPr="00885521">
          <w:rPr>
            <w:rStyle w:val="Lienhypertexte"/>
            <w:noProof/>
          </w:rPr>
          <w:t>4.1 date d'effet</w:t>
        </w:r>
        <w:r>
          <w:rPr>
            <w:noProof/>
            <w:webHidden/>
          </w:rPr>
          <w:tab/>
        </w:r>
        <w:r>
          <w:rPr>
            <w:noProof/>
            <w:webHidden/>
          </w:rPr>
          <w:fldChar w:fldCharType="begin"/>
        </w:r>
        <w:r>
          <w:rPr>
            <w:noProof/>
            <w:webHidden/>
          </w:rPr>
          <w:instrText xml:space="preserve"> PAGEREF _Toc77058955 \h </w:instrText>
        </w:r>
        <w:r>
          <w:rPr>
            <w:noProof/>
            <w:webHidden/>
          </w:rPr>
        </w:r>
        <w:r>
          <w:rPr>
            <w:noProof/>
            <w:webHidden/>
          </w:rPr>
          <w:fldChar w:fldCharType="separate"/>
        </w:r>
        <w:r>
          <w:rPr>
            <w:noProof/>
            <w:webHidden/>
          </w:rPr>
          <w:t>6</w:t>
        </w:r>
        <w:r>
          <w:rPr>
            <w:noProof/>
            <w:webHidden/>
          </w:rPr>
          <w:fldChar w:fldCharType="end"/>
        </w:r>
      </w:hyperlink>
    </w:p>
    <w:p w14:paraId="4A728DBC"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56" w:history="1">
        <w:r w:rsidRPr="00885521">
          <w:rPr>
            <w:rStyle w:val="Lienhypertexte"/>
            <w:noProof/>
          </w:rPr>
          <w:t>4.2 durée</w:t>
        </w:r>
        <w:r>
          <w:rPr>
            <w:noProof/>
            <w:webHidden/>
          </w:rPr>
          <w:tab/>
        </w:r>
        <w:r>
          <w:rPr>
            <w:noProof/>
            <w:webHidden/>
          </w:rPr>
          <w:fldChar w:fldCharType="begin"/>
        </w:r>
        <w:r>
          <w:rPr>
            <w:noProof/>
            <w:webHidden/>
          </w:rPr>
          <w:instrText xml:space="preserve"> PAGEREF _Toc77058956 \h </w:instrText>
        </w:r>
        <w:r>
          <w:rPr>
            <w:noProof/>
            <w:webHidden/>
          </w:rPr>
        </w:r>
        <w:r>
          <w:rPr>
            <w:noProof/>
            <w:webHidden/>
          </w:rPr>
          <w:fldChar w:fldCharType="separate"/>
        </w:r>
        <w:r>
          <w:rPr>
            <w:noProof/>
            <w:webHidden/>
          </w:rPr>
          <w:t>6</w:t>
        </w:r>
        <w:r>
          <w:rPr>
            <w:noProof/>
            <w:webHidden/>
          </w:rPr>
          <w:fldChar w:fldCharType="end"/>
        </w:r>
      </w:hyperlink>
    </w:p>
    <w:p w14:paraId="27B43B64"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57" w:history="1">
        <w:r w:rsidRPr="00885521">
          <w:rPr>
            <w:rStyle w:val="Lienhypertexte"/>
            <w:rFonts w:cs="Times New Roman"/>
            <w:noProof/>
            <w14:scene3d>
              <w14:camera w14:prst="orthographicFront"/>
              <w14:lightRig w14:rig="threePt" w14:dir="t">
                <w14:rot w14:lat="0" w14:lon="0" w14:rev="0"/>
              </w14:lightRig>
            </w14:scene3d>
          </w:rPr>
          <w:t>article 5 -</w:t>
        </w:r>
        <w:r w:rsidRPr="00885521">
          <w:rPr>
            <w:rStyle w:val="Lienhypertexte"/>
            <w:noProof/>
          </w:rPr>
          <w:t xml:space="preserve"> date de mise à disposition</w:t>
        </w:r>
        <w:r>
          <w:rPr>
            <w:noProof/>
            <w:webHidden/>
          </w:rPr>
          <w:tab/>
        </w:r>
        <w:r>
          <w:rPr>
            <w:noProof/>
            <w:webHidden/>
          </w:rPr>
          <w:fldChar w:fldCharType="begin"/>
        </w:r>
        <w:r>
          <w:rPr>
            <w:noProof/>
            <w:webHidden/>
          </w:rPr>
          <w:instrText xml:space="preserve"> PAGEREF _Toc77058957 \h </w:instrText>
        </w:r>
        <w:r>
          <w:rPr>
            <w:noProof/>
            <w:webHidden/>
          </w:rPr>
        </w:r>
        <w:r>
          <w:rPr>
            <w:noProof/>
            <w:webHidden/>
          </w:rPr>
          <w:fldChar w:fldCharType="separate"/>
        </w:r>
        <w:r>
          <w:rPr>
            <w:noProof/>
            <w:webHidden/>
          </w:rPr>
          <w:t>6</w:t>
        </w:r>
        <w:r>
          <w:rPr>
            <w:noProof/>
            <w:webHidden/>
          </w:rPr>
          <w:fldChar w:fldCharType="end"/>
        </w:r>
      </w:hyperlink>
    </w:p>
    <w:p w14:paraId="485739DA"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58" w:history="1">
        <w:r w:rsidRPr="00885521">
          <w:rPr>
            <w:rStyle w:val="Lienhypertexte"/>
            <w:noProof/>
          </w:rPr>
          <w:t>5.1 date de mise à disposition convenue</w:t>
        </w:r>
        <w:r>
          <w:rPr>
            <w:noProof/>
            <w:webHidden/>
          </w:rPr>
          <w:tab/>
        </w:r>
        <w:r>
          <w:rPr>
            <w:noProof/>
            <w:webHidden/>
          </w:rPr>
          <w:fldChar w:fldCharType="begin"/>
        </w:r>
        <w:r>
          <w:rPr>
            <w:noProof/>
            <w:webHidden/>
          </w:rPr>
          <w:instrText xml:space="preserve"> PAGEREF _Toc77058958 \h </w:instrText>
        </w:r>
        <w:r>
          <w:rPr>
            <w:noProof/>
            <w:webHidden/>
          </w:rPr>
        </w:r>
        <w:r>
          <w:rPr>
            <w:noProof/>
            <w:webHidden/>
          </w:rPr>
          <w:fldChar w:fldCharType="separate"/>
        </w:r>
        <w:r>
          <w:rPr>
            <w:noProof/>
            <w:webHidden/>
          </w:rPr>
          <w:t>6</w:t>
        </w:r>
        <w:r>
          <w:rPr>
            <w:noProof/>
            <w:webHidden/>
          </w:rPr>
          <w:fldChar w:fldCharType="end"/>
        </w:r>
      </w:hyperlink>
    </w:p>
    <w:p w14:paraId="555347D2"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59" w:history="1">
        <w:r w:rsidRPr="00885521">
          <w:rPr>
            <w:rStyle w:val="Lienhypertexte"/>
            <w:noProof/>
          </w:rPr>
          <w:t>5.2 date de mise à disposition effective</w:t>
        </w:r>
        <w:r>
          <w:rPr>
            <w:noProof/>
            <w:webHidden/>
          </w:rPr>
          <w:tab/>
        </w:r>
        <w:r>
          <w:rPr>
            <w:noProof/>
            <w:webHidden/>
          </w:rPr>
          <w:fldChar w:fldCharType="begin"/>
        </w:r>
        <w:r>
          <w:rPr>
            <w:noProof/>
            <w:webHidden/>
          </w:rPr>
          <w:instrText xml:space="preserve"> PAGEREF _Toc77058959 \h </w:instrText>
        </w:r>
        <w:r>
          <w:rPr>
            <w:noProof/>
            <w:webHidden/>
          </w:rPr>
        </w:r>
        <w:r>
          <w:rPr>
            <w:noProof/>
            <w:webHidden/>
          </w:rPr>
          <w:fldChar w:fldCharType="separate"/>
        </w:r>
        <w:r>
          <w:rPr>
            <w:noProof/>
            <w:webHidden/>
          </w:rPr>
          <w:t>6</w:t>
        </w:r>
        <w:r>
          <w:rPr>
            <w:noProof/>
            <w:webHidden/>
          </w:rPr>
          <w:fldChar w:fldCharType="end"/>
        </w:r>
      </w:hyperlink>
    </w:p>
    <w:p w14:paraId="76F72524"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0" w:history="1">
        <w:r w:rsidRPr="00885521">
          <w:rPr>
            <w:rStyle w:val="Lienhypertexte"/>
            <w:noProof/>
          </w:rPr>
          <w:t>5.3 report de la date de mise à disposition</w:t>
        </w:r>
        <w:r>
          <w:rPr>
            <w:noProof/>
            <w:webHidden/>
          </w:rPr>
          <w:tab/>
        </w:r>
        <w:r>
          <w:rPr>
            <w:noProof/>
            <w:webHidden/>
          </w:rPr>
          <w:fldChar w:fldCharType="begin"/>
        </w:r>
        <w:r>
          <w:rPr>
            <w:noProof/>
            <w:webHidden/>
          </w:rPr>
          <w:instrText xml:space="preserve"> PAGEREF _Toc77058960 \h </w:instrText>
        </w:r>
        <w:r>
          <w:rPr>
            <w:noProof/>
            <w:webHidden/>
          </w:rPr>
        </w:r>
        <w:r>
          <w:rPr>
            <w:noProof/>
            <w:webHidden/>
          </w:rPr>
          <w:fldChar w:fldCharType="separate"/>
        </w:r>
        <w:r>
          <w:rPr>
            <w:noProof/>
            <w:webHidden/>
          </w:rPr>
          <w:t>6</w:t>
        </w:r>
        <w:r>
          <w:rPr>
            <w:noProof/>
            <w:webHidden/>
          </w:rPr>
          <w:fldChar w:fldCharType="end"/>
        </w:r>
      </w:hyperlink>
    </w:p>
    <w:p w14:paraId="0258DED4"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61" w:history="1">
        <w:r w:rsidRPr="00885521">
          <w:rPr>
            <w:rStyle w:val="Lienhypertexte"/>
            <w:rFonts w:cs="Times New Roman"/>
            <w:noProof/>
            <w14:scene3d>
              <w14:camera w14:prst="orthographicFront"/>
              <w14:lightRig w14:rig="threePt" w14:dir="t">
                <w14:rot w14:lat="0" w14:lon="0" w14:rev="0"/>
              </w14:lightRig>
            </w14:scene3d>
          </w:rPr>
          <w:t>article 6 -</w:t>
        </w:r>
        <w:r w:rsidRPr="00885521">
          <w:rPr>
            <w:rStyle w:val="Lienhypertexte"/>
            <w:noProof/>
          </w:rPr>
          <w:t xml:space="preserve"> service après-vente</w:t>
        </w:r>
        <w:r>
          <w:rPr>
            <w:noProof/>
            <w:webHidden/>
          </w:rPr>
          <w:tab/>
        </w:r>
        <w:r>
          <w:rPr>
            <w:noProof/>
            <w:webHidden/>
          </w:rPr>
          <w:fldChar w:fldCharType="begin"/>
        </w:r>
        <w:r>
          <w:rPr>
            <w:noProof/>
            <w:webHidden/>
          </w:rPr>
          <w:instrText xml:space="preserve"> PAGEREF _Toc77058961 \h </w:instrText>
        </w:r>
        <w:r>
          <w:rPr>
            <w:noProof/>
            <w:webHidden/>
          </w:rPr>
        </w:r>
        <w:r>
          <w:rPr>
            <w:noProof/>
            <w:webHidden/>
          </w:rPr>
          <w:fldChar w:fldCharType="separate"/>
        </w:r>
        <w:r>
          <w:rPr>
            <w:noProof/>
            <w:webHidden/>
          </w:rPr>
          <w:t>7</w:t>
        </w:r>
        <w:r>
          <w:rPr>
            <w:noProof/>
            <w:webHidden/>
          </w:rPr>
          <w:fldChar w:fldCharType="end"/>
        </w:r>
      </w:hyperlink>
    </w:p>
    <w:p w14:paraId="26690B29"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2" w:history="1">
        <w:r w:rsidRPr="00885521">
          <w:rPr>
            <w:rStyle w:val="Lienhypertexte"/>
            <w:noProof/>
          </w:rPr>
          <w:t>6.1 traitement des incidents</w:t>
        </w:r>
        <w:r>
          <w:rPr>
            <w:noProof/>
            <w:webHidden/>
          </w:rPr>
          <w:tab/>
        </w:r>
        <w:r>
          <w:rPr>
            <w:noProof/>
            <w:webHidden/>
          </w:rPr>
          <w:fldChar w:fldCharType="begin"/>
        </w:r>
        <w:r>
          <w:rPr>
            <w:noProof/>
            <w:webHidden/>
          </w:rPr>
          <w:instrText xml:space="preserve"> PAGEREF _Toc77058962 \h </w:instrText>
        </w:r>
        <w:r>
          <w:rPr>
            <w:noProof/>
            <w:webHidden/>
          </w:rPr>
        </w:r>
        <w:r>
          <w:rPr>
            <w:noProof/>
            <w:webHidden/>
          </w:rPr>
          <w:fldChar w:fldCharType="separate"/>
        </w:r>
        <w:r>
          <w:rPr>
            <w:noProof/>
            <w:webHidden/>
          </w:rPr>
          <w:t>7</w:t>
        </w:r>
        <w:r>
          <w:rPr>
            <w:noProof/>
            <w:webHidden/>
          </w:rPr>
          <w:fldChar w:fldCharType="end"/>
        </w:r>
      </w:hyperlink>
    </w:p>
    <w:p w14:paraId="26DDFAD1" w14:textId="77777777" w:rsidR="00A77EDD" w:rsidRDefault="00A77EDD">
      <w:pPr>
        <w:pStyle w:val="TM3"/>
        <w:tabs>
          <w:tab w:val="right" w:leader="dot" w:pos="10253"/>
        </w:tabs>
        <w:rPr>
          <w:rFonts w:asciiTheme="minorHAnsi" w:eastAsiaTheme="minorEastAsia" w:hAnsiTheme="minorHAnsi" w:cstheme="minorBidi"/>
          <w:i w:val="0"/>
          <w:iCs w:val="0"/>
          <w:noProof/>
          <w:sz w:val="22"/>
          <w:szCs w:val="22"/>
        </w:rPr>
      </w:pPr>
      <w:hyperlink w:anchor="_Toc77058963" w:history="1">
        <w:r w:rsidRPr="00885521">
          <w:rPr>
            <w:rStyle w:val="Lienhypertexte"/>
            <w:noProof/>
          </w:rPr>
          <w:t>6.1.1 prise en compte des incidents</w:t>
        </w:r>
        <w:r>
          <w:rPr>
            <w:noProof/>
            <w:webHidden/>
          </w:rPr>
          <w:tab/>
        </w:r>
        <w:r>
          <w:rPr>
            <w:noProof/>
            <w:webHidden/>
          </w:rPr>
          <w:fldChar w:fldCharType="begin"/>
        </w:r>
        <w:r>
          <w:rPr>
            <w:noProof/>
            <w:webHidden/>
          </w:rPr>
          <w:instrText xml:space="preserve"> PAGEREF _Toc77058963 \h </w:instrText>
        </w:r>
        <w:r>
          <w:rPr>
            <w:noProof/>
            <w:webHidden/>
          </w:rPr>
        </w:r>
        <w:r>
          <w:rPr>
            <w:noProof/>
            <w:webHidden/>
          </w:rPr>
          <w:fldChar w:fldCharType="separate"/>
        </w:r>
        <w:r>
          <w:rPr>
            <w:noProof/>
            <w:webHidden/>
          </w:rPr>
          <w:t>7</w:t>
        </w:r>
        <w:r>
          <w:rPr>
            <w:noProof/>
            <w:webHidden/>
          </w:rPr>
          <w:fldChar w:fldCharType="end"/>
        </w:r>
      </w:hyperlink>
    </w:p>
    <w:p w14:paraId="2CEBE304" w14:textId="77777777" w:rsidR="00A77EDD" w:rsidRDefault="00A77EDD">
      <w:pPr>
        <w:pStyle w:val="TM3"/>
        <w:tabs>
          <w:tab w:val="right" w:leader="dot" w:pos="10253"/>
        </w:tabs>
        <w:rPr>
          <w:rFonts w:asciiTheme="minorHAnsi" w:eastAsiaTheme="minorEastAsia" w:hAnsiTheme="minorHAnsi" w:cstheme="minorBidi"/>
          <w:i w:val="0"/>
          <w:iCs w:val="0"/>
          <w:noProof/>
          <w:sz w:val="22"/>
          <w:szCs w:val="22"/>
        </w:rPr>
      </w:pPr>
      <w:hyperlink w:anchor="_Toc77058964" w:history="1">
        <w:r w:rsidRPr="00885521">
          <w:rPr>
            <w:rStyle w:val="Lienhypertexte"/>
            <w:noProof/>
          </w:rPr>
          <w:t>6.1.2 obligations de l’Opérateur</w:t>
        </w:r>
        <w:r>
          <w:rPr>
            <w:noProof/>
            <w:webHidden/>
          </w:rPr>
          <w:tab/>
        </w:r>
        <w:r>
          <w:rPr>
            <w:noProof/>
            <w:webHidden/>
          </w:rPr>
          <w:fldChar w:fldCharType="begin"/>
        </w:r>
        <w:r>
          <w:rPr>
            <w:noProof/>
            <w:webHidden/>
          </w:rPr>
          <w:instrText xml:space="preserve"> PAGEREF _Toc77058964 \h </w:instrText>
        </w:r>
        <w:r>
          <w:rPr>
            <w:noProof/>
            <w:webHidden/>
          </w:rPr>
        </w:r>
        <w:r>
          <w:rPr>
            <w:noProof/>
            <w:webHidden/>
          </w:rPr>
          <w:fldChar w:fldCharType="separate"/>
        </w:r>
        <w:r>
          <w:rPr>
            <w:noProof/>
            <w:webHidden/>
          </w:rPr>
          <w:t>7</w:t>
        </w:r>
        <w:r>
          <w:rPr>
            <w:noProof/>
            <w:webHidden/>
          </w:rPr>
          <w:fldChar w:fldCharType="end"/>
        </w:r>
      </w:hyperlink>
    </w:p>
    <w:p w14:paraId="7070E80B"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5" w:history="1">
        <w:r w:rsidRPr="00885521">
          <w:rPr>
            <w:rStyle w:val="Lienhypertexte"/>
            <w:noProof/>
          </w:rPr>
          <w:t>6.2 délais de rétablissement</w:t>
        </w:r>
        <w:r>
          <w:rPr>
            <w:noProof/>
            <w:webHidden/>
          </w:rPr>
          <w:tab/>
        </w:r>
        <w:r>
          <w:rPr>
            <w:noProof/>
            <w:webHidden/>
          </w:rPr>
          <w:fldChar w:fldCharType="begin"/>
        </w:r>
        <w:r>
          <w:rPr>
            <w:noProof/>
            <w:webHidden/>
          </w:rPr>
          <w:instrText xml:space="preserve"> PAGEREF _Toc77058965 \h </w:instrText>
        </w:r>
        <w:r>
          <w:rPr>
            <w:noProof/>
            <w:webHidden/>
          </w:rPr>
        </w:r>
        <w:r>
          <w:rPr>
            <w:noProof/>
            <w:webHidden/>
          </w:rPr>
          <w:fldChar w:fldCharType="separate"/>
        </w:r>
        <w:r>
          <w:rPr>
            <w:noProof/>
            <w:webHidden/>
          </w:rPr>
          <w:t>8</w:t>
        </w:r>
        <w:r>
          <w:rPr>
            <w:noProof/>
            <w:webHidden/>
          </w:rPr>
          <w:fldChar w:fldCharType="end"/>
        </w:r>
      </w:hyperlink>
    </w:p>
    <w:p w14:paraId="3682D4CC"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6" w:history="1">
        <w:r w:rsidRPr="00885521">
          <w:rPr>
            <w:rStyle w:val="Lienhypertexte"/>
            <w:noProof/>
          </w:rPr>
          <w:t>6.3 compte-rendu d’intervention</w:t>
        </w:r>
        <w:r>
          <w:rPr>
            <w:noProof/>
            <w:webHidden/>
          </w:rPr>
          <w:tab/>
        </w:r>
        <w:r>
          <w:rPr>
            <w:noProof/>
            <w:webHidden/>
          </w:rPr>
          <w:fldChar w:fldCharType="begin"/>
        </w:r>
        <w:r>
          <w:rPr>
            <w:noProof/>
            <w:webHidden/>
          </w:rPr>
          <w:instrText xml:space="preserve"> PAGEREF _Toc77058966 \h </w:instrText>
        </w:r>
        <w:r>
          <w:rPr>
            <w:noProof/>
            <w:webHidden/>
          </w:rPr>
        </w:r>
        <w:r>
          <w:rPr>
            <w:noProof/>
            <w:webHidden/>
          </w:rPr>
          <w:fldChar w:fldCharType="separate"/>
        </w:r>
        <w:r>
          <w:rPr>
            <w:noProof/>
            <w:webHidden/>
          </w:rPr>
          <w:t>8</w:t>
        </w:r>
        <w:r>
          <w:rPr>
            <w:noProof/>
            <w:webHidden/>
          </w:rPr>
          <w:fldChar w:fldCharType="end"/>
        </w:r>
      </w:hyperlink>
    </w:p>
    <w:p w14:paraId="542A780A"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7" w:history="1">
        <w:r w:rsidRPr="00885521">
          <w:rPr>
            <w:rStyle w:val="Lienhypertexte"/>
            <w:noProof/>
          </w:rPr>
          <w:t>6.4 disponibilité annuelle des Services (IMS)</w:t>
        </w:r>
        <w:r>
          <w:rPr>
            <w:noProof/>
            <w:webHidden/>
          </w:rPr>
          <w:tab/>
        </w:r>
        <w:r>
          <w:rPr>
            <w:noProof/>
            <w:webHidden/>
          </w:rPr>
          <w:fldChar w:fldCharType="begin"/>
        </w:r>
        <w:r>
          <w:rPr>
            <w:noProof/>
            <w:webHidden/>
          </w:rPr>
          <w:instrText xml:space="preserve"> PAGEREF _Toc77058967 \h </w:instrText>
        </w:r>
        <w:r>
          <w:rPr>
            <w:noProof/>
            <w:webHidden/>
          </w:rPr>
        </w:r>
        <w:r>
          <w:rPr>
            <w:noProof/>
            <w:webHidden/>
          </w:rPr>
          <w:fldChar w:fldCharType="separate"/>
        </w:r>
        <w:r>
          <w:rPr>
            <w:noProof/>
            <w:webHidden/>
          </w:rPr>
          <w:t>8</w:t>
        </w:r>
        <w:r>
          <w:rPr>
            <w:noProof/>
            <w:webHidden/>
          </w:rPr>
          <w:fldChar w:fldCharType="end"/>
        </w:r>
      </w:hyperlink>
    </w:p>
    <w:p w14:paraId="7C4C00FB"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8" w:history="1">
        <w:r w:rsidRPr="00885521">
          <w:rPr>
            <w:rStyle w:val="Lienhypertexte"/>
            <w:noProof/>
          </w:rPr>
          <w:t>6.5 informations sur les travaux programmés réalisés par YANA FIBRE</w:t>
        </w:r>
        <w:r>
          <w:rPr>
            <w:noProof/>
            <w:webHidden/>
          </w:rPr>
          <w:tab/>
        </w:r>
        <w:r>
          <w:rPr>
            <w:noProof/>
            <w:webHidden/>
          </w:rPr>
          <w:fldChar w:fldCharType="begin"/>
        </w:r>
        <w:r>
          <w:rPr>
            <w:noProof/>
            <w:webHidden/>
          </w:rPr>
          <w:instrText xml:space="preserve"> PAGEREF _Toc77058968 \h </w:instrText>
        </w:r>
        <w:r>
          <w:rPr>
            <w:noProof/>
            <w:webHidden/>
          </w:rPr>
        </w:r>
        <w:r>
          <w:rPr>
            <w:noProof/>
            <w:webHidden/>
          </w:rPr>
          <w:fldChar w:fldCharType="separate"/>
        </w:r>
        <w:r>
          <w:rPr>
            <w:noProof/>
            <w:webHidden/>
          </w:rPr>
          <w:t>8</w:t>
        </w:r>
        <w:r>
          <w:rPr>
            <w:noProof/>
            <w:webHidden/>
          </w:rPr>
          <w:fldChar w:fldCharType="end"/>
        </w:r>
      </w:hyperlink>
    </w:p>
    <w:p w14:paraId="0ACE85DD"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69" w:history="1">
        <w:r w:rsidRPr="00885521">
          <w:rPr>
            <w:rStyle w:val="Lienhypertexte"/>
            <w:noProof/>
          </w:rPr>
          <w:t>6.6 informations sur les travaux programmés réalisés par l’Opérateur</w:t>
        </w:r>
        <w:r>
          <w:rPr>
            <w:noProof/>
            <w:webHidden/>
          </w:rPr>
          <w:tab/>
        </w:r>
        <w:r>
          <w:rPr>
            <w:noProof/>
            <w:webHidden/>
          </w:rPr>
          <w:fldChar w:fldCharType="begin"/>
        </w:r>
        <w:r>
          <w:rPr>
            <w:noProof/>
            <w:webHidden/>
          </w:rPr>
          <w:instrText xml:space="preserve"> PAGEREF _Toc77058969 \h </w:instrText>
        </w:r>
        <w:r>
          <w:rPr>
            <w:noProof/>
            <w:webHidden/>
          </w:rPr>
        </w:r>
        <w:r>
          <w:rPr>
            <w:noProof/>
            <w:webHidden/>
          </w:rPr>
          <w:fldChar w:fldCharType="separate"/>
        </w:r>
        <w:r>
          <w:rPr>
            <w:noProof/>
            <w:webHidden/>
          </w:rPr>
          <w:t>9</w:t>
        </w:r>
        <w:r>
          <w:rPr>
            <w:noProof/>
            <w:webHidden/>
          </w:rPr>
          <w:fldChar w:fldCharType="end"/>
        </w:r>
      </w:hyperlink>
    </w:p>
    <w:p w14:paraId="2FF21952"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0" w:history="1">
        <w:r w:rsidRPr="00885521">
          <w:rPr>
            <w:rStyle w:val="Lienhypertexte"/>
            <w:rFonts w:cs="Times New Roman"/>
            <w:noProof/>
            <w14:scene3d>
              <w14:camera w14:prst="orthographicFront"/>
              <w14:lightRig w14:rig="threePt" w14:dir="t">
                <w14:rot w14:lat="0" w14:lon="0" w14:rev="0"/>
              </w14:lightRig>
            </w14:scene3d>
          </w:rPr>
          <w:t>article 7 -</w:t>
        </w:r>
        <w:r w:rsidRPr="00885521">
          <w:rPr>
            <w:rStyle w:val="Lienhypertexte"/>
            <w:noProof/>
          </w:rPr>
          <w:t xml:space="preserve"> prix</w:t>
        </w:r>
        <w:r>
          <w:rPr>
            <w:noProof/>
            <w:webHidden/>
          </w:rPr>
          <w:tab/>
        </w:r>
        <w:r>
          <w:rPr>
            <w:noProof/>
            <w:webHidden/>
          </w:rPr>
          <w:fldChar w:fldCharType="begin"/>
        </w:r>
        <w:r>
          <w:rPr>
            <w:noProof/>
            <w:webHidden/>
          </w:rPr>
          <w:instrText xml:space="preserve"> PAGEREF _Toc77058970 \h </w:instrText>
        </w:r>
        <w:r>
          <w:rPr>
            <w:noProof/>
            <w:webHidden/>
          </w:rPr>
        </w:r>
        <w:r>
          <w:rPr>
            <w:noProof/>
            <w:webHidden/>
          </w:rPr>
          <w:fldChar w:fldCharType="separate"/>
        </w:r>
        <w:r>
          <w:rPr>
            <w:noProof/>
            <w:webHidden/>
          </w:rPr>
          <w:t>9</w:t>
        </w:r>
        <w:r>
          <w:rPr>
            <w:noProof/>
            <w:webHidden/>
          </w:rPr>
          <w:fldChar w:fldCharType="end"/>
        </w:r>
      </w:hyperlink>
    </w:p>
    <w:p w14:paraId="75C234CE"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1" w:history="1">
        <w:r w:rsidRPr="00885521">
          <w:rPr>
            <w:rStyle w:val="Lienhypertexte"/>
            <w:rFonts w:cs="Times New Roman"/>
            <w:noProof/>
            <w14:scene3d>
              <w14:camera w14:prst="orthographicFront"/>
              <w14:lightRig w14:rig="threePt" w14:dir="t">
                <w14:rot w14:lat="0" w14:lon="0" w14:rev="0"/>
              </w14:lightRig>
            </w14:scene3d>
          </w:rPr>
          <w:t>article 8 -</w:t>
        </w:r>
        <w:r w:rsidRPr="00885521">
          <w:rPr>
            <w:rStyle w:val="Lienhypertexte"/>
            <w:noProof/>
          </w:rPr>
          <w:t xml:space="preserve"> facturation et paiement</w:t>
        </w:r>
        <w:r>
          <w:rPr>
            <w:noProof/>
            <w:webHidden/>
          </w:rPr>
          <w:tab/>
        </w:r>
        <w:r>
          <w:rPr>
            <w:noProof/>
            <w:webHidden/>
          </w:rPr>
          <w:fldChar w:fldCharType="begin"/>
        </w:r>
        <w:r>
          <w:rPr>
            <w:noProof/>
            <w:webHidden/>
          </w:rPr>
          <w:instrText xml:space="preserve"> PAGEREF _Toc77058971 \h </w:instrText>
        </w:r>
        <w:r>
          <w:rPr>
            <w:noProof/>
            <w:webHidden/>
          </w:rPr>
        </w:r>
        <w:r>
          <w:rPr>
            <w:noProof/>
            <w:webHidden/>
          </w:rPr>
          <w:fldChar w:fldCharType="separate"/>
        </w:r>
        <w:r>
          <w:rPr>
            <w:noProof/>
            <w:webHidden/>
          </w:rPr>
          <w:t>9</w:t>
        </w:r>
        <w:r>
          <w:rPr>
            <w:noProof/>
            <w:webHidden/>
          </w:rPr>
          <w:fldChar w:fldCharType="end"/>
        </w:r>
      </w:hyperlink>
    </w:p>
    <w:p w14:paraId="3670B0C2"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2" w:history="1">
        <w:r w:rsidRPr="00885521">
          <w:rPr>
            <w:rStyle w:val="Lienhypertexte"/>
            <w:rFonts w:cs="Times New Roman"/>
            <w:noProof/>
            <w14:scene3d>
              <w14:camera w14:prst="orthographicFront"/>
              <w14:lightRig w14:rig="threePt" w14:dir="t">
                <w14:rot w14:lat="0" w14:lon="0" w14:rev="0"/>
              </w14:lightRig>
            </w14:scene3d>
          </w:rPr>
          <w:t>article 9 -</w:t>
        </w:r>
        <w:r w:rsidRPr="00885521">
          <w:rPr>
            <w:rStyle w:val="Lienhypertexte"/>
            <w:noProof/>
          </w:rPr>
          <w:t xml:space="preserve"> responsabilité</w:t>
        </w:r>
        <w:r>
          <w:rPr>
            <w:noProof/>
            <w:webHidden/>
          </w:rPr>
          <w:tab/>
        </w:r>
        <w:r>
          <w:rPr>
            <w:noProof/>
            <w:webHidden/>
          </w:rPr>
          <w:fldChar w:fldCharType="begin"/>
        </w:r>
        <w:r>
          <w:rPr>
            <w:noProof/>
            <w:webHidden/>
          </w:rPr>
          <w:instrText xml:space="preserve"> PAGEREF _Toc77058972 \h </w:instrText>
        </w:r>
        <w:r>
          <w:rPr>
            <w:noProof/>
            <w:webHidden/>
          </w:rPr>
        </w:r>
        <w:r>
          <w:rPr>
            <w:noProof/>
            <w:webHidden/>
          </w:rPr>
          <w:fldChar w:fldCharType="separate"/>
        </w:r>
        <w:r>
          <w:rPr>
            <w:noProof/>
            <w:webHidden/>
          </w:rPr>
          <w:t>10</w:t>
        </w:r>
        <w:r>
          <w:rPr>
            <w:noProof/>
            <w:webHidden/>
          </w:rPr>
          <w:fldChar w:fldCharType="end"/>
        </w:r>
      </w:hyperlink>
    </w:p>
    <w:p w14:paraId="1C39C7F0"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3" w:history="1">
        <w:r w:rsidRPr="00885521">
          <w:rPr>
            <w:rStyle w:val="Lienhypertexte"/>
            <w:noProof/>
          </w:rPr>
          <w:t>9.1 limitation financière</w:t>
        </w:r>
        <w:r>
          <w:rPr>
            <w:noProof/>
            <w:webHidden/>
          </w:rPr>
          <w:tab/>
        </w:r>
        <w:r>
          <w:rPr>
            <w:noProof/>
            <w:webHidden/>
          </w:rPr>
          <w:fldChar w:fldCharType="begin"/>
        </w:r>
        <w:r>
          <w:rPr>
            <w:noProof/>
            <w:webHidden/>
          </w:rPr>
          <w:instrText xml:space="preserve"> PAGEREF _Toc77058973 \h </w:instrText>
        </w:r>
        <w:r>
          <w:rPr>
            <w:noProof/>
            <w:webHidden/>
          </w:rPr>
        </w:r>
        <w:r>
          <w:rPr>
            <w:noProof/>
            <w:webHidden/>
          </w:rPr>
          <w:fldChar w:fldCharType="separate"/>
        </w:r>
        <w:r>
          <w:rPr>
            <w:noProof/>
            <w:webHidden/>
          </w:rPr>
          <w:t>10</w:t>
        </w:r>
        <w:r>
          <w:rPr>
            <w:noProof/>
            <w:webHidden/>
          </w:rPr>
          <w:fldChar w:fldCharType="end"/>
        </w:r>
      </w:hyperlink>
    </w:p>
    <w:p w14:paraId="6FB80446"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4" w:history="1">
        <w:r w:rsidRPr="00885521">
          <w:rPr>
            <w:rStyle w:val="Lienhypertexte"/>
            <w:noProof/>
          </w:rPr>
          <w:t>9.2 pénalités forfaitaires</w:t>
        </w:r>
        <w:r>
          <w:rPr>
            <w:noProof/>
            <w:webHidden/>
          </w:rPr>
          <w:tab/>
        </w:r>
        <w:r>
          <w:rPr>
            <w:noProof/>
            <w:webHidden/>
          </w:rPr>
          <w:fldChar w:fldCharType="begin"/>
        </w:r>
        <w:r>
          <w:rPr>
            <w:noProof/>
            <w:webHidden/>
          </w:rPr>
          <w:instrText xml:space="preserve"> PAGEREF _Toc77058974 \h </w:instrText>
        </w:r>
        <w:r>
          <w:rPr>
            <w:noProof/>
            <w:webHidden/>
          </w:rPr>
        </w:r>
        <w:r>
          <w:rPr>
            <w:noProof/>
            <w:webHidden/>
          </w:rPr>
          <w:fldChar w:fldCharType="separate"/>
        </w:r>
        <w:r>
          <w:rPr>
            <w:noProof/>
            <w:webHidden/>
          </w:rPr>
          <w:t>10</w:t>
        </w:r>
        <w:r>
          <w:rPr>
            <w:noProof/>
            <w:webHidden/>
          </w:rPr>
          <w:fldChar w:fldCharType="end"/>
        </w:r>
      </w:hyperlink>
    </w:p>
    <w:p w14:paraId="0188D337"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5" w:history="1">
        <w:r w:rsidRPr="00885521">
          <w:rPr>
            <w:rStyle w:val="Lienhypertexte"/>
            <w:noProof/>
          </w:rPr>
          <w:t>9.3 prescription</w:t>
        </w:r>
        <w:r>
          <w:rPr>
            <w:noProof/>
            <w:webHidden/>
          </w:rPr>
          <w:tab/>
        </w:r>
        <w:r>
          <w:rPr>
            <w:noProof/>
            <w:webHidden/>
          </w:rPr>
          <w:fldChar w:fldCharType="begin"/>
        </w:r>
        <w:r>
          <w:rPr>
            <w:noProof/>
            <w:webHidden/>
          </w:rPr>
          <w:instrText xml:space="preserve"> PAGEREF _Toc77058975 \h </w:instrText>
        </w:r>
        <w:r>
          <w:rPr>
            <w:noProof/>
            <w:webHidden/>
          </w:rPr>
        </w:r>
        <w:r>
          <w:rPr>
            <w:noProof/>
            <w:webHidden/>
          </w:rPr>
          <w:fldChar w:fldCharType="separate"/>
        </w:r>
        <w:r>
          <w:rPr>
            <w:noProof/>
            <w:webHidden/>
          </w:rPr>
          <w:t>10</w:t>
        </w:r>
        <w:r>
          <w:rPr>
            <w:noProof/>
            <w:webHidden/>
          </w:rPr>
          <w:fldChar w:fldCharType="end"/>
        </w:r>
      </w:hyperlink>
    </w:p>
    <w:p w14:paraId="791B9A1A"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6" w:history="1">
        <w:r w:rsidRPr="00885521">
          <w:rPr>
            <w:rStyle w:val="Lienhypertexte"/>
            <w:rFonts w:cs="Times New Roman"/>
            <w:noProof/>
            <w14:scene3d>
              <w14:camera w14:prst="orthographicFront"/>
              <w14:lightRig w14:rig="threePt" w14:dir="t">
                <w14:rot w14:lat="0" w14:lon="0" w14:rev="0"/>
              </w14:lightRig>
            </w14:scene3d>
          </w:rPr>
          <w:t>article 10 -</w:t>
        </w:r>
        <w:r w:rsidRPr="00885521">
          <w:rPr>
            <w:rStyle w:val="Lienhypertexte"/>
            <w:noProof/>
          </w:rPr>
          <w:t xml:space="preserve"> résiliation</w:t>
        </w:r>
        <w:r>
          <w:rPr>
            <w:noProof/>
            <w:webHidden/>
          </w:rPr>
          <w:tab/>
        </w:r>
        <w:r>
          <w:rPr>
            <w:noProof/>
            <w:webHidden/>
          </w:rPr>
          <w:fldChar w:fldCharType="begin"/>
        </w:r>
        <w:r>
          <w:rPr>
            <w:noProof/>
            <w:webHidden/>
          </w:rPr>
          <w:instrText xml:space="preserve"> PAGEREF _Toc77058976 \h </w:instrText>
        </w:r>
        <w:r>
          <w:rPr>
            <w:noProof/>
            <w:webHidden/>
          </w:rPr>
        </w:r>
        <w:r>
          <w:rPr>
            <w:noProof/>
            <w:webHidden/>
          </w:rPr>
          <w:fldChar w:fldCharType="separate"/>
        </w:r>
        <w:r>
          <w:rPr>
            <w:noProof/>
            <w:webHidden/>
          </w:rPr>
          <w:t>10</w:t>
        </w:r>
        <w:r>
          <w:rPr>
            <w:noProof/>
            <w:webHidden/>
          </w:rPr>
          <w:fldChar w:fldCharType="end"/>
        </w:r>
      </w:hyperlink>
    </w:p>
    <w:p w14:paraId="32F3CF55"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77" w:history="1">
        <w:r w:rsidRPr="00885521">
          <w:rPr>
            <w:rStyle w:val="Lienhypertexte"/>
            <w:rFonts w:cs="Times New Roman"/>
            <w:noProof/>
            <w14:scene3d>
              <w14:camera w14:prst="orthographicFront"/>
              <w14:lightRig w14:rig="threePt" w14:dir="t">
                <w14:rot w14:lat="0" w14:lon="0" w14:rev="0"/>
              </w14:lightRig>
            </w14:scene3d>
          </w:rPr>
          <w:t>article 11 -</w:t>
        </w:r>
        <w:r w:rsidRPr="00885521">
          <w:rPr>
            <w:rStyle w:val="Lienhypertexte"/>
            <w:noProof/>
          </w:rPr>
          <w:t xml:space="preserve"> en cas de mise à disposition d’équipements dans les locaux de l’Opérateur</w:t>
        </w:r>
        <w:r>
          <w:rPr>
            <w:noProof/>
            <w:webHidden/>
          </w:rPr>
          <w:tab/>
        </w:r>
        <w:r>
          <w:rPr>
            <w:noProof/>
            <w:webHidden/>
          </w:rPr>
          <w:fldChar w:fldCharType="begin"/>
        </w:r>
        <w:r>
          <w:rPr>
            <w:noProof/>
            <w:webHidden/>
          </w:rPr>
          <w:instrText xml:space="preserve"> PAGEREF _Toc77058977 \h </w:instrText>
        </w:r>
        <w:r>
          <w:rPr>
            <w:noProof/>
            <w:webHidden/>
          </w:rPr>
        </w:r>
        <w:r>
          <w:rPr>
            <w:noProof/>
            <w:webHidden/>
          </w:rPr>
          <w:fldChar w:fldCharType="separate"/>
        </w:r>
        <w:r>
          <w:rPr>
            <w:noProof/>
            <w:webHidden/>
          </w:rPr>
          <w:t>11</w:t>
        </w:r>
        <w:r>
          <w:rPr>
            <w:noProof/>
            <w:webHidden/>
          </w:rPr>
          <w:fldChar w:fldCharType="end"/>
        </w:r>
      </w:hyperlink>
    </w:p>
    <w:p w14:paraId="4E65C6DF"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8" w:history="1">
        <w:r w:rsidRPr="00885521">
          <w:rPr>
            <w:rStyle w:val="Lienhypertexte"/>
            <w:rFonts w:cs="Arial"/>
            <w:bCs/>
            <w:iCs/>
            <w:noProof/>
          </w:rPr>
          <w:t>11.1 conditions d’accès aux locaux de l’Opérateur</w:t>
        </w:r>
        <w:r>
          <w:rPr>
            <w:noProof/>
            <w:webHidden/>
          </w:rPr>
          <w:tab/>
        </w:r>
        <w:r>
          <w:rPr>
            <w:noProof/>
            <w:webHidden/>
          </w:rPr>
          <w:fldChar w:fldCharType="begin"/>
        </w:r>
        <w:r>
          <w:rPr>
            <w:noProof/>
            <w:webHidden/>
          </w:rPr>
          <w:instrText xml:space="preserve"> PAGEREF _Toc77058978 \h </w:instrText>
        </w:r>
        <w:r>
          <w:rPr>
            <w:noProof/>
            <w:webHidden/>
          </w:rPr>
        </w:r>
        <w:r>
          <w:rPr>
            <w:noProof/>
            <w:webHidden/>
          </w:rPr>
          <w:fldChar w:fldCharType="separate"/>
        </w:r>
        <w:r>
          <w:rPr>
            <w:noProof/>
            <w:webHidden/>
          </w:rPr>
          <w:t>11</w:t>
        </w:r>
        <w:r>
          <w:rPr>
            <w:noProof/>
            <w:webHidden/>
          </w:rPr>
          <w:fldChar w:fldCharType="end"/>
        </w:r>
      </w:hyperlink>
    </w:p>
    <w:p w14:paraId="318B2E6E"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79" w:history="1">
        <w:r w:rsidRPr="00885521">
          <w:rPr>
            <w:rStyle w:val="Lienhypertexte"/>
            <w:rFonts w:cs="Arial"/>
            <w:bCs/>
            <w:iCs/>
            <w:noProof/>
          </w:rPr>
          <w:t>11.2 mise à disposition des équipements</w:t>
        </w:r>
        <w:r>
          <w:rPr>
            <w:noProof/>
            <w:webHidden/>
          </w:rPr>
          <w:tab/>
        </w:r>
        <w:r>
          <w:rPr>
            <w:noProof/>
            <w:webHidden/>
          </w:rPr>
          <w:fldChar w:fldCharType="begin"/>
        </w:r>
        <w:r>
          <w:rPr>
            <w:noProof/>
            <w:webHidden/>
          </w:rPr>
          <w:instrText xml:space="preserve"> PAGEREF _Toc77058979 \h </w:instrText>
        </w:r>
        <w:r>
          <w:rPr>
            <w:noProof/>
            <w:webHidden/>
          </w:rPr>
        </w:r>
        <w:r>
          <w:rPr>
            <w:noProof/>
            <w:webHidden/>
          </w:rPr>
          <w:fldChar w:fldCharType="separate"/>
        </w:r>
        <w:r>
          <w:rPr>
            <w:noProof/>
            <w:webHidden/>
          </w:rPr>
          <w:t>11</w:t>
        </w:r>
        <w:r>
          <w:rPr>
            <w:noProof/>
            <w:webHidden/>
          </w:rPr>
          <w:fldChar w:fldCharType="end"/>
        </w:r>
      </w:hyperlink>
    </w:p>
    <w:p w14:paraId="43810E7F"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80" w:history="1">
        <w:r w:rsidRPr="00885521">
          <w:rPr>
            <w:rStyle w:val="Lienhypertexte"/>
            <w:rFonts w:cs="Arial"/>
            <w:bCs/>
            <w:iCs/>
            <w:noProof/>
          </w:rPr>
          <w:t>11.3 restitution des équipements</w:t>
        </w:r>
        <w:r>
          <w:rPr>
            <w:noProof/>
            <w:webHidden/>
          </w:rPr>
          <w:tab/>
        </w:r>
        <w:r>
          <w:rPr>
            <w:noProof/>
            <w:webHidden/>
          </w:rPr>
          <w:fldChar w:fldCharType="begin"/>
        </w:r>
        <w:r>
          <w:rPr>
            <w:noProof/>
            <w:webHidden/>
          </w:rPr>
          <w:instrText xml:space="preserve"> PAGEREF _Toc77058980 \h </w:instrText>
        </w:r>
        <w:r>
          <w:rPr>
            <w:noProof/>
            <w:webHidden/>
          </w:rPr>
        </w:r>
        <w:r>
          <w:rPr>
            <w:noProof/>
            <w:webHidden/>
          </w:rPr>
          <w:fldChar w:fldCharType="separate"/>
        </w:r>
        <w:r>
          <w:rPr>
            <w:noProof/>
            <w:webHidden/>
          </w:rPr>
          <w:t>12</w:t>
        </w:r>
        <w:r>
          <w:rPr>
            <w:noProof/>
            <w:webHidden/>
          </w:rPr>
          <w:fldChar w:fldCharType="end"/>
        </w:r>
      </w:hyperlink>
    </w:p>
    <w:p w14:paraId="4916047D"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81" w:history="1">
        <w:r w:rsidRPr="00885521">
          <w:rPr>
            <w:rStyle w:val="Lienhypertexte"/>
            <w:rFonts w:cs="Times New Roman"/>
            <w:noProof/>
            <w14:scene3d>
              <w14:camera w14:prst="orthographicFront"/>
              <w14:lightRig w14:rig="threePt" w14:dir="t">
                <w14:rot w14:lat="0" w14:lon="0" w14:rev="0"/>
              </w14:lightRig>
            </w14:scene3d>
          </w:rPr>
          <w:t>article 12 -</w:t>
        </w:r>
        <w:r w:rsidRPr="00885521">
          <w:rPr>
            <w:rStyle w:val="Lienhypertexte"/>
            <w:noProof/>
          </w:rPr>
          <w:t xml:space="preserve"> modification du Contrat</w:t>
        </w:r>
        <w:r>
          <w:rPr>
            <w:noProof/>
            <w:webHidden/>
          </w:rPr>
          <w:tab/>
        </w:r>
        <w:r>
          <w:rPr>
            <w:noProof/>
            <w:webHidden/>
          </w:rPr>
          <w:fldChar w:fldCharType="begin"/>
        </w:r>
        <w:r>
          <w:rPr>
            <w:noProof/>
            <w:webHidden/>
          </w:rPr>
          <w:instrText xml:space="preserve"> PAGEREF _Toc77058981 \h </w:instrText>
        </w:r>
        <w:r>
          <w:rPr>
            <w:noProof/>
            <w:webHidden/>
          </w:rPr>
        </w:r>
        <w:r>
          <w:rPr>
            <w:noProof/>
            <w:webHidden/>
          </w:rPr>
          <w:fldChar w:fldCharType="separate"/>
        </w:r>
        <w:r>
          <w:rPr>
            <w:noProof/>
            <w:webHidden/>
          </w:rPr>
          <w:t>12</w:t>
        </w:r>
        <w:r>
          <w:rPr>
            <w:noProof/>
            <w:webHidden/>
          </w:rPr>
          <w:fldChar w:fldCharType="end"/>
        </w:r>
      </w:hyperlink>
    </w:p>
    <w:p w14:paraId="6CB70DE4"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82" w:history="1">
        <w:r w:rsidRPr="00885521">
          <w:rPr>
            <w:rStyle w:val="Lienhypertexte"/>
            <w:noProof/>
          </w:rPr>
          <w:t>12.1 modification des Conditions Générales</w:t>
        </w:r>
        <w:r>
          <w:rPr>
            <w:noProof/>
            <w:webHidden/>
          </w:rPr>
          <w:tab/>
        </w:r>
        <w:r>
          <w:rPr>
            <w:noProof/>
            <w:webHidden/>
          </w:rPr>
          <w:fldChar w:fldCharType="begin"/>
        </w:r>
        <w:r>
          <w:rPr>
            <w:noProof/>
            <w:webHidden/>
          </w:rPr>
          <w:instrText xml:space="preserve"> PAGEREF _Toc77058982 \h </w:instrText>
        </w:r>
        <w:r>
          <w:rPr>
            <w:noProof/>
            <w:webHidden/>
          </w:rPr>
        </w:r>
        <w:r>
          <w:rPr>
            <w:noProof/>
            <w:webHidden/>
          </w:rPr>
          <w:fldChar w:fldCharType="separate"/>
        </w:r>
        <w:r>
          <w:rPr>
            <w:noProof/>
            <w:webHidden/>
          </w:rPr>
          <w:t>12</w:t>
        </w:r>
        <w:r>
          <w:rPr>
            <w:noProof/>
            <w:webHidden/>
          </w:rPr>
          <w:fldChar w:fldCharType="end"/>
        </w:r>
      </w:hyperlink>
    </w:p>
    <w:p w14:paraId="459CE5E7" w14:textId="77777777" w:rsidR="00A77EDD" w:rsidRDefault="00A77EDD">
      <w:pPr>
        <w:pStyle w:val="TM2"/>
        <w:tabs>
          <w:tab w:val="right" w:leader="dot" w:pos="10253"/>
        </w:tabs>
        <w:rPr>
          <w:rFonts w:asciiTheme="minorHAnsi" w:eastAsiaTheme="minorEastAsia" w:hAnsiTheme="minorHAnsi" w:cstheme="minorBidi"/>
          <w:smallCaps w:val="0"/>
          <w:noProof/>
          <w:sz w:val="22"/>
          <w:szCs w:val="22"/>
        </w:rPr>
      </w:pPr>
      <w:hyperlink w:anchor="_Toc77058983" w:history="1">
        <w:r w:rsidRPr="00885521">
          <w:rPr>
            <w:rStyle w:val="Lienhypertexte"/>
            <w:noProof/>
          </w:rPr>
          <w:t>12.2 modification des Conditions Spécifiques et de leurs annexes</w:t>
        </w:r>
        <w:r>
          <w:rPr>
            <w:noProof/>
            <w:webHidden/>
          </w:rPr>
          <w:tab/>
        </w:r>
        <w:r>
          <w:rPr>
            <w:noProof/>
            <w:webHidden/>
          </w:rPr>
          <w:fldChar w:fldCharType="begin"/>
        </w:r>
        <w:r>
          <w:rPr>
            <w:noProof/>
            <w:webHidden/>
          </w:rPr>
          <w:instrText xml:space="preserve"> PAGEREF _Toc77058983 \h </w:instrText>
        </w:r>
        <w:r>
          <w:rPr>
            <w:noProof/>
            <w:webHidden/>
          </w:rPr>
        </w:r>
        <w:r>
          <w:rPr>
            <w:noProof/>
            <w:webHidden/>
          </w:rPr>
          <w:fldChar w:fldCharType="separate"/>
        </w:r>
        <w:r>
          <w:rPr>
            <w:noProof/>
            <w:webHidden/>
          </w:rPr>
          <w:t>12</w:t>
        </w:r>
        <w:r>
          <w:rPr>
            <w:noProof/>
            <w:webHidden/>
          </w:rPr>
          <w:fldChar w:fldCharType="end"/>
        </w:r>
      </w:hyperlink>
    </w:p>
    <w:p w14:paraId="2F2CB559" w14:textId="77777777" w:rsidR="00A77EDD" w:rsidRDefault="00A77EDD">
      <w:pPr>
        <w:pStyle w:val="TM1"/>
        <w:rPr>
          <w:rFonts w:asciiTheme="minorHAnsi" w:eastAsiaTheme="minorEastAsia" w:hAnsiTheme="minorHAnsi" w:cstheme="minorBidi"/>
          <w:b w:val="0"/>
          <w:bCs w:val="0"/>
          <w:caps w:val="0"/>
          <w:noProof/>
          <w:color w:val="auto"/>
          <w:sz w:val="22"/>
          <w:szCs w:val="22"/>
        </w:rPr>
      </w:pPr>
      <w:hyperlink w:anchor="_Toc77058984" w:history="1">
        <w:r w:rsidRPr="00885521">
          <w:rPr>
            <w:rStyle w:val="Lienhypertexte"/>
            <w:rFonts w:cs="Times New Roman"/>
            <w:noProof/>
            <w14:scene3d>
              <w14:camera w14:prst="orthographicFront"/>
              <w14:lightRig w14:rig="threePt" w14:dir="t">
                <w14:rot w14:lat="0" w14:lon="0" w14:rev="0"/>
              </w14:lightRig>
            </w14:scene3d>
          </w:rPr>
          <w:t>article 13 -</w:t>
        </w:r>
        <w:r w:rsidRPr="00885521">
          <w:rPr>
            <w:rStyle w:val="Lienhypertexte"/>
            <w:noProof/>
          </w:rPr>
          <w:t xml:space="preserve"> conditions de retrait d'une Offre de YANA FIBRE</w:t>
        </w:r>
        <w:r>
          <w:rPr>
            <w:noProof/>
            <w:webHidden/>
          </w:rPr>
          <w:tab/>
        </w:r>
        <w:r>
          <w:rPr>
            <w:noProof/>
            <w:webHidden/>
          </w:rPr>
          <w:fldChar w:fldCharType="begin"/>
        </w:r>
        <w:r>
          <w:rPr>
            <w:noProof/>
            <w:webHidden/>
          </w:rPr>
          <w:instrText xml:space="preserve"> PAGEREF _Toc77058984 \h </w:instrText>
        </w:r>
        <w:r>
          <w:rPr>
            <w:noProof/>
            <w:webHidden/>
          </w:rPr>
        </w:r>
        <w:r>
          <w:rPr>
            <w:noProof/>
            <w:webHidden/>
          </w:rPr>
          <w:fldChar w:fldCharType="separate"/>
        </w:r>
        <w:r>
          <w:rPr>
            <w:noProof/>
            <w:webHidden/>
          </w:rPr>
          <w:t>12</w:t>
        </w:r>
        <w:r>
          <w:rPr>
            <w:noProof/>
            <w:webHidden/>
          </w:rPr>
          <w:fldChar w:fldCharType="end"/>
        </w:r>
      </w:hyperlink>
    </w:p>
    <w:p w14:paraId="6CEBEBEA" w14:textId="77777777" w:rsidR="007B4921" w:rsidRDefault="000C4408" w:rsidP="007B4921">
      <w:pPr>
        <w:pStyle w:val="Titre1"/>
        <w:numPr>
          <w:ilvl w:val="0"/>
          <w:numId w:val="0"/>
        </w:numPr>
        <w:spacing w:before="0"/>
        <w:jc w:val="both"/>
      </w:pPr>
      <w:r w:rsidRPr="00744A26">
        <w:rPr>
          <w:rFonts w:ascii="Calibri" w:hAnsi="Calibri" w:cs="Calibri"/>
          <w:b/>
          <w:caps/>
          <w:color w:val="auto"/>
          <w:kern w:val="0"/>
          <w:sz w:val="20"/>
          <w:szCs w:val="20"/>
        </w:rPr>
        <w:fldChar w:fldCharType="end"/>
      </w:r>
    </w:p>
    <w:p w14:paraId="31C6578F" w14:textId="77777777" w:rsidR="007B4921" w:rsidRDefault="007B4921" w:rsidP="007B4921">
      <w:pPr>
        <w:pStyle w:val="Texte"/>
      </w:pPr>
    </w:p>
    <w:p w14:paraId="2119E3D7" w14:textId="77777777" w:rsidR="007B4921" w:rsidRDefault="007B4921" w:rsidP="007B4921">
      <w:pPr>
        <w:pStyle w:val="Texte"/>
      </w:pPr>
    </w:p>
    <w:p w14:paraId="22C1DFD9" w14:textId="77777777" w:rsidR="002718B5" w:rsidRPr="007A3DB3" w:rsidRDefault="002718B5" w:rsidP="002718B5">
      <w:pPr>
        <w:pStyle w:val="StyleHelvetica55Roman18ptOrangeJustifi"/>
      </w:pPr>
      <w:r>
        <w:br w:type="page"/>
      </w:r>
      <w:r>
        <w:rPr>
          <w:rFonts w:cs="Arial"/>
          <w:sz w:val="28"/>
          <w:szCs w:val="28"/>
        </w:rPr>
        <w:lastRenderedPageBreak/>
        <w:t>Liste des annexes</w:t>
      </w:r>
    </w:p>
    <w:p w14:paraId="02B559E2" w14:textId="066AFD7F" w:rsidR="002718B5" w:rsidRPr="000A649B" w:rsidRDefault="002718B5" w:rsidP="002718B5">
      <w:pPr>
        <w:spacing w:before="120"/>
        <w:jc w:val="both"/>
        <w:rPr>
          <w:rFonts w:eastAsia="Calibri" w:cs="Arial"/>
          <w:b/>
          <w:color w:val="FF6600"/>
          <w:szCs w:val="20"/>
        </w:rPr>
      </w:pPr>
      <w:r w:rsidRPr="000A649B">
        <w:rPr>
          <w:rFonts w:eastAsia="Calibri" w:cs="Arial"/>
          <w:b/>
          <w:color w:val="FF6600"/>
          <w:szCs w:val="20"/>
        </w:rPr>
        <w:t xml:space="preserve">Annexe 1 – </w:t>
      </w:r>
      <w:r w:rsidRPr="002718B5">
        <w:rPr>
          <w:rFonts w:eastAsia="Calibri" w:cs="Arial"/>
          <w:b/>
          <w:color w:val="FF6600"/>
          <w:szCs w:val="20"/>
        </w:rPr>
        <w:t>liste de(s) l’Offres(s) FTTE passif souscrite(s) par l’Opérateur</w:t>
      </w:r>
      <w:r w:rsidRPr="000A649B">
        <w:rPr>
          <w:rFonts w:eastAsia="Calibri" w:cs="Arial"/>
          <w:b/>
          <w:color w:val="FF6600"/>
          <w:szCs w:val="20"/>
        </w:rPr>
        <w:t xml:space="preserve"> </w:t>
      </w:r>
    </w:p>
    <w:p w14:paraId="0245E29C" w14:textId="77255676" w:rsidR="002718B5" w:rsidRPr="000A649B" w:rsidRDefault="002718B5" w:rsidP="002718B5">
      <w:pPr>
        <w:spacing w:before="120"/>
        <w:jc w:val="both"/>
        <w:rPr>
          <w:rFonts w:eastAsia="Calibri" w:cs="Arial"/>
          <w:b/>
          <w:color w:val="FF6600"/>
          <w:szCs w:val="20"/>
        </w:rPr>
      </w:pPr>
      <w:r w:rsidRPr="000A649B">
        <w:rPr>
          <w:rFonts w:eastAsia="Calibri" w:cs="Arial"/>
          <w:b/>
          <w:color w:val="FF6600"/>
          <w:szCs w:val="20"/>
        </w:rPr>
        <w:t xml:space="preserve">Annexe 2 – </w:t>
      </w:r>
      <w:r>
        <w:rPr>
          <w:rFonts w:eastAsia="Calibri" w:cs="Arial"/>
          <w:b/>
          <w:color w:val="FF6600"/>
          <w:szCs w:val="20"/>
        </w:rPr>
        <w:t>contacts</w:t>
      </w:r>
      <w:r w:rsidRPr="000A649B">
        <w:rPr>
          <w:rFonts w:eastAsia="Calibri" w:cs="Arial"/>
          <w:b/>
          <w:color w:val="FF6600"/>
          <w:szCs w:val="20"/>
        </w:rPr>
        <w:t xml:space="preserve"> </w:t>
      </w:r>
    </w:p>
    <w:p w14:paraId="79466F3E" w14:textId="44022E95" w:rsidR="000C4408" w:rsidRDefault="000C4408" w:rsidP="007B4921">
      <w:pPr>
        <w:pStyle w:val="Texte"/>
      </w:pPr>
    </w:p>
    <w:p w14:paraId="1E2689F2" w14:textId="7970EE4B" w:rsidR="007B4921" w:rsidRPr="007B4921" w:rsidRDefault="002718B5" w:rsidP="007B4921">
      <w:pPr>
        <w:pStyle w:val="Texte"/>
      </w:pPr>
      <w:r>
        <w:br w:type="page"/>
      </w:r>
    </w:p>
    <w:p w14:paraId="4786DC75" w14:textId="0971A056" w:rsidR="00D01C43" w:rsidRPr="005F3452" w:rsidRDefault="00846B73" w:rsidP="00D01C43">
      <w:pPr>
        <w:pStyle w:val="Titre1"/>
        <w:spacing w:before="0"/>
        <w:ind w:left="0" w:hanging="6"/>
        <w:jc w:val="both"/>
        <w:rPr>
          <w:color w:val="F79646" w:themeColor="accent6"/>
        </w:rPr>
      </w:pPr>
      <w:bookmarkStart w:id="2" w:name="_Toc77058951"/>
      <w:proofErr w:type="gramStart"/>
      <w:r w:rsidRPr="003E5BF2">
        <w:lastRenderedPageBreak/>
        <w:t>d</w:t>
      </w:r>
      <w:r w:rsidR="000C4408" w:rsidRPr="003E5BF2">
        <w:t>éfinitions</w:t>
      </w:r>
      <w:bookmarkEnd w:id="2"/>
      <w:proofErr w:type="gramEnd"/>
      <w:r w:rsidR="00D01C43" w:rsidRPr="003E5BF2">
        <w:t xml:space="preserve"> </w:t>
      </w:r>
    </w:p>
    <w:p w14:paraId="1BC462A7" w14:textId="77777777" w:rsidR="004D01DE" w:rsidRPr="002B357B" w:rsidRDefault="004D01DE" w:rsidP="00F42739">
      <w:pPr>
        <w:spacing w:before="120"/>
        <w:jc w:val="both"/>
        <w:rPr>
          <w:bCs/>
          <w:szCs w:val="20"/>
          <w:u w:val="single"/>
        </w:rPr>
      </w:pPr>
    </w:p>
    <w:p w14:paraId="58095498" w14:textId="77777777" w:rsidR="00B81F3A" w:rsidRPr="000C4408" w:rsidRDefault="00B81F3A" w:rsidP="00B81F3A">
      <w:pPr>
        <w:spacing w:before="120"/>
        <w:jc w:val="both"/>
        <w:rPr>
          <w:bCs/>
          <w:szCs w:val="20"/>
        </w:rPr>
      </w:pPr>
      <w:r w:rsidRPr="000C4408">
        <w:rPr>
          <w:b/>
          <w:bCs/>
          <w:szCs w:val="20"/>
        </w:rPr>
        <w:t>Acc</w:t>
      </w:r>
      <w:r>
        <w:rPr>
          <w:b/>
          <w:bCs/>
          <w:szCs w:val="20"/>
        </w:rPr>
        <w:t>ès</w:t>
      </w:r>
      <w:r w:rsidRPr="000C4408">
        <w:rPr>
          <w:b/>
          <w:bCs/>
          <w:szCs w:val="20"/>
        </w:rPr>
        <w:t xml:space="preserve"> :</w:t>
      </w:r>
      <w:r>
        <w:rPr>
          <w:b/>
          <w:bCs/>
          <w:szCs w:val="20"/>
        </w:rPr>
        <w:t xml:space="preserve"> </w:t>
      </w:r>
      <w:r w:rsidRPr="00B81F3A">
        <w:rPr>
          <w:bCs/>
          <w:szCs w:val="20"/>
        </w:rPr>
        <w:t>ligne continue de communication électronique à très haut débit en fibre optique dédiée, telle que plus amplement définie dans chacune des Conditions Spécifiques</w:t>
      </w:r>
      <w:r w:rsidRPr="009F52F8">
        <w:rPr>
          <w:bCs/>
          <w:szCs w:val="20"/>
        </w:rPr>
        <w:t>.</w:t>
      </w:r>
    </w:p>
    <w:p w14:paraId="78FF2056" w14:textId="10DEEAE9" w:rsidR="004D01DE" w:rsidRPr="000C4408" w:rsidRDefault="004D01DE" w:rsidP="00F42739">
      <w:pPr>
        <w:spacing w:before="120"/>
        <w:jc w:val="both"/>
        <w:rPr>
          <w:bCs/>
          <w:szCs w:val="20"/>
        </w:rPr>
      </w:pPr>
      <w:r w:rsidRPr="000C4408">
        <w:rPr>
          <w:b/>
          <w:bCs/>
          <w:szCs w:val="20"/>
        </w:rPr>
        <w:t>Accord-cadre</w:t>
      </w:r>
      <w:r w:rsidR="004155C6" w:rsidRPr="000C4408">
        <w:rPr>
          <w:b/>
          <w:bCs/>
          <w:szCs w:val="20"/>
        </w:rPr>
        <w:t xml:space="preserve"> </w:t>
      </w:r>
      <w:r w:rsidRPr="000C4408">
        <w:rPr>
          <w:b/>
          <w:bCs/>
          <w:szCs w:val="20"/>
        </w:rPr>
        <w:t>:</w:t>
      </w:r>
      <w:r w:rsidRPr="000C4408">
        <w:rPr>
          <w:bCs/>
          <w:szCs w:val="20"/>
        </w:rPr>
        <w:t xml:space="preserve"> </w:t>
      </w:r>
      <w:r w:rsidRPr="009F52F8">
        <w:rPr>
          <w:bCs/>
          <w:szCs w:val="20"/>
        </w:rPr>
        <w:t xml:space="preserve">désigne le contrat conclu </w:t>
      </w:r>
      <w:r w:rsidR="00701894">
        <w:rPr>
          <w:bCs/>
          <w:szCs w:val="20"/>
        </w:rPr>
        <w:t>entre</w:t>
      </w:r>
      <w:r w:rsidR="00D40C4F">
        <w:rPr>
          <w:bCs/>
          <w:szCs w:val="20"/>
        </w:rPr>
        <w:t xml:space="preserve"> </w:t>
      </w:r>
      <w:r w:rsidR="00C17C2B">
        <w:rPr>
          <w:bCs/>
          <w:szCs w:val="20"/>
        </w:rPr>
        <w:t>YANA FIBRE</w:t>
      </w:r>
      <w:r w:rsidRPr="009F52F8">
        <w:rPr>
          <w:bCs/>
          <w:szCs w:val="20"/>
        </w:rPr>
        <w:t xml:space="preserve"> et l’</w:t>
      </w:r>
      <w:r w:rsidR="00C231F1" w:rsidRPr="009F52F8">
        <w:rPr>
          <w:bCs/>
          <w:szCs w:val="20"/>
        </w:rPr>
        <w:t>Opérateur</w:t>
      </w:r>
      <w:r w:rsidRPr="009F52F8">
        <w:rPr>
          <w:bCs/>
          <w:szCs w:val="20"/>
        </w:rPr>
        <w:t xml:space="preserve"> définissant les conditions juridiques et financières applicables au présent Contrat.</w:t>
      </w:r>
    </w:p>
    <w:p w14:paraId="0261A99E" w14:textId="77777777" w:rsidR="0008165A" w:rsidRPr="000C4408" w:rsidRDefault="0008165A" w:rsidP="0008165A">
      <w:pPr>
        <w:pStyle w:val="Texte"/>
        <w:rPr>
          <w:bCs/>
        </w:rPr>
      </w:pPr>
      <w:r w:rsidRPr="000C4408">
        <w:rPr>
          <w:b/>
          <w:bCs/>
        </w:rPr>
        <w:t>Jours et Heures Ouvrables :</w:t>
      </w:r>
      <w:r w:rsidRPr="009F52F8">
        <w:rPr>
          <w:bCs/>
        </w:rPr>
        <w:t xml:space="preserve"> désigne la période allant du lundi au samedi inclus, hors jours fériés </w:t>
      </w:r>
      <w:r w:rsidR="0063424F">
        <w:rPr>
          <w:bCs/>
        </w:rPr>
        <w:t>ou</w:t>
      </w:r>
      <w:r w:rsidRPr="009F52F8">
        <w:rPr>
          <w:bCs/>
        </w:rPr>
        <w:t xml:space="preserve"> chômés, de 8 heures à 18 heures au sens du calendrier français. </w:t>
      </w:r>
    </w:p>
    <w:p w14:paraId="77B4D010" w14:textId="77777777" w:rsidR="0008165A" w:rsidRPr="00767507" w:rsidRDefault="0008165A" w:rsidP="0008165A">
      <w:pPr>
        <w:pStyle w:val="Texte"/>
        <w:rPr>
          <w:bCs/>
        </w:rPr>
      </w:pPr>
      <w:r w:rsidRPr="000C4408">
        <w:rPr>
          <w:b/>
          <w:bCs/>
        </w:rPr>
        <w:t>Jours et Heures Ouvrés :</w:t>
      </w:r>
      <w:r w:rsidRPr="000C4408">
        <w:rPr>
          <w:bCs/>
        </w:rPr>
        <w:t xml:space="preserve"> </w:t>
      </w:r>
      <w:r w:rsidRPr="009F52F8">
        <w:rPr>
          <w:bCs/>
        </w:rPr>
        <w:t xml:space="preserve">désigne la période allant du lundi au vendredi inclus, hors jours fériés </w:t>
      </w:r>
      <w:r w:rsidR="0063424F">
        <w:rPr>
          <w:bCs/>
        </w:rPr>
        <w:t>ou</w:t>
      </w:r>
      <w:r w:rsidRPr="009F52F8">
        <w:rPr>
          <w:bCs/>
        </w:rPr>
        <w:t xml:space="preserve"> chômés, de 8 heures à 18 heures, au sens du calendrier français. </w:t>
      </w:r>
    </w:p>
    <w:p w14:paraId="6E9EE275" w14:textId="0AFB03DE" w:rsidR="0008165A" w:rsidRPr="000C4408" w:rsidRDefault="0008165A" w:rsidP="0008165A">
      <w:pPr>
        <w:pStyle w:val="Texte"/>
        <w:rPr>
          <w:bCs/>
        </w:rPr>
      </w:pPr>
      <w:r w:rsidRPr="000C4408">
        <w:rPr>
          <w:b/>
        </w:rPr>
        <w:t>Offre :</w:t>
      </w:r>
      <w:r w:rsidRPr="009F52F8">
        <w:t xml:space="preserve"> </w:t>
      </w:r>
      <w:r w:rsidR="006B4EB3" w:rsidRPr="009F52F8">
        <w:t xml:space="preserve">désigne une prestation fournie </w:t>
      </w:r>
      <w:r w:rsidR="00701894">
        <w:t xml:space="preserve">par </w:t>
      </w:r>
      <w:r w:rsidR="00C17C2B">
        <w:t>YANA FIBRE</w:t>
      </w:r>
      <w:r w:rsidR="006B4EB3" w:rsidRPr="009F52F8">
        <w:t xml:space="preserve"> permettant à l’</w:t>
      </w:r>
      <w:r w:rsidR="00C231F1" w:rsidRPr="009F52F8">
        <w:t>Opérateur</w:t>
      </w:r>
      <w:r w:rsidR="006B4EB3" w:rsidRPr="009F52F8">
        <w:t xml:space="preserve"> de fournir aux Utilisateurs, directement ou indirectement, un service haut débit.</w:t>
      </w:r>
    </w:p>
    <w:p w14:paraId="6062A1CE" w14:textId="7CA73BDC" w:rsidR="008D118B" w:rsidRDefault="00C231F1" w:rsidP="0008165A">
      <w:pPr>
        <w:pStyle w:val="Texte"/>
      </w:pPr>
      <w:r w:rsidRPr="000C4408">
        <w:rPr>
          <w:b/>
        </w:rPr>
        <w:t>Opérateur</w:t>
      </w:r>
      <w:r w:rsidR="00D230F6" w:rsidRPr="000C4408">
        <w:rPr>
          <w:b/>
        </w:rPr>
        <w:t> </w:t>
      </w:r>
      <w:r w:rsidR="0008165A" w:rsidRPr="000C4408">
        <w:rPr>
          <w:b/>
        </w:rPr>
        <w:t>:</w:t>
      </w:r>
      <w:r w:rsidR="0008165A" w:rsidRPr="009F52F8">
        <w:t xml:space="preserve"> désigne l’exploitant du réseau de communications électroniques ouvert au public ou fournissant au public un service de communications électroniques, signataire du Contrat </w:t>
      </w:r>
      <w:r w:rsidR="00701894">
        <w:t xml:space="preserve">avec </w:t>
      </w:r>
      <w:r w:rsidR="00C17C2B">
        <w:t>YANA FIBRE</w:t>
      </w:r>
      <w:r w:rsidR="0008165A" w:rsidRPr="002C21C2">
        <w:t xml:space="preserve">. </w:t>
      </w:r>
    </w:p>
    <w:p w14:paraId="32BB3C77" w14:textId="77777777" w:rsidR="00D40C4F" w:rsidRDefault="00D40C4F" w:rsidP="00D40C4F">
      <w:pPr>
        <w:pStyle w:val="Texte"/>
      </w:pPr>
      <w:r w:rsidRPr="00D40C4F">
        <w:rPr>
          <w:b/>
        </w:rPr>
        <w:t>Utilisateur (ou Client Final) :</w:t>
      </w:r>
      <w:r w:rsidRPr="00403432">
        <w:t xml:space="preserve"> </w:t>
      </w:r>
      <w:r w:rsidRPr="004C3106">
        <w:t>désigne la personne physique ou morale ayant conclu un contrat de services directement ou indirectement avec l’</w:t>
      </w:r>
      <w:r>
        <w:t>Opérateur.</w:t>
      </w:r>
    </w:p>
    <w:p w14:paraId="42E64D0D" w14:textId="6720AF00" w:rsidR="00D01C43" w:rsidRPr="003E5BF2" w:rsidRDefault="00846B73" w:rsidP="000C4408">
      <w:pPr>
        <w:pStyle w:val="Titre1"/>
        <w:spacing w:before="720"/>
        <w:ind w:left="1707" w:hanging="1707"/>
      </w:pPr>
      <w:bookmarkStart w:id="3" w:name="_Toc77058952"/>
      <w:proofErr w:type="gramStart"/>
      <w:r w:rsidRPr="003E5BF2">
        <w:t>o</w:t>
      </w:r>
      <w:r w:rsidR="000C4408" w:rsidRPr="003E5BF2">
        <w:t>bjet</w:t>
      </w:r>
      <w:bookmarkEnd w:id="3"/>
      <w:proofErr w:type="gramEnd"/>
      <w:r w:rsidR="00D01C43" w:rsidRPr="003E5BF2">
        <w:t xml:space="preserve"> </w:t>
      </w:r>
    </w:p>
    <w:p w14:paraId="1826D72C" w14:textId="77777777" w:rsidR="0027219A" w:rsidRPr="004C3106" w:rsidRDefault="0027219A" w:rsidP="006D1707">
      <w:pPr>
        <w:keepLines/>
        <w:jc w:val="both"/>
        <w:rPr>
          <w:rFonts w:cs="Arial"/>
        </w:rPr>
      </w:pPr>
    </w:p>
    <w:p w14:paraId="25197898" w14:textId="28880757" w:rsidR="00A70FFE" w:rsidRPr="0029530C" w:rsidRDefault="00340513" w:rsidP="006B4EB3">
      <w:pPr>
        <w:pStyle w:val="Textecourant"/>
      </w:pPr>
      <w:r w:rsidRPr="004C3106">
        <w:t>Le</w:t>
      </w:r>
      <w:r w:rsidR="00547C60" w:rsidRPr="004C3106">
        <w:t>s</w:t>
      </w:r>
      <w:r w:rsidRPr="004C3106">
        <w:t xml:space="preserve"> </w:t>
      </w:r>
      <w:r w:rsidR="00C35CB8" w:rsidRPr="00982ECC">
        <w:t xml:space="preserve">présentes </w:t>
      </w:r>
      <w:r w:rsidR="00D97EF0" w:rsidRPr="00982ECC">
        <w:t>Conditions Générales</w:t>
      </w:r>
      <w:r w:rsidR="0027219A" w:rsidRPr="00982ECC">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29530C">
        <w:t xml:space="preserve"> et modalités</w:t>
      </w:r>
      <w:r w:rsidR="00D97EF0" w:rsidRPr="0029530C">
        <w:t xml:space="preserve"> générales </w:t>
      </w:r>
      <w:r w:rsidRPr="0029530C">
        <w:t xml:space="preserve">applicables à la fourniture </w:t>
      </w:r>
      <w:r w:rsidR="00701894">
        <w:t>par</w:t>
      </w:r>
      <w:r w:rsidR="00D40C4F">
        <w:t xml:space="preserve"> </w:t>
      </w:r>
      <w:r w:rsidR="00C17C2B">
        <w:t>YANA FIBRE</w:t>
      </w:r>
      <w:r w:rsidR="00061A4F" w:rsidRPr="004C3106">
        <w:t xml:space="preserve"> </w:t>
      </w:r>
      <w:r w:rsidR="004131E8" w:rsidRPr="004C3106">
        <w:t>d</w:t>
      </w:r>
      <w:r w:rsidR="00547C60" w:rsidRPr="004C3106">
        <w:t xml:space="preserve">es </w:t>
      </w:r>
      <w:r w:rsidR="004131E8" w:rsidRPr="00982ECC">
        <w:t xml:space="preserve">Offres appartenant </w:t>
      </w:r>
      <w:r w:rsidR="006B4EB3" w:rsidRPr="00982ECC">
        <w:t>au domaine «</w:t>
      </w:r>
      <w:r w:rsidR="0096200E">
        <w:t xml:space="preserve"> </w:t>
      </w:r>
      <w:r w:rsidR="0030355F">
        <w:t xml:space="preserve">Offres </w:t>
      </w:r>
      <w:r w:rsidR="007F153E">
        <w:t>FTTE passif</w:t>
      </w:r>
      <w:r w:rsidR="006B4EB3" w:rsidRPr="00982ECC">
        <w:t> </w:t>
      </w:r>
      <w:r w:rsidR="0027219A" w:rsidRPr="00317976">
        <w:t>»</w:t>
      </w:r>
      <w:r w:rsidR="007B561D" w:rsidRPr="0029530C">
        <w:t xml:space="preserve">. </w:t>
      </w:r>
    </w:p>
    <w:p w14:paraId="011E3CFA" w14:textId="6BE66FD5" w:rsidR="001A157A" w:rsidRPr="00865B24" w:rsidRDefault="00846B73" w:rsidP="00865B24">
      <w:pPr>
        <w:pStyle w:val="Titre1"/>
        <w:spacing w:before="720"/>
        <w:ind w:left="1707" w:hanging="1707"/>
      </w:pPr>
      <w:bookmarkStart w:id="4" w:name="_Toc77058953"/>
      <w:proofErr w:type="gramStart"/>
      <w:r w:rsidRPr="003E5BF2">
        <w:t>d</w:t>
      </w:r>
      <w:r w:rsidR="000C4408" w:rsidRPr="003E5BF2">
        <w:t>ocuments</w:t>
      </w:r>
      <w:proofErr w:type="gramEnd"/>
      <w:r w:rsidR="001A157A" w:rsidRPr="003E5BF2">
        <w:t xml:space="preserve"> contractuels</w:t>
      </w:r>
      <w:bookmarkEnd w:id="4"/>
    </w:p>
    <w:p w14:paraId="00160656" w14:textId="77777777" w:rsidR="0027219A" w:rsidRPr="004C3106" w:rsidRDefault="0027219A" w:rsidP="00B05C58">
      <w:pPr>
        <w:pStyle w:val="Texte"/>
        <w:spacing w:before="0"/>
      </w:pPr>
    </w:p>
    <w:p w14:paraId="67FDB79B" w14:textId="77777777" w:rsidR="00895D9C" w:rsidRPr="00317976" w:rsidRDefault="00873B38" w:rsidP="00917034">
      <w:pPr>
        <w:jc w:val="both"/>
      </w:pPr>
      <w:r w:rsidRPr="004C3106">
        <w:t>Le</w:t>
      </w:r>
      <w:r w:rsidR="00895D9C" w:rsidRPr="004C3106">
        <w:t xml:space="preserve"> </w:t>
      </w:r>
      <w:r w:rsidR="0046167B">
        <w:t>c</w:t>
      </w:r>
      <w:r w:rsidR="00895D9C" w:rsidRPr="004C3106">
        <w:t xml:space="preserve">ontrat </w:t>
      </w:r>
      <w:r w:rsidR="00B76CB1" w:rsidRPr="00982ECC">
        <w:t xml:space="preserve">(ci-après le « Contrat ») </w:t>
      </w:r>
      <w:r w:rsidR="00895D9C" w:rsidRPr="00982ECC">
        <w:t>est composé, par ordre de priorité décroissante, des documents suivants </w:t>
      </w:r>
      <w:r w:rsidR="00895D9C" w:rsidRPr="00317976">
        <w:t>:</w:t>
      </w:r>
    </w:p>
    <w:p w14:paraId="0B799AA7" w14:textId="77777777" w:rsidR="00845CC0" w:rsidRPr="00317976" w:rsidRDefault="00845CC0" w:rsidP="00917034">
      <w:pPr>
        <w:jc w:val="both"/>
      </w:pPr>
    </w:p>
    <w:p w14:paraId="532E9DC2" w14:textId="59CB4FA9" w:rsidR="00895D9C" w:rsidRPr="00317976" w:rsidRDefault="00845CC0" w:rsidP="00865B24">
      <w:pPr>
        <w:numPr>
          <w:ilvl w:val="0"/>
          <w:numId w:val="6"/>
        </w:numPr>
        <w:jc w:val="both"/>
      </w:pPr>
      <w:r w:rsidRPr="0029530C">
        <w:t>l</w:t>
      </w:r>
      <w:r w:rsidR="00895D9C" w:rsidRPr="0029530C">
        <w:t>es présentes Conditions Générales</w:t>
      </w:r>
      <w:r w:rsidR="00077AF6" w:rsidRPr="0029530C">
        <w:t xml:space="preserve"> complétées de </w:t>
      </w:r>
      <w:r w:rsidR="002718B5">
        <w:t>leurs annexes</w:t>
      </w:r>
      <w:r w:rsidR="00077AF6" w:rsidRPr="00317976">
        <w:t xml:space="preserve">. Les Parties conviennent de tenir </w:t>
      </w:r>
      <w:r w:rsidR="002718B5">
        <w:t>l’annexe « </w:t>
      </w:r>
      <w:r w:rsidR="002718B5" w:rsidRPr="002718B5">
        <w:t>liste de(s) l’Offres(s) FTTE passif souscrite(s) par l’Opérateur</w:t>
      </w:r>
      <w:r w:rsidR="002718B5">
        <w:t> »</w:t>
      </w:r>
      <w:r w:rsidR="002718B5" w:rsidRPr="002718B5">
        <w:t xml:space="preserve"> </w:t>
      </w:r>
      <w:r w:rsidR="00077AF6" w:rsidRPr="00317976">
        <w:t xml:space="preserve">à jour d’un commun accord. </w:t>
      </w:r>
    </w:p>
    <w:p w14:paraId="3E66F1F2" w14:textId="727A9CDE" w:rsidR="00745D00" w:rsidRPr="002B357B" w:rsidRDefault="00BF624C" w:rsidP="00865B24">
      <w:pPr>
        <w:numPr>
          <w:ilvl w:val="0"/>
          <w:numId w:val="6"/>
        </w:numPr>
        <w:jc w:val="both"/>
      </w:pPr>
      <w:r w:rsidRPr="0029530C">
        <w:t xml:space="preserve">les </w:t>
      </w:r>
      <w:r w:rsidR="007C0D06">
        <w:t>C</w:t>
      </w:r>
      <w:r w:rsidRPr="0029530C">
        <w:t xml:space="preserve">onditions </w:t>
      </w:r>
      <w:r w:rsidR="007C0D06">
        <w:t>S</w:t>
      </w:r>
      <w:r w:rsidRPr="0029530C">
        <w:t>pécifiques décrivant les conditions et modalités techniques et opérationnelles applicables à la fourniture d’une Offre et</w:t>
      </w:r>
      <w:r w:rsidR="002819F4" w:rsidRPr="00955A28">
        <w:t xml:space="preserve"> </w:t>
      </w:r>
      <w:r w:rsidR="00845CC0" w:rsidRPr="00663FE2">
        <w:t>l</w:t>
      </w:r>
      <w:r w:rsidR="00873B38" w:rsidRPr="004155C6">
        <w:t>e</w:t>
      </w:r>
      <w:r w:rsidR="005972F7" w:rsidRPr="004155C6">
        <w:t>urs</w:t>
      </w:r>
      <w:r w:rsidR="00873B38" w:rsidRPr="004155C6">
        <w:t xml:space="preserve"> </w:t>
      </w:r>
      <w:r w:rsidR="00FD41FA" w:rsidRPr="004155C6">
        <w:t>annexes</w:t>
      </w:r>
      <w:r w:rsidR="00560597" w:rsidRPr="002B357B">
        <w:t>.</w:t>
      </w:r>
      <w:r w:rsidR="00843538" w:rsidRPr="002B357B">
        <w:t xml:space="preserve"> </w:t>
      </w:r>
    </w:p>
    <w:p w14:paraId="0E5C9BEC" w14:textId="77777777" w:rsidR="00340513" w:rsidRPr="004155C6" w:rsidRDefault="00917034" w:rsidP="00865B24">
      <w:pPr>
        <w:numPr>
          <w:ilvl w:val="0"/>
          <w:numId w:val="6"/>
        </w:numPr>
        <w:jc w:val="both"/>
      </w:pPr>
      <w:r w:rsidRPr="002B357B">
        <w:t xml:space="preserve">les </w:t>
      </w:r>
      <w:r w:rsidR="00681471" w:rsidRPr="002B357B">
        <w:t>b</w:t>
      </w:r>
      <w:r w:rsidR="00340513" w:rsidRPr="002B357B">
        <w:t>on</w:t>
      </w:r>
      <w:r w:rsidR="00FA6F4E" w:rsidRPr="002B357B">
        <w:t>s</w:t>
      </w:r>
      <w:r w:rsidR="00340513" w:rsidRPr="002B357B">
        <w:t xml:space="preserve"> de </w:t>
      </w:r>
      <w:r w:rsidR="00681471" w:rsidRPr="004155C6">
        <w:t>c</w:t>
      </w:r>
      <w:r w:rsidR="00340513" w:rsidRPr="004155C6">
        <w:t>ommande</w:t>
      </w:r>
      <w:r w:rsidR="004155C6">
        <w:t>.</w:t>
      </w:r>
      <w:r w:rsidR="00843538" w:rsidRPr="004155C6">
        <w:t xml:space="preserve"> </w:t>
      </w:r>
      <w:r w:rsidR="00340513" w:rsidRPr="004155C6">
        <w:t xml:space="preserve"> </w:t>
      </w:r>
    </w:p>
    <w:p w14:paraId="11D65965" w14:textId="77777777" w:rsidR="00065C3D" w:rsidRPr="0029530C"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29530C">
        <w:rPr>
          <w:rFonts w:cs="Arial"/>
          <w:szCs w:val="20"/>
        </w:rPr>
        <w:t>ans les Conditions Générales.</w:t>
      </w:r>
    </w:p>
    <w:p w14:paraId="6730350E" w14:textId="77777777" w:rsidR="00065C3D" w:rsidRPr="004155C6" w:rsidRDefault="00004514" w:rsidP="00065C3D">
      <w:pPr>
        <w:spacing w:before="120"/>
        <w:jc w:val="both"/>
        <w:rPr>
          <w:rFonts w:cs="Arial"/>
          <w:szCs w:val="20"/>
        </w:rPr>
      </w:pPr>
      <w:r w:rsidRPr="00955A28">
        <w:rPr>
          <w:rFonts w:cs="Arial"/>
          <w:szCs w:val="20"/>
        </w:rPr>
        <w:t>Préalablement à la signature des présentes Conditions Générales, l’</w:t>
      </w:r>
      <w:r w:rsidR="00C231F1">
        <w:rPr>
          <w:rFonts w:cs="Arial"/>
          <w:szCs w:val="20"/>
        </w:rPr>
        <w:t>Opérateur</w:t>
      </w:r>
      <w:r w:rsidRPr="00317976">
        <w:rPr>
          <w:rFonts w:cs="Arial"/>
          <w:szCs w:val="20"/>
        </w:rPr>
        <w:t xml:space="preserve"> doit avoir signé l’Accord-cadre</w:t>
      </w:r>
      <w:r w:rsidR="002819F4" w:rsidRPr="00317976">
        <w:rPr>
          <w:rFonts w:cs="Arial"/>
          <w:szCs w:val="20"/>
        </w:rPr>
        <w:t xml:space="preserve"> </w:t>
      </w:r>
      <w:r w:rsidRPr="00955A28">
        <w:rPr>
          <w:rFonts w:cs="Arial"/>
          <w:szCs w:val="20"/>
        </w:rPr>
        <w:t xml:space="preserve">régissant le Contrat. </w:t>
      </w:r>
      <w:r w:rsidR="00065C3D" w:rsidRPr="00955A28">
        <w:rPr>
          <w:rFonts w:cs="Arial"/>
          <w:szCs w:val="20"/>
        </w:rPr>
        <w:t xml:space="preserve">Les stipulations de l’Accord-cadre </w:t>
      </w:r>
      <w:r w:rsidR="00065C3D" w:rsidRPr="004155C6">
        <w:rPr>
          <w:rFonts w:cs="Arial"/>
          <w:szCs w:val="20"/>
        </w:rPr>
        <w:t>s’appliquent au Contrat.</w:t>
      </w:r>
    </w:p>
    <w:p w14:paraId="52E8CA34" w14:textId="234F302E" w:rsidR="00065C3D" w:rsidRPr="00865B24" w:rsidRDefault="00065C3D" w:rsidP="00865B24">
      <w:pPr>
        <w:spacing w:before="120"/>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reconnaît avoir reçu, à la date d’effet des présentes Conditions Générales, par courri</w:t>
      </w:r>
      <w:r w:rsidR="00B24973" w:rsidRPr="0029530C">
        <w:rPr>
          <w:rFonts w:cs="Arial"/>
          <w:szCs w:val="20"/>
        </w:rPr>
        <w:t>er électronique, un exemplaire </w:t>
      </w:r>
      <w:r w:rsidRPr="00955A28">
        <w:rPr>
          <w:rFonts w:cs="Arial"/>
          <w:szCs w:val="20"/>
        </w:rPr>
        <w:t xml:space="preserve">des </w:t>
      </w:r>
      <w:r w:rsidR="00DC011E">
        <w:rPr>
          <w:rFonts w:cs="Arial"/>
          <w:szCs w:val="20"/>
        </w:rPr>
        <w:t>C</w:t>
      </w:r>
      <w:r w:rsidRPr="00663FE2">
        <w:rPr>
          <w:rFonts w:cs="Arial"/>
          <w:szCs w:val="20"/>
        </w:rPr>
        <w:t xml:space="preserve">onditions </w:t>
      </w:r>
      <w:r w:rsidR="00DC011E">
        <w:rPr>
          <w:rFonts w:cs="Arial"/>
          <w:szCs w:val="20"/>
        </w:rPr>
        <w:t>S</w:t>
      </w:r>
      <w:r w:rsidR="00D40C4F">
        <w:rPr>
          <w:rFonts w:cs="Arial"/>
          <w:szCs w:val="20"/>
        </w:rPr>
        <w:t>pécifiques</w:t>
      </w:r>
      <w:r w:rsidR="00B24973" w:rsidRPr="004155C6">
        <w:rPr>
          <w:rFonts w:cs="Arial"/>
          <w:szCs w:val="20"/>
        </w:rPr>
        <w:t xml:space="preserve"> et des </w:t>
      </w:r>
      <w:r w:rsidR="00FD41FA" w:rsidRPr="004155C6">
        <w:rPr>
          <w:rFonts w:cs="Arial"/>
          <w:szCs w:val="20"/>
        </w:rPr>
        <w:t>annexes</w:t>
      </w:r>
      <w:r w:rsidR="00B24973" w:rsidRPr="007B4921">
        <w:rPr>
          <w:rFonts w:cs="Arial"/>
          <w:szCs w:val="20"/>
        </w:rPr>
        <w:t xml:space="preserve"> </w:t>
      </w:r>
      <w:r w:rsidRPr="007B4921">
        <w:rPr>
          <w:rFonts w:cs="Arial"/>
          <w:szCs w:val="20"/>
        </w:rPr>
        <w:t>et certifie en avoir pris connaissance.</w:t>
      </w:r>
    </w:p>
    <w:p w14:paraId="2DD4E683" w14:textId="5E2B889A" w:rsidR="00E07421" w:rsidRPr="00865B24" w:rsidRDefault="00846B73" w:rsidP="00865B24">
      <w:pPr>
        <w:pStyle w:val="Titre1"/>
        <w:spacing w:before="720"/>
        <w:ind w:left="1707" w:hanging="1707"/>
      </w:pPr>
      <w:bookmarkStart w:id="5" w:name="_Toc429411254"/>
      <w:bookmarkStart w:id="6" w:name="_Toc326054982"/>
      <w:bookmarkStart w:id="7" w:name="_Toc326054983"/>
      <w:bookmarkStart w:id="8" w:name="_Toc77058954"/>
      <w:bookmarkEnd w:id="5"/>
      <w:bookmarkEnd w:id="6"/>
      <w:bookmarkEnd w:id="7"/>
      <w:proofErr w:type="gramStart"/>
      <w:r w:rsidRPr="003E5BF2">
        <w:lastRenderedPageBreak/>
        <w:t>d</w:t>
      </w:r>
      <w:r w:rsidR="000C4408" w:rsidRPr="003E5BF2">
        <w:t>ate</w:t>
      </w:r>
      <w:proofErr w:type="gramEnd"/>
      <w:r w:rsidR="00E07421" w:rsidRPr="003E5BF2">
        <w:t xml:space="preserve"> d'effet et durée</w:t>
      </w:r>
      <w:bookmarkEnd w:id="8"/>
      <w:r w:rsidR="00E07421" w:rsidRPr="003E5BF2">
        <w:t xml:space="preserve"> </w:t>
      </w:r>
    </w:p>
    <w:p w14:paraId="5B9BFF76" w14:textId="62065BAF" w:rsidR="004056B7" w:rsidRPr="002B357B" w:rsidRDefault="00846B73" w:rsidP="00A50AF1">
      <w:pPr>
        <w:pStyle w:val="Titre2"/>
        <w:ind w:left="0" w:hanging="10"/>
        <w:jc w:val="both"/>
      </w:pPr>
      <w:bookmarkStart w:id="9" w:name="_Toc77058955"/>
      <w:proofErr w:type="gramStart"/>
      <w:r>
        <w:t>d</w:t>
      </w:r>
      <w:r w:rsidR="00C5100D" w:rsidRPr="002B357B">
        <w:t>ate</w:t>
      </w:r>
      <w:proofErr w:type="gramEnd"/>
      <w:r w:rsidR="002659A0" w:rsidRPr="002B357B">
        <w:t xml:space="preserve"> </w:t>
      </w:r>
      <w:r w:rsidR="004056B7" w:rsidRPr="002B357B">
        <w:t>d'effet</w:t>
      </w:r>
      <w:bookmarkEnd w:id="9"/>
    </w:p>
    <w:p w14:paraId="0AA443D6" w14:textId="77777777" w:rsidR="0027219A" w:rsidRDefault="0027219A" w:rsidP="00A50AF1">
      <w:pPr>
        <w:pStyle w:val="Texte"/>
        <w:spacing w:before="0"/>
      </w:pPr>
    </w:p>
    <w:p w14:paraId="5ACB26C8" w14:textId="77777777" w:rsidR="004056B7" w:rsidRDefault="0063424F" w:rsidP="00A50AF1">
      <w:pPr>
        <w:pStyle w:val="Texte"/>
        <w:spacing w:before="0"/>
      </w:pPr>
      <w:r w:rsidRPr="000C4408">
        <w:t xml:space="preserve">Sauf cas expressément prévu et notamment à l’article intitulé « Garanties financières » de l’Accord-cadre, </w:t>
      </w:r>
      <w:r w:rsidR="000B48DD" w:rsidRPr="007B4921">
        <w:t>le Contrat</w:t>
      </w:r>
      <w:r w:rsidR="00612CE7" w:rsidRPr="007B4921">
        <w:t xml:space="preserve"> </w:t>
      </w:r>
      <w:r w:rsidR="004056B7" w:rsidRPr="007B4921">
        <w:t>prend</w:t>
      </w:r>
      <w:r w:rsidR="002659A0" w:rsidRPr="007B4921">
        <w:t xml:space="preserve"> effet</w:t>
      </w:r>
      <w:r w:rsidR="00985148" w:rsidRPr="007B4921">
        <w:t xml:space="preserve"> au jour de la signature d</w:t>
      </w:r>
      <w:r w:rsidR="00767507">
        <w:t>es présentes Conditions Générales.</w:t>
      </w:r>
      <w:r w:rsidR="00C05339" w:rsidRPr="004C3106">
        <w:t xml:space="preserve"> </w:t>
      </w:r>
    </w:p>
    <w:p w14:paraId="3E9BAFC8" w14:textId="77777777" w:rsidR="0063424F" w:rsidRPr="00982ECC" w:rsidRDefault="0063424F" w:rsidP="00A50AF1">
      <w:pPr>
        <w:pStyle w:val="Texte"/>
        <w:spacing w:before="0"/>
      </w:pPr>
    </w:p>
    <w:p w14:paraId="75B35F6C" w14:textId="28F82783" w:rsidR="004056B7" w:rsidRPr="00317976" w:rsidRDefault="00846B73" w:rsidP="00A50AF1">
      <w:pPr>
        <w:pStyle w:val="Titre2"/>
        <w:ind w:left="0" w:hanging="10"/>
        <w:jc w:val="both"/>
      </w:pPr>
      <w:bookmarkStart w:id="10" w:name="_Toc429411257"/>
      <w:bookmarkStart w:id="11" w:name="_Toc77058956"/>
      <w:bookmarkEnd w:id="10"/>
      <w:proofErr w:type="gramStart"/>
      <w:r>
        <w:t>d</w:t>
      </w:r>
      <w:r w:rsidR="00C5100D" w:rsidRPr="00317976">
        <w:t>urée</w:t>
      </w:r>
      <w:bookmarkEnd w:id="11"/>
      <w:proofErr w:type="gramEnd"/>
    </w:p>
    <w:p w14:paraId="7D60B548" w14:textId="77777777" w:rsidR="0027219A" w:rsidRPr="0029530C" w:rsidRDefault="0027219A" w:rsidP="00A50AF1">
      <w:pPr>
        <w:pStyle w:val="Texte"/>
        <w:spacing w:before="0"/>
      </w:pPr>
    </w:p>
    <w:p w14:paraId="3D452734" w14:textId="77777777" w:rsidR="005F3452" w:rsidRPr="00865B24" w:rsidRDefault="000D7737" w:rsidP="005F3452">
      <w:pPr>
        <w:pStyle w:val="Textecourant"/>
      </w:pPr>
      <w:r w:rsidRPr="00955A28">
        <w:t>Le</w:t>
      </w:r>
      <w:r w:rsidR="000D3525" w:rsidRPr="00955A28">
        <w:t xml:space="preserve"> Contrat est conclu</w:t>
      </w:r>
      <w:r w:rsidR="006B219B" w:rsidRPr="00663FE2">
        <w:t xml:space="preserve"> </w:t>
      </w:r>
      <w:r w:rsidR="005F3452" w:rsidRPr="004155C6">
        <w:t xml:space="preserve">à </w:t>
      </w:r>
      <w:r w:rsidR="005F3452" w:rsidRPr="00865B24">
        <w:t>compter de sa date d’effet et jusqu’à la survenance du premier des événements suivants :</w:t>
      </w:r>
    </w:p>
    <w:p w14:paraId="20FDCF48" w14:textId="77777777" w:rsidR="005F3452" w:rsidRPr="00865B24" w:rsidRDefault="005F3452" w:rsidP="00865B24">
      <w:pPr>
        <w:pStyle w:val="Textecourant"/>
        <w:numPr>
          <w:ilvl w:val="0"/>
          <w:numId w:val="10"/>
        </w:numPr>
      </w:pPr>
      <w:r w:rsidRPr="00865B24">
        <w:t>la fin normale ou anticipée de la Convention de Délégation de Service Public ;</w:t>
      </w:r>
    </w:p>
    <w:p w14:paraId="520536C7" w14:textId="77777777" w:rsidR="005F3452" w:rsidRPr="00865B24" w:rsidRDefault="005F3452" w:rsidP="00865B24">
      <w:pPr>
        <w:pStyle w:val="Textecourant"/>
        <w:numPr>
          <w:ilvl w:val="0"/>
          <w:numId w:val="10"/>
        </w:numPr>
      </w:pPr>
      <w:r w:rsidRPr="00865B24">
        <w:t>la signature par les Parties d’une nouvelle version de celles-ci ;</w:t>
      </w:r>
    </w:p>
    <w:p w14:paraId="02177F86" w14:textId="169AEB76" w:rsidR="0027219A" w:rsidRPr="00865B24" w:rsidRDefault="005F3452" w:rsidP="00865B24">
      <w:pPr>
        <w:pStyle w:val="Textecourant"/>
        <w:numPr>
          <w:ilvl w:val="0"/>
          <w:numId w:val="10"/>
        </w:numPr>
      </w:pPr>
      <w:r w:rsidRPr="00865B24">
        <w:t>le</w:t>
      </w:r>
      <w:r w:rsidR="007F153E" w:rsidRPr="00865B24">
        <w:t xml:space="preserve"> terme de la dernière commande en vigueur.</w:t>
      </w:r>
    </w:p>
    <w:p w14:paraId="5A83EE9A" w14:textId="77777777" w:rsidR="000D7737" w:rsidRPr="002B357B" w:rsidRDefault="000D7737" w:rsidP="007D6F53">
      <w:pPr>
        <w:pStyle w:val="Texte"/>
        <w:spacing w:before="0"/>
      </w:pPr>
    </w:p>
    <w:p w14:paraId="7798F501" w14:textId="151341C0" w:rsidR="00575748" w:rsidRPr="002B357B" w:rsidRDefault="007F153E" w:rsidP="00865B24">
      <w:pPr>
        <w:pStyle w:val="Texte"/>
        <w:spacing w:before="0"/>
      </w:pPr>
      <w:r w:rsidRPr="002B357B">
        <w:t xml:space="preserve">La durée de la commande est définie, le cas échéant, dans les </w:t>
      </w:r>
      <w:r>
        <w:t>C</w:t>
      </w:r>
      <w:r w:rsidRPr="002B357B">
        <w:t xml:space="preserve">onditions </w:t>
      </w:r>
      <w:r>
        <w:t>S</w:t>
      </w:r>
      <w:r w:rsidRPr="002B357B">
        <w:t>pécifiques. Elle court à compter de la date de mise à disposition effective.</w:t>
      </w:r>
    </w:p>
    <w:p w14:paraId="41FC11C3" w14:textId="53108562" w:rsidR="00E07421" w:rsidRPr="003E5BF2" w:rsidRDefault="00846B73" w:rsidP="00865B24">
      <w:pPr>
        <w:pStyle w:val="Titre1"/>
        <w:spacing w:before="720"/>
        <w:ind w:left="1707" w:hanging="1707"/>
      </w:pPr>
      <w:bookmarkStart w:id="12" w:name="_Toc77058957"/>
      <w:proofErr w:type="gramStart"/>
      <w:r w:rsidRPr="003E5BF2">
        <w:t>d</w:t>
      </w:r>
      <w:r w:rsidR="000C4408" w:rsidRPr="003E5BF2">
        <w:t>ate</w:t>
      </w:r>
      <w:proofErr w:type="gramEnd"/>
      <w:r w:rsidR="00665B7D" w:rsidRPr="003E5BF2">
        <w:t xml:space="preserve"> de </w:t>
      </w:r>
      <w:r w:rsidR="00BE481C" w:rsidRPr="003E5BF2">
        <w:t>m</w:t>
      </w:r>
      <w:r w:rsidR="00E07421" w:rsidRPr="003E5BF2">
        <w:t xml:space="preserve">ise à </w:t>
      </w:r>
      <w:r w:rsidR="001B0C5D" w:rsidRPr="003E5BF2">
        <w:t>d</w:t>
      </w:r>
      <w:r w:rsidR="00E07421" w:rsidRPr="003E5BF2">
        <w:t>isposition</w:t>
      </w:r>
      <w:bookmarkEnd w:id="12"/>
      <w:r w:rsidR="00E07421" w:rsidRPr="003E5BF2">
        <w:t xml:space="preserve"> </w:t>
      </w:r>
    </w:p>
    <w:p w14:paraId="7E423CFA" w14:textId="52998F19" w:rsidR="004155C6" w:rsidRPr="001F32F0" w:rsidRDefault="00846B73" w:rsidP="004155C6">
      <w:pPr>
        <w:pStyle w:val="Titre2"/>
        <w:ind w:left="0" w:firstLine="0"/>
        <w:jc w:val="both"/>
      </w:pPr>
      <w:bookmarkStart w:id="13" w:name="_Toc525031712"/>
      <w:bookmarkStart w:id="14" w:name="_Toc77058958"/>
      <w:proofErr w:type="gramStart"/>
      <w:r>
        <w:t>d</w:t>
      </w:r>
      <w:r w:rsidR="00C5100D">
        <w:t>ate</w:t>
      </w:r>
      <w:proofErr w:type="gramEnd"/>
      <w:r w:rsidR="004155C6" w:rsidRPr="001F32F0">
        <w:t xml:space="preserve"> de mise à </w:t>
      </w:r>
      <w:r w:rsidR="004155C6">
        <w:t>d</w:t>
      </w:r>
      <w:r w:rsidR="004155C6" w:rsidRPr="001F32F0">
        <w:t xml:space="preserve">isposition </w:t>
      </w:r>
      <w:r w:rsidR="004155C6">
        <w:t>c</w:t>
      </w:r>
      <w:r w:rsidR="004155C6" w:rsidRPr="001F32F0">
        <w:t>onvenue</w:t>
      </w:r>
      <w:bookmarkEnd w:id="13"/>
      <w:bookmarkEnd w:id="14"/>
    </w:p>
    <w:p w14:paraId="4E2A4C8A" w14:textId="77777777" w:rsidR="004155C6" w:rsidRDefault="004155C6" w:rsidP="004155C6">
      <w:pPr>
        <w:pStyle w:val="Texte"/>
        <w:spacing w:before="0"/>
      </w:pPr>
    </w:p>
    <w:p w14:paraId="47C71E6D" w14:textId="40392ABD"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 la date à laquelle</w:t>
      </w:r>
      <w:r w:rsidR="00D40C4F">
        <w:t xml:space="preserve"> </w:t>
      </w:r>
      <w:r w:rsidR="00C17C2B">
        <w:t>YANA FIBRE</w:t>
      </w:r>
      <w:r w:rsidR="00701894">
        <w:t xml:space="preserve"> </w:t>
      </w:r>
      <w:r w:rsidRPr="001F32F0">
        <w:t>s’engage à fournir à l’</w:t>
      </w:r>
      <w:r w:rsidR="00C231F1">
        <w:t>Opérateur</w:t>
      </w:r>
      <w:r>
        <w:t xml:space="preserve"> la commande. </w:t>
      </w:r>
    </w:p>
    <w:p w14:paraId="3CE722B3" w14:textId="77777777" w:rsidR="004155C6" w:rsidRDefault="004155C6" w:rsidP="004155C6">
      <w:pPr>
        <w:pStyle w:val="Texte"/>
        <w:spacing w:before="0"/>
      </w:pPr>
    </w:p>
    <w:p w14:paraId="0A2B0479" w14:textId="0BF9DC41" w:rsidR="004155C6" w:rsidRDefault="004155C6" w:rsidP="004155C6">
      <w:pPr>
        <w:pStyle w:val="Texte"/>
        <w:spacing w:before="0"/>
      </w:pPr>
      <w:r w:rsidRPr="009F25C6">
        <w:t xml:space="preserve">Cette date est définie </w:t>
      </w:r>
      <w:r w:rsidR="00701894">
        <w:t>par</w:t>
      </w:r>
      <w:r w:rsidR="00D40C4F">
        <w:t xml:space="preserve"> </w:t>
      </w:r>
      <w:r w:rsidR="00C17C2B">
        <w:t>YANA FIBRE</w:t>
      </w:r>
      <w:r w:rsidRPr="009F25C6">
        <w:t xml:space="preserve"> au moment de l’accusé de réception de la commande. Les conditions et délais correspondant sont ceux définis dans les Conditions Spécifiques de chaque Offre.</w:t>
      </w:r>
    </w:p>
    <w:p w14:paraId="2F574876" w14:textId="77777777" w:rsidR="004155C6" w:rsidRPr="001F32F0" w:rsidRDefault="004155C6" w:rsidP="004155C6">
      <w:pPr>
        <w:pStyle w:val="Texte"/>
        <w:spacing w:before="0"/>
      </w:pPr>
    </w:p>
    <w:p w14:paraId="42839AAD" w14:textId="6813A4DF" w:rsidR="004155C6" w:rsidRPr="001F32F0" w:rsidRDefault="00846B73" w:rsidP="004155C6">
      <w:pPr>
        <w:pStyle w:val="Titre2"/>
        <w:ind w:left="0" w:firstLine="0"/>
        <w:jc w:val="both"/>
      </w:pPr>
      <w:bookmarkStart w:id="15" w:name="_Toc525031713"/>
      <w:bookmarkStart w:id="16" w:name="_Toc77058959"/>
      <w:proofErr w:type="gramStart"/>
      <w:r>
        <w:t>d</w:t>
      </w:r>
      <w:r w:rsidR="00C5100D">
        <w:t>ate</w:t>
      </w:r>
      <w:proofErr w:type="gramEnd"/>
      <w:r w:rsidR="004155C6" w:rsidRPr="001F32F0">
        <w:t xml:space="preserve"> de mise à </w:t>
      </w:r>
      <w:r w:rsidR="004155C6">
        <w:t>d</w:t>
      </w:r>
      <w:r w:rsidR="004155C6" w:rsidRPr="001F32F0">
        <w:t xml:space="preserve">isposition </w:t>
      </w:r>
      <w:r w:rsidR="004155C6">
        <w:t>e</w:t>
      </w:r>
      <w:r w:rsidR="004155C6" w:rsidRPr="001F32F0">
        <w:t>ffective</w:t>
      </w:r>
      <w:bookmarkEnd w:id="15"/>
      <w:bookmarkEnd w:id="16"/>
    </w:p>
    <w:p w14:paraId="4DD1C772" w14:textId="77777777" w:rsidR="004155C6" w:rsidRDefault="004155C6" w:rsidP="004155C6">
      <w:pPr>
        <w:pStyle w:val="Texte"/>
        <w:spacing w:before="0"/>
      </w:pPr>
    </w:p>
    <w:p w14:paraId="03DD5023"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e</w:t>
      </w:r>
      <w:r w:rsidR="00364872">
        <w:t>ffective est la date à laquelle</w:t>
      </w:r>
      <w:r>
        <w:t xml:space="preserve"> la commande </w:t>
      </w:r>
      <w:r w:rsidRPr="001F32F0">
        <w:t>est</w:t>
      </w:r>
      <w:r>
        <w:t xml:space="preserve"> effectivement</w:t>
      </w:r>
      <w:r w:rsidRPr="001F32F0">
        <w:t xml:space="preserve"> fourni</w:t>
      </w:r>
      <w:r>
        <w:t>e</w:t>
      </w:r>
      <w:r w:rsidRPr="001F32F0">
        <w:t xml:space="preserve"> à l’</w:t>
      </w:r>
      <w:r w:rsidR="00C231F1">
        <w:t>Opérateur</w:t>
      </w:r>
      <w:r w:rsidRPr="001F32F0">
        <w:t xml:space="preserve">. </w:t>
      </w:r>
    </w:p>
    <w:p w14:paraId="5C57FB85" w14:textId="77777777" w:rsidR="004155C6" w:rsidRDefault="004155C6" w:rsidP="004155C6">
      <w:pPr>
        <w:pStyle w:val="Texte"/>
        <w:spacing w:before="0"/>
      </w:pPr>
    </w:p>
    <w:p w14:paraId="36590EFC" w14:textId="49D08A71" w:rsidR="004155C6" w:rsidRDefault="004155C6" w:rsidP="004155C6">
      <w:pPr>
        <w:pStyle w:val="Texte"/>
        <w:spacing w:before="0"/>
      </w:pPr>
      <w:r>
        <w:t xml:space="preserve">La date de mise à disposition effective (notifiée </w:t>
      </w:r>
      <w:r w:rsidR="00701894">
        <w:t>par</w:t>
      </w:r>
      <w:r w:rsidR="00D40C4F">
        <w:t xml:space="preserve"> </w:t>
      </w:r>
      <w:r w:rsidR="00C17C2B">
        <w:t>YANA FIBRE</w:t>
      </w:r>
      <w:r>
        <w:t>) marque le point de départ de la facturation.</w:t>
      </w:r>
    </w:p>
    <w:p w14:paraId="11A0A215" w14:textId="77777777" w:rsidR="004155C6" w:rsidRDefault="004155C6" w:rsidP="004155C6">
      <w:pPr>
        <w:pStyle w:val="Texte"/>
        <w:spacing w:before="0"/>
      </w:pPr>
    </w:p>
    <w:p w14:paraId="5A76AC82" w14:textId="4063491B" w:rsidR="004155C6" w:rsidRDefault="004155C6" w:rsidP="004155C6">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 s’il n’y a pas de retard du fait</w:t>
      </w:r>
      <w:r w:rsidR="00364872">
        <w:t xml:space="preserve"> </w:t>
      </w:r>
      <w:r w:rsidR="00701894">
        <w:t>de</w:t>
      </w:r>
      <w:r w:rsidR="00D40C4F">
        <w:t xml:space="preserve"> </w:t>
      </w:r>
      <w:r w:rsidR="00C17C2B">
        <w:t>YANA FIBRE</w:t>
      </w:r>
      <w:r w:rsidR="00364872" w:rsidRPr="001F32F0">
        <w:t xml:space="preserve"> </w:t>
      </w:r>
      <w:r w:rsidRPr="001F32F0">
        <w:t>ou de l’</w:t>
      </w:r>
      <w:r w:rsidR="00C231F1">
        <w:t>Opérateur</w:t>
      </w:r>
      <w:r w:rsidRPr="001F32F0">
        <w:t>.</w:t>
      </w:r>
    </w:p>
    <w:p w14:paraId="3F735217" w14:textId="77777777" w:rsidR="00A62728" w:rsidRPr="001F32F0" w:rsidRDefault="00A62728" w:rsidP="004155C6">
      <w:pPr>
        <w:pStyle w:val="Texte"/>
        <w:spacing w:before="0"/>
      </w:pPr>
    </w:p>
    <w:p w14:paraId="17714149" w14:textId="54A8E357" w:rsidR="004155C6" w:rsidRDefault="00846B73" w:rsidP="004155C6">
      <w:pPr>
        <w:pStyle w:val="Titre2"/>
        <w:ind w:left="0" w:firstLine="0"/>
        <w:jc w:val="both"/>
      </w:pPr>
      <w:bookmarkStart w:id="17" w:name="_Toc525031715"/>
      <w:bookmarkStart w:id="18" w:name="_Toc77058960"/>
      <w:proofErr w:type="gramStart"/>
      <w:r>
        <w:t>r</w:t>
      </w:r>
      <w:r w:rsidR="00C5100D">
        <w:t>eport</w:t>
      </w:r>
      <w:proofErr w:type="gramEnd"/>
      <w:r w:rsidR="004155C6">
        <w:t xml:space="preserve"> de la date de mise à disposition</w:t>
      </w:r>
      <w:bookmarkEnd w:id="17"/>
      <w:bookmarkEnd w:id="18"/>
    </w:p>
    <w:p w14:paraId="4CC62638" w14:textId="77777777" w:rsidR="002E4A5B" w:rsidRDefault="002E4A5B" w:rsidP="00C5100D">
      <w:pPr>
        <w:jc w:val="both"/>
      </w:pPr>
    </w:p>
    <w:p w14:paraId="68B51AA4" w14:textId="77777777" w:rsidR="002E4A5B" w:rsidRDefault="002E4A5B" w:rsidP="00C5100D">
      <w:pPr>
        <w:jc w:val="both"/>
      </w:pPr>
    </w:p>
    <w:p w14:paraId="7CFA993B" w14:textId="77777777" w:rsidR="004155C6" w:rsidRDefault="004155C6" w:rsidP="00C5100D">
      <w:pPr>
        <w:jc w:val="both"/>
      </w:pPr>
      <w:r>
        <w:t>Si la date de mise à disposition convenue ne peut pas être respectée par l’une des Parties, celle-ci s’engage à prévenir l’autre Partie. Elles pourront convenir entre elle</w:t>
      </w:r>
      <w:r w:rsidR="00CF1EDC">
        <w:t>s</w:t>
      </w:r>
      <w:r>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t xml:space="preserve"> </w:t>
      </w:r>
      <w:r>
        <w:t>:</w:t>
      </w:r>
    </w:p>
    <w:p w14:paraId="34D5684B" w14:textId="77777777" w:rsidR="004155C6" w:rsidRDefault="008F5F3E" w:rsidP="00865B24">
      <w:pPr>
        <w:numPr>
          <w:ilvl w:val="0"/>
          <w:numId w:val="8"/>
        </w:numPr>
        <w:jc w:val="both"/>
      </w:pPr>
      <w:r>
        <w:t>intervenir</w:t>
      </w:r>
      <w:r w:rsidR="00CF1EDC">
        <w:t xml:space="preserve"> </w:t>
      </w:r>
      <w:r w:rsidR="004155C6">
        <w:t>au moins 1 mois après la date de mise à disposition initialement convenue,</w:t>
      </w:r>
    </w:p>
    <w:p w14:paraId="7A0EC276" w14:textId="77777777" w:rsidR="004155C6" w:rsidRDefault="004155C6" w:rsidP="00865B24">
      <w:pPr>
        <w:numPr>
          <w:ilvl w:val="0"/>
          <w:numId w:val="8"/>
        </w:numPr>
        <w:jc w:val="both"/>
      </w:pPr>
      <w:r>
        <w:t xml:space="preserve">ne pas </w:t>
      </w:r>
      <w:r w:rsidR="008F5F3E">
        <w:t xml:space="preserve">intervenir </w:t>
      </w:r>
      <w:r>
        <w:t>3 mois après la date de mise à disposition initialement convenue.</w:t>
      </w:r>
    </w:p>
    <w:p w14:paraId="23471212" w14:textId="77777777" w:rsidR="004155C6" w:rsidRDefault="004155C6" w:rsidP="00C5100D">
      <w:pPr>
        <w:jc w:val="both"/>
      </w:pPr>
    </w:p>
    <w:p w14:paraId="788CF0E9" w14:textId="77777777" w:rsidR="004155C6" w:rsidRPr="008913EC" w:rsidRDefault="00364872" w:rsidP="00C5100D">
      <w:pPr>
        <w:jc w:val="both"/>
        <w:rPr>
          <w:szCs w:val="20"/>
        </w:rPr>
      </w:pPr>
      <w:r w:rsidRPr="008913EC">
        <w:rPr>
          <w:szCs w:val="20"/>
        </w:rPr>
        <w:lastRenderedPageBreak/>
        <w:t>L’</w:t>
      </w:r>
      <w:r w:rsidR="00C231F1">
        <w:rPr>
          <w:szCs w:val="20"/>
        </w:rPr>
        <w:t>Opérateur</w:t>
      </w:r>
      <w:r w:rsidRPr="008913EC">
        <w:rPr>
          <w:szCs w:val="20"/>
        </w:rPr>
        <w:t xml:space="preserve"> </w:t>
      </w:r>
      <w:r w:rsidR="00CF1EDC">
        <w:rPr>
          <w:szCs w:val="20"/>
        </w:rPr>
        <w:t xml:space="preserve">ne </w:t>
      </w:r>
      <w:r w:rsidR="004155C6" w:rsidRPr="008913EC">
        <w:rPr>
          <w:szCs w:val="20"/>
        </w:rPr>
        <w:t>peut obtenir</w:t>
      </w:r>
      <w:r w:rsidR="004155C6">
        <w:rPr>
          <w:szCs w:val="20"/>
        </w:rPr>
        <w:t xml:space="preserve"> le</w:t>
      </w:r>
      <w:r w:rsidR="004155C6" w:rsidRPr="008913EC">
        <w:rPr>
          <w:szCs w:val="20"/>
        </w:rPr>
        <w:t xml:space="preserve"> report de la date de mise à disposition </w:t>
      </w:r>
      <w:r w:rsidR="004155C6">
        <w:rPr>
          <w:szCs w:val="20"/>
        </w:rPr>
        <w:t>convenue qu’</w:t>
      </w:r>
      <w:r w:rsidR="00CF1EDC">
        <w:rPr>
          <w:szCs w:val="20"/>
        </w:rPr>
        <w:t>une</w:t>
      </w:r>
      <w:r w:rsidR="004155C6" w:rsidRPr="008913EC">
        <w:rPr>
          <w:szCs w:val="20"/>
        </w:rPr>
        <w:t xml:space="preserve"> seule fois</w:t>
      </w:r>
      <w:r w:rsidR="008F5F3E">
        <w:rPr>
          <w:szCs w:val="20"/>
        </w:rPr>
        <w:t xml:space="preserve">. Ce </w:t>
      </w:r>
      <w:r w:rsidR="004155C6" w:rsidRPr="008913EC">
        <w:rPr>
          <w:szCs w:val="20"/>
        </w:rPr>
        <w:t xml:space="preserve">report </w:t>
      </w:r>
      <w:r w:rsidR="008F5F3E">
        <w:rPr>
          <w:szCs w:val="20"/>
        </w:rPr>
        <w:t>sera applicable à</w:t>
      </w:r>
      <w:r w:rsidR="004155C6" w:rsidRPr="008913EC">
        <w:rPr>
          <w:szCs w:val="20"/>
        </w:rPr>
        <w:t xml:space="preserve"> l’ensemble des prestations commandées au titre de la commande ferme.</w:t>
      </w:r>
    </w:p>
    <w:p w14:paraId="52031993" w14:textId="77777777" w:rsidR="004155C6" w:rsidRDefault="004155C6" w:rsidP="00C5100D">
      <w:pPr>
        <w:jc w:val="both"/>
        <w:rPr>
          <w:rFonts w:eastAsia="Calibri" w:cs="Arial"/>
          <w:szCs w:val="20"/>
        </w:rPr>
      </w:pPr>
    </w:p>
    <w:p w14:paraId="5BF8EAB3" w14:textId="77777777" w:rsidR="004155C6" w:rsidRDefault="004155C6" w:rsidP="00C5100D">
      <w:pPr>
        <w:jc w:val="both"/>
        <w:rPr>
          <w:rFonts w:eastAsia="Calibri" w:cs="Arial"/>
          <w:szCs w:val="20"/>
        </w:rPr>
      </w:pPr>
      <w:r>
        <w:rPr>
          <w:rFonts w:eastAsia="Calibri" w:cs="Arial"/>
          <w:szCs w:val="20"/>
        </w:rPr>
        <w:t xml:space="preserve">Quand </w:t>
      </w:r>
      <w:r w:rsidR="00364872">
        <w:rPr>
          <w:rFonts w:eastAsia="Calibri" w:cs="Arial"/>
          <w:szCs w:val="20"/>
        </w:rPr>
        <w:t>l’</w:t>
      </w:r>
      <w:r w:rsidR="00C231F1">
        <w:rPr>
          <w:rFonts w:eastAsia="Calibri" w:cs="Arial"/>
          <w:szCs w:val="20"/>
        </w:rPr>
        <w:t>Opérateur</w:t>
      </w:r>
      <w:r w:rsidR="00364872">
        <w:rPr>
          <w:rFonts w:eastAsia="Calibri" w:cs="Arial"/>
          <w:szCs w:val="20"/>
        </w:rPr>
        <w:t xml:space="preserve"> </w:t>
      </w:r>
      <w:r>
        <w:rPr>
          <w:rFonts w:eastAsia="Calibri" w:cs="Arial"/>
          <w:szCs w:val="20"/>
        </w:rPr>
        <w:t xml:space="preserve">est responsable du report, il peut annuler sa commande mais devra payer une pénalité telle que définie dans les Conditions Spécifiques applicables. </w:t>
      </w:r>
    </w:p>
    <w:p w14:paraId="039C3BAA" w14:textId="6E2662C2" w:rsidR="00E07421" w:rsidRPr="003E5BF2" w:rsidRDefault="00846B73" w:rsidP="00865B24">
      <w:pPr>
        <w:pStyle w:val="Titre1"/>
        <w:spacing w:before="720"/>
        <w:ind w:left="1707" w:hanging="1707"/>
      </w:pPr>
      <w:bookmarkStart w:id="19" w:name="_Toc429411264"/>
      <w:bookmarkStart w:id="20" w:name="_Toc77058961"/>
      <w:bookmarkEnd w:id="19"/>
      <w:proofErr w:type="gramStart"/>
      <w:r w:rsidRPr="003E5BF2">
        <w:t>s</w:t>
      </w:r>
      <w:r w:rsidR="000C4408" w:rsidRPr="003E5BF2">
        <w:t>ervice</w:t>
      </w:r>
      <w:proofErr w:type="gramEnd"/>
      <w:r w:rsidR="00917034" w:rsidRPr="003E5BF2">
        <w:t xml:space="preserve"> après-</w:t>
      </w:r>
      <w:r w:rsidR="00E07421" w:rsidRPr="003E5BF2">
        <w:t>vente</w:t>
      </w:r>
      <w:bookmarkEnd w:id="20"/>
    </w:p>
    <w:p w14:paraId="1BA99A70" w14:textId="77777777" w:rsidR="0027219A" w:rsidRPr="007B4921" w:rsidRDefault="0027219A" w:rsidP="00B502AE">
      <w:pPr>
        <w:pStyle w:val="Texte"/>
        <w:spacing w:before="0"/>
      </w:pPr>
    </w:p>
    <w:p w14:paraId="54967E92" w14:textId="42F5416D" w:rsidR="00C0666E" w:rsidRDefault="00C17C2B" w:rsidP="00C0666E">
      <w:pPr>
        <w:pStyle w:val="Texte"/>
        <w:spacing w:before="0"/>
      </w:pPr>
      <w:bookmarkStart w:id="21" w:name="OLE_LINK2"/>
      <w:r>
        <w:t>YANA FIBRE</w:t>
      </w:r>
      <w:r w:rsidR="00701894">
        <w:t xml:space="preserve"> </w:t>
      </w:r>
      <w:r w:rsidR="00C0666E">
        <w:t xml:space="preserve">s’engage à mettre en œuvre tous les moyens nécessaires au fonctionnement régulier des Offres </w:t>
      </w:r>
      <w:r w:rsidR="008F5F3E">
        <w:t xml:space="preserve">qu’il </w:t>
      </w:r>
      <w:r w:rsidR="00C0666E">
        <w:t>fournit à l’</w:t>
      </w:r>
      <w:r w:rsidR="00C231F1">
        <w:t>Opérateur</w:t>
      </w:r>
      <w:r w:rsidR="00C0666E">
        <w:t xml:space="preserve"> dans le cadre du Contrat. </w:t>
      </w:r>
    </w:p>
    <w:p w14:paraId="2C82969C" w14:textId="77777777" w:rsidR="00C0666E" w:rsidRPr="001F32F0" w:rsidRDefault="00C0666E" w:rsidP="00C0666E">
      <w:pPr>
        <w:pStyle w:val="Texte"/>
        <w:spacing w:before="0"/>
      </w:pPr>
    </w:p>
    <w:p w14:paraId="28D8A3E8" w14:textId="5468BB5C" w:rsidR="00C0666E" w:rsidRPr="001F32F0" w:rsidRDefault="00846B73" w:rsidP="00C0666E">
      <w:pPr>
        <w:pStyle w:val="Titre2"/>
        <w:ind w:left="0" w:hanging="10"/>
        <w:jc w:val="both"/>
      </w:pPr>
      <w:bookmarkStart w:id="22" w:name="_Toc525031720"/>
      <w:bookmarkStart w:id="23" w:name="_Toc77058962"/>
      <w:proofErr w:type="gramStart"/>
      <w:r>
        <w:t>t</w:t>
      </w:r>
      <w:r w:rsidR="000C4408" w:rsidRPr="001F32F0">
        <w:t>raitement</w:t>
      </w:r>
      <w:proofErr w:type="gramEnd"/>
      <w:r w:rsidR="00C0666E" w:rsidRPr="001F32F0">
        <w:t xml:space="preserve"> des incidents</w:t>
      </w:r>
      <w:bookmarkEnd w:id="22"/>
      <w:bookmarkEnd w:id="23"/>
    </w:p>
    <w:p w14:paraId="1A14CED4" w14:textId="50E8A5E4" w:rsidR="00C0666E" w:rsidRPr="001F32F0" w:rsidRDefault="00846B73" w:rsidP="00C0666E">
      <w:pPr>
        <w:pStyle w:val="Titre3"/>
      </w:pPr>
      <w:bookmarkStart w:id="24" w:name="_Toc525031721"/>
      <w:bookmarkStart w:id="25" w:name="_Toc77058963"/>
      <w:proofErr w:type="gramStart"/>
      <w:r>
        <w:t>p</w:t>
      </w:r>
      <w:r w:rsidR="000C4408" w:rsidRPr="001F32F0">
        <w:t>rise</w:t>
      </w:r>
      <w:proofErr w:type="gramEnd"/>
      <w:r w:rsidR="00C0666E" w:rsidRPr="001F32F0">
        <w:t xml:space="preserve"> en compte des incidents</w:t>
      </w:r>
      <w:bookmarkEnd w:id="24"/>
      <w:bookmarkEnd w:id="25"/>
    </w:p>
    <w:p w14:paraId="2B4F62CC" w14:textId="77777777" w:rsidR="00C0666E" w:rsidRDefault="00C0666E" w:rsidP="00C0666E">
      <w:pPr>
        <w:pStyle w:val="Texte"/>
        <w:spacing w:before="0"/>
      </w:pPr>
    </w:p>
    <w:p w14:paraId="1F8E0666" w14:textId="6D2A6BC1" w:rsidR="00C0666E" w:rsidRDefault="00C17C2B" w:rsidP="0082070F">
      <w:pPr>
        <w:pStyle w:val="Texte"/>
        <w:spacing w:before="0"/>
      </w:pPr>
      <w:r>
        <w:t>YANA FIBRE</w:t>
      </w:r>
      <w:r w:rsidR="00701894">
        <w:t xml:space="preserve"> </w:t>
      </w:r>
      <w:r w:rsidR="00C0666E" w:rsidRPr="001F32F0">
        <w:t>met à la disposition de l’</w:t>
      </w:r>
      <w:r w:rsidR="00C231F1">
        <w:t>Opérateur</w:t>
      </w:r>
      <w:r w:rsidR="00C0666E" w:rsidRPr="001F32F0">
        <w:t xml:space="preserve"> un </w:t>
      </w:r>
      <w:r w:rsidR="00C0666E">
        <w:t>« </w:t>
      </w:r>
      <w:r w:rsidR="00C0666E" w:rsidRPr="001F32F0">
        <w:t>Accueil SAV</w:t>
      </w:r>
      <w:r w:rsidR="00C0666E">
        <w:t> »</w:t>
      </w:r>
      <w:r w:rsidR="00C0666E" w:rsidRPr="001F32F0">
        <w:t xml:space="preserve"> qui lui permet de signaler, 24 heures sur 24 et 7 jours sur 7, tout dysfonctionnement </w:t>
      </w:r>
      <w:r w:rsidR="00C0666E">
        <w:t>de l’Offre</w:t>
      </w:r>
      <w:r w:rsidR="00C0666E" w:rsidRPr="001F32F0">
        <w:t xml:space="preserve">. </w:t>
      </w:r>
    </w:p>
    <w:p w14:paraId="26984C2D" w14:textId="77777777" w:rsidR="00C0666E" w:rsidRDefault="00C0666E">
      <w:pPr>
        <w:pStyle w:val="Texte"/>
        <w:spacing w:before="0"/>
      </w:pPr>
    </w:p>
    <w:p w14:paraId="3BAF1B03" w14:textId="09F16A7E" w:rsidR="00C0666E" w:rsidRPr="001F32F0" w:rsidRDefault="00C0666E">
      <w:pPr>
        <w:pStyle w:val="Texte"/>
        <w:spacing w:before="0"/>
      </w:pPr>
      <w:r w:rsidRPr="001F32F0">
        <w:t xml:space="preserve">Les coordonnées de l’Accueil SAV sont précisées </w:t>
      </w:r>
      <w:r w:rsidR="00701894">
        <w:t>par</w:t>
      </w:r>
      <w:r w:rsidR="00D40C4F">
        <w:t xml:space="preserve"> </w:t>
      </w:r>
      <w:r w:rsidR="00C17C2B">
        <w:t>YANA FIBRE</w:t>
      </w:r>
      <w:r w:rsidRPr="001F32F0">
        <w:t xml:space="preserve">  dans </w:t>
      </w:r>
      <w:r>
        <w:t>les Conditions Spécifiques</w:t>
      </w:r>
      <w:r w:rsidR="00DC011E">
        <w:t xml:space="preserve"> applicables</w:t>
      </w:r>
      <w:r>
        <w:t xml:space="preserve"> ou le cas échéant dans le bon de commande.</w:t>
      </w:r>
    </w:p>
    <w:p w14:paraId="47AC1290" w14:textId="77777777" w:rsidR="00C0666E" w:rsidRPr="001F32F0" w:rsidRDefault="00C0666E">
      <w:pPr>
        <w:jc w:val="both"/>
      </w:pPr>
    </w:p>
    <w:p w14:paraId="2F50FB4D" w14:textId="77777777" w:rsidR="00C0666E" w:rsidRDefault="00C0666E">
      <w:pPr>
        <w:jc w:val="both"/>
      </w:pPr>
      <w:r w:rsidRPr="001F32F0">
        <w:t>Avant de signaler un incident, l’</w:t>
      </w:r>
      <w:r w:rsidR="00C231F1">
        <w:t>Opérateur</w:t>
      </w:r>
      <w:r w:rsidRPr="001F32F0">
        <w:t xml:space="preserve"> s'assure que le défaut ne se situe pas sur ses équipements, sur son réseau, </w:t>
      </w:r>
      <w:r>
        <w:t>ou</w:t>
      </w:r>
      <w:r w:rsidRPr="001F32F0">
        <w:t xml:space="preserve"> chez son client.</w:t>
      </w:r>
    </w:p>
    <w:p w14:paraId="50C57C68" w14:textId="77777777" w:rsidR="00C0666E" w:rsidRDefault="00C0666E">
      <w:pPr>
        <w:jc w:val="both"/>
      </w:pPr>
    </w:p>
    <w:p w14:paraId="43428DE7" w14:textId="472250E9" w:rsidR="00C0666E" w:rsidRDefault="00C0666E">
      <w:pPr>
        <w:pStyle w:val="Texte"/>
        <w:spacing w:before="0"/>
      </w:pPr>
      <w:r>
        <w:t xml:space="preserve">Pour toute intervention à tort </w:t>
      </w:r>
      <w:r w:rsidR="00701894">
        <w:t>de</w:t>
      </w:r>
      <w:r w:rsidR="00D40C4F">
        <w:t xml:space="preserve"> </w:t>
      </w:r>
      <w:r w:rsidR="00C17C2B">
        <w:t>YANA FIBRE</w:t>
      </w:r>
      <w:r w:rsidRPr="001F32F0">
        <w:t xml:space="preserve"> </w:t>
      </w:r>
      <w:r>
        <w:t xml:space="preserve"> consécutive à une interruption ou à une défaillance dont l'origine ne réside pas dans un équipement ou un réseau de sa responsabilité, l’</w:t>
      </w:r>
      <w:r w:rsidR="00C231F1">
        <w:t>Opérateur</w:t>
      </w:r>
      <w:r>
        <w:t xml:space="preserve"> sera redevable d’une prestation pour intervention à tort en SAV</w:t>
      </w:r>
      <w:r w:rsidRPr="002523B0">
        <w:t>.</w:t>
      </w:r>
      <w:r>
        <w:t xml:space="preserve"> </w:t>
      </w:r>
    </w:p>
    <w:p w14:paraId="6B4AB4E0" w14:textId="77777777" w:rsidR="00C0666E" w:rsidRDefault="00C0666E" w:rsidP="005F3452">
      <w:pPr>
        <w:jc w:val="both"/>
      </w:pPr>
    </w:p>
    <w:p w14:paraId="2C09ED09" w14:textId="72B4BDA7" w:rsidR="00C0666E" w:rsidRDefault="00C0666E" w:rsidP="0082070F">
      <w:pPr>
        <w:jc w:val="both"/>
        <w:rPr>
          <w:rFonts w:cs="Arial"/>
          <w:color w:val="000000"/>
          <w:szCs w:val="20"/>
        </w:rPr>
      </w:pPr>
      <w:r>
        <w:t>Lors de la signalisation, l</w:t>
      </w:r>
      <w:r w:rsidRPr="001F32F0">
        <w:t>’</w:t>
      </w:r>
      <w:r w:rsidR="00C231F1">
        <w:t>Opérateur</w:t>
      </w:r>
      <w:r w:rsidRPr="001F32F0">
        <w:t xml:space="preserve"> précise notamment les références d</w:t>
      </w:r>
      <w:r>
        <w:t>e l’Offre</w:t>
      </w:r>
      <w:r w:rsidRPr="001F32F0">
        <w:t xml:space="preserve"> concerné</w:t>
      </w:r>
      <w:r>
        <w:t>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 …). </w:t>
      </w:r>
      <w:r w:rsidRPr="001F32F0">
        <w:rPr>
          <w:rFonts w:cs="Arial"/>
          <w:color w:val="000000"/>
          <w:szCs w:val="20"/>
        </w:rPr>
        <w:t>L’</w:t>
      </w:r>
      <w:r w:rsidR="00C231F1">
        <w:rPr>
          <w:rFonts w:cs="Arial"/>
          <w:color w:val="000000"/>
          <w:szCs w:val="20"/>
        </w:rPr>
        <w:t>Opérateur</w:t>
      </w:r>
      <w:r>
        <w:rPr>
          <w:rFonts w:cs="Arial"/>
          <w:color w:val="000000"/>
          <w:szCs w:val="20"/>
        </w:rPr>
        <w:t xml:space="preserve"> </w:t>
      </w:r>
      <w:r w:rsidRPr="001F32F0">
        <w:rPr>
          <w:rFonts w:cs="Arial"/>
          <w:color w:val="000000"/>
          <w:szCs w:val="20"/>
        </w:rPr>
        <w:t xml:space="preserve">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w:t>
      </w:r>
      <w:r w:rsidR="00701894">
        <w:rPr>
          <w:rFonts w:cs="Arial"/>
          <w:color w:val="000000"/>
          <w:szCs w:val="20"/>
        </w:rPr>
        <w:t>par</w:t>
      </w:r>
      <w:r w:rsidR="00D40C4F">
        <w:rPr>
          <w:rFonts w:cs="Arial"/>
          <w:color w:val="000000"/>
          <w:szCs w:val="20"/>
        </w:rPr>
        <w:t xml:space="preserve"> </w:t>
      </w:r>
      <w:r w:rsidR="00C17C2B">
        <w:rPr>
          <w:rFonts w:cs="Arial"/>
          <w:color w:val="000000"/>
          <w:szCs w:val="20"/>
        </w:rPr>
        <w:t>YANA FIBRE</w:t>
      </w:r>
      <w:r w:rsidRPr="001F32F0">
        <w:rPr>
          <w:rFonts w:cs="Arial"/>
          <w:color w:val="000000"/>
          <w:szCs w:val="20"/>
        </w:rPr>
        <w:t xml:space="preserve"> dans le cadre du traitement de l’incident.</w:t>
      </w:r>
    </w:p>
    <w:p w14:paraId="13D74F42" w14:textId="77777777" w:rsidR="00C0666E" w:rsidRDefault="00C0666E">
      <w:pPr>
        <w:jc w:val="both"/>
        <w:rPr>
          <w:rFonts w:cs="Arial"/>
          <w:color w:val="000000"/>
          <w:szCs w:val="20"/>
        </w:rPr>
      </w:pPr>
    </w:p>
    <w:p w14:paraId="46085A69" w14:textId="77777777" w:rsidR="00C0666E" w:rsidRDefault="00C0666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49815A44" w14:textId="77777777" w:rsidR="00C0666E" w:rsidRPr="001F32F0" w:rsidRDefault="00C0666E">
      <w:pPr>
        <w:jc w:val="both"/>
        <w:rPr>
          <w:rFonts w:cs="Arial"/>
          <w:color w:val="000000"/>
          <w:szCs w:val="20"/>
        </w:rPr>
      </w:pPr>
    </w:p>
    <w:p w14:paraId="0270C0AB" w14:textId="201FE6A7" w:rsidR="00C0666E" w:rsidRDefault="00C17C2B">
      <w:pPr>
        <w:pStyle w:val="Texte"/>
        <w:spacing w:before="0"/>
        <w:rPr>
          <w:color w:val="000000"/>
        </w:rPr>
      </w:pPr>
      <w:r>
        <w:t>YANA FIBRE</w:t>
      </w:r>
      <w:r w:rsidR="00701894">
        <w:t xml:space="preserve"> </w:t>
      </w:r>
      <w:r w:rsidR="00C0666E" w:rsidRPr="001F32F0">
        <w:rPr>
          <w:color w:val="000000"/>
        </w:rPr>
        <w:t>fournit à l’</w:t>
      </w:r>
      <w:r w:rsidR="00C231F1">
        <w:rPr>
          <w:color w:val="000000"/>
        </w:rPr>
        <w:t>Opérateur</w:t>
      </w:r>
      <w:r w:rsidR="00C0666E" w:rsidRPr="001F32F0">
        <w:rPr>
          <w:color w:val="000000"/>
        </w:rPr>
        <w:t xml:space="preserve"> un numéro d'enregistrement de la signalisation. </w:t>
      </w:r>
    </w:p>
    <w:p w14:paraId="3A9C0B0E" w14:textId="77777777" w:rsidR="00C0666E" w:rsidRPr="001F32F0" w:rsidRDefault="00C0666E">
      <w:pPr>
        <w:pStyle w:val="Texte"/>
        <w:spacing w:before="0"/>
        <w:rPr>
          <w:color w:val="000000"/>
        </w:rPr>
      </w:pPr>
    </w:p>
    <w:p w14:paraId="0F60F501" w14:textId="1702DEA1" w:rsidR="00C0666E" w:rsidRDefault="00C0666E">
      <w:pPr>
        <w:jc w:val="both"/>
        <w:rPr>
          <w:color w:val="000000"/>
          <w:sz w:val="24"/>
        </w:rPr>
      </w:pPr>
      <w:r w:rsidRPr="001F32F0">
        <w:rPr>
          <w:color w:val="000000"/>
        </w:rPr>
        <w:t>Dans l’hypothèse où toutes les informations sont bien transmises</w:t>
      </w:r>
      <w:r w:rsidR="00701894">
        <w:rPr>
          <w:color w:val="000000"/>
        </w:rPr>
        <w:t>,</w:t>
      </w:r>
      <w:r w:rsidR="00D40C4F">
        <w:rPr>
          <w:color w:val="000000"/>
        </w:rPr>
        <w:t xml:space="preserve"> </w:t>
      </w:r>
      <w:r w:rsidR="00C17C2B">
        <w:rPr>
          <w:color w:val="000000"/>
        </w:rPr>
        <w:t>YANA FIBRE</w:t>
      </w:r>
      <w:r w:rsidRPr="001F32F0">
        <w:t xml:space="preserve"> </w:t>
      </w:r>
      <w:r w:rsidRPr="001F32F0">
        <w:rPr>
          <w:color w:val="000000"/>
        </w:rPr>
        <w:t>indique dans les meilleurs délais, le diagnostic et la durée prévisible de l'interruption.</w:t>
      </w:r>
      <w:r w:rsidR="00D40C4F">
        <w:rPr>
          <w:color w:val="000000"/>
        </w:rPr>
        <w:t xml:space="preserve"> </w:t>
      </w:r>
      <w:r w:rsidR="00C17C2B">
        <w:rPr>
          <w:color w:val="000000"/>
        </w:rPr>
        <w:t>YANA FIBRE</w:t>
      </w:r>
      <w:r w:rsidR="00701894">
        <w:t xml:space="preserve"> </w:t>
      </w:r>
      <w:r w:rsidRPr="001F32F0">
        <w:rPr>
          <w:color w:val="000000"/>
        </w:rPr>
        <w:t>informe régulièrement l’</w:t>
      </w:r>
      <w:r w:rsidR="00C231F1">
        <w:rPr>
          <w:color w:val="000000"/>
        </w:rPr>
        <w:t>Opérateur</w:t>
      </w:r>
      <w:r w:rsidRPr="001F32F0">
        <w:rPr>
          <w:color w:val="000000"/>
        </w:rPr>
        <w:t xml:space="preserve"> sur le déroulement de la relève.</w:t>
      </w:r>
      <w:r w:rsidRPr="001F32F0">
        <w:rPr>
          <w:color w:val="000000"/>
          <w:sz w:val="24"/>
        </w:rPr>
        <w:t xml:space="preserve"> </w:t>
      </w:r>
    </w:p>
    <w:p w14:paraId="15A3D479" w14:textId="77777777" w:rsidR="000C4408" w:rsidRPr="001F32F0" w:rsidRDefault="000C4408" w:rsidP="00C0666E">
      <w:pPr>
        <w:jc w:val="both"/>
        <w:rPr>
          <w:color w:val="000000"/>
          <w:sz w:val="24"/>
        </w:rPr>
      </w:pPr>
    </w:p>
    <w:p w14:paraId="491AE6C5" w14:textId="08310F99" w:rsidR="00C0666E" w:rsidRPr="001F32F0" w:rsidRDefault="00846B73" w:rsidP="00C0666E">
      <w:pPr>
        <w:pStyle w:val="Titre3"/>
      </w:pPr>
      <w:bookmarkStart w:id="26" w:name="_Toc525031722"/>
      <w:bookmarkStart w:id="27" w:name="_Toc77058964"/>
      <w:proofErr w:type="gramStart"/>
      <w:r>
        <w:t>o</w:t>
      </w:r>
      <w:r w:rsidR="000C4408">
        <w:t>bligations</w:t>
      </w:r>
      <w:proofErr w:type="gramEnd"/>
      <w:r w:rsidR="00C0666E" w:rsidRPr="001F32F0">
        <w:t xml:space="preserve"> de l’</w:t>
      </w:r>
      <w:bookmarkEnd w:id="26"/>
      <w:r w:rsidR="00C231F1">
        <w:t>Opérateur</w:t>
      </w:r>
      <w:bookmarkEnd w:id="27"/>
    </w:p>
    <w:p w14:paraId="2813F1FA" w14:textId="77777777" w:rsidR="00C0666E" w:rsidRPr="001F32F0" w:rsidRDefault="00C0666E" w:rsidP="00C0666E">
      <w:pPr>
        <w:rPr>
          <w:rStyle w:val="Accentuation"/>
          <w:rFonts w:cs="Arial"/>
          <w:i w:val="0"/>
          <w:color w:val="0000FF"/>
          <w:szCs w:val="20"/>
        </w:rPr>
      </w:pPr>
    </w:p>
    <w:p w14:paraId="2036D891" w14:textId="77777777" w:rsidR="00C0666E" w:rsidRPr="001F32F0" w:rsidRDefault="00C0666E" w:rsidP="005F3452">
      <w:pPr>
        <w:jc w:val="both"/>
        <w:rPr>
          <w:rFonts w:cs="Arial"/>
          <w:szCs w:val="20"/>
        </w:rPr>
      </w:pPr>
      <w:r w:rsidRPr="001F32F0">
        <w:rPr>
          <w:rStyle w:val="Accentuation"/>
          <w:rFonts w:cs="Arial"/>
          <w:i w:val="0"/>
          <w:szCs w:val="20"/>
        </w:rPr>
        <w:t>L’</w:t>
      </w:r>
      <w:r w:rsidR="00C231F1">
        <w:rPr>
          <w:rStyle w:val="Accentuation"/>
          <w:rFonts w:cs="Arial"/>
          <w:i w:val="0"/>
          <w:szCs w:val="20"/>
        </w:rPr>
        <w:t>Opérateur</w:t>
      </w:r>
      <w:r>
        <w:rPr>
          <w:rStyle w:val="Accentuation"/>
          <w:rFonts w:cs="Arial"/>
          <w:i w:val="0"/>
          <w:szCs w:val="20"/>
        </w:rPr>
        <w:t xml:space="preserve"> </w:t>
      </w:r>
      <w:r w:rsidRPr="001F32F0">
        <w:rPr>
          <w:rStyle w:val="Accentuation"/>
          <w:rFonts w:cs="Arial"/>
          <w:i w:val="0"/>
          <w:szCs w:val="20"/>
        </w:rPr>
        <w:t>s'engage à :</w:t>
      </w:r>
    </w:p>
    <w:p w14:paraId="731EF6DC" w14:textId="430A47DF" w:rsidR="00C0666E"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C0666E">
        <w:rPr>
          <w:rStyle w:val="Accentuation"/>
          <w:rFonts w:ascii="Helvetica 55 Roman" w:hAnsi="Helvetica 55 Roman" w:cs="Arial"/>
          <w:i w:val="0"/>
          <w:sz w:val="20"/>
          <w:szCs w:val="20"/>
        </w:rPr>
        <w:lastRenderedPageBreak/>
        <w:t xml:space="preserve">permettre et faciliter l'accès </w:t>
      </w:r>
      <w:r w:rsidRPr="00C0666E">
        <w:rPr>
          <w:rFonts w:ascii="Helvetica 55 Roman" w:hAnsi="Helvetica 55 Roman"/>
          <w:iCs/>
          <w:color w:val="000000"/>
          <w:sz w:val="20"/>
          <w:szCs w:val="20"/>
        </w:rPr>
        <w:t>des techniciens d'intervention aux locaux abritant les supports de transmission et les équipements. A défaut</w:t>
      </w:r>
      <w:r w:rsidR="00701894">
        <w:rPr>
          <w:rFonts w:ascii="Helvetica 55 Roman" w:hAnsi="Helvetica 55 Roman"/>
          <w:iCs/>
          <w:color w:val="000000"/>
          <w:sz w:val="20"/>
          <w:szCs w:val="20"/>
        </w:rPr>
        <w:t>,</w:t>
      </w:r>
      <w:r w:rsidR="00D40C4F">
        <w:rPr>
          <w:rFonts w:ascii="Helvetica 55 Roman" w:hAnsi="Helvetica 55 Roman"/>
          <w:iCs/>
          <w:color w:val="000000"/>
          <w:sz w:val="20"/>
          <w:szCs w:val="20"/>
        </w:rPr>
        <w:t xml:space="preserve"> </w:t>
      </w:r>
      <w:r w:rsidR="00C17C2B">
        <w:rPr>
          <w:rFonts w:ascii="Helvetica 55 Roman" w:hAnsi="Helvetica 55 Roman"/>
          <w:iCs/>
          <w:color w:val="000000"/>
          <w:sz w:val="20"/>
          <w:szCs w:val="20"/>
        </w:rPr>
        <w:t>YANA FIBRE</w:t>
      </w:r>
      <w:r w:rsidRPr="00C0666E">
        <w:rPr>
          <w:rFonts w:ascii="Helvetica 55 Roman" w:hAnsi="Helvetica 55 Roman"/>
          <w:iCs/>
          <w:color w:val="000000"/>
          <w:sz w:val="20"/>
          <w:szCs w:val="20"/>
        </w:rPr>
        <w:t xml:space="preserve"> pourra</w:t>
      </w:r>
      <w:r w:rsidRPr="00C0666E">
        <w:rPr>
          <w:rStyle w:val="Accentuation"/>
          <w:rFonts w:ascii="Helvetica 55 Roman" w:hAnsi="Helvetica 55 Roman" w:cs="Arial"/>
          <w:i w:val="0"/>
          <w:sz w:val="20"/>
          <w:szCs w:val="20"/>
        </w:rPr>
        <w:t xml:space="preserve"> être amené à facturer une prestation d’intervention à tort telle que décrite en annexe </w:t>
      </w:r>
      <w:r w:rsidR="00196D98">
        <w:rPr>
          <w:rStyle w:val="Accentuation"/>
          <w:rFonts w:ascii="Helvetica 55 Roman" w:hAnsi="Helvetica 55 Roman" w:cs="Arial"/>
          <w:i w:val="0"/>
          <w:sz w:val="20"/>
          <w:szCs w:val="20"/>
        </w:rPr>
        <w:t xml:space="preserve">des </w:t>
      </w:r>
      <w:r w:rsidR="00196D98" w:rsidRPr="00817D8C">
        <w:rPr>
          <w:rStyle w:val="Accentuation"/>
          <w:rFonts w:ascii="Helvetica 55 Roman" w:hAnsi="Helvetica 55 Roman" w:cs="Arial"/>
          <w:i w:val="0"/>
          <w:sz w:val="20"/>
          <w:szCs w:val="20"/>
        </w:rPr>
        <w:t>Conditions Spécifiques</w:t>
      </w:r>
      <w:r w:rsidR="00196D98">
        <w:rPr>
          <w:rStyle w:val="Accentuation"/>
          <w:rFonts w:ascii="Helvetica 55 Roman" w:hAnsi="Helvetica 55 Roman" w:cs="Arial"/>
          <w:i w:val="0"/>
          <w:sz w:val="20"/>
          <w:szCs w:val="20"/>
        </w:rPr>
        <w:t xml:space="preserve"> </w:t>
      </w:r>
      <w:r w:rsidR="00816692" w:rsidRPr="00816692">
        <w:rPr>
          <w:rStyle w:val="Accentuation"/>
          <w:rFonts w:ascii="Helvetica 55 Roman" w:hAnsi="Helvetica 55 Roman" w:cs="Arial"/>
          <w:i w:val="0"/>
          <w:sz w:val="20"/>
          <w:szCs w:val="20"/>
        </w:rPr>
        <w:t>de chaque Offre</w:t>
      </w:r>
      <w:r w:rsidRPr="00C0666E">
        <w:rPr>
          <w:rStyle w:val="Accentuation"/>
          <w:rFonts w:ascii="Helvetica 55 Roman" w:hAnsi="Helvetica 55 Roman" w:cs="Arial"/>
          <w:i w:val="0"/>
          <w:sz w:val="20"/>
          <w:szCs w:val="20"/>
        </w:rPr>
        <w:t xml:space="preserve">. </w:t>
      </w:r>
    </w:p>
    <w:p w14:paraId="05F13B01" w14:textId="3210B6ED" w:rsidR="00C0666E" w:rsidRPr="001F32F0" w:rsidRDefault="00BD68F9" w:rsidP="00865B24">
      <w:pPr>
        <w:pStyle w:val="retraitniv1"/>
        <w:numPr>
          <w:ilvl w:val="0"/>
          <w:numId w:val="7"/>
        </w:numPr>
        <w:spacing w:before="0" w:beforeAutospacing="0" w:after="120" w:afterAutospacing="0"/>
        <w:jc w:val="both"/>
        <w:rPr>
          <w:rFonts w:ascii="Helvetica 55 Roman" w:hAnsi="Helvetica 55 Roman" w:cs="Arial"/>
          <w:sz w:val="20"/>
          <w:szCs w:val="20"/>
        </w:rPr>
      </w:pPr>
      <w:r>
        <w:rPr>
          <w:rStyle w:val="Accentuation"/>
          <w:rFonts w:ascii="Helvetica 55 Roman" w:hAnsi="Helvetica 55 Roman" w:cs="Arial"/>
          <w:i w:val="0"/>
          <w:sz w:val="20"/>
          <w:szCs w:val="20"/>
        </w:rPr>
        <w:t>e</w:t>
      </w:r>
      <w:r w:rsidR="00C0666E" w:rsidRPr="001F32F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Pr>
          <w:rStyle w:val="Accentuation"/>
          <w:rFonts w:ascii="Helvetica 55 Roman" w:hAnsi="Helvetica 55 Roman" w:cs="Arial"/>
          <w:i w:val="0"/>
          <w:sz w:val="20"/>
          <w:szCs w:val="20"/>
        </w:rPr>
        <w:t>centre support client</w:t>
      </w:r>
      <w:r w:rsidR="00C0666E">
        <w:rPr>
          <w:rStyle w:val="Accentuation"/>
          <w:rFonts w:ascii="Helvetica 55 Roman" w:hAnsi="Helvetica 55 Roman" w:cs="Arial"/>
          <w:i w:val="0"/>
          <w:sz w:val="20"/>
          <w:szCs w:val="20"/>
        </w:rPr>
        <w:t> ;</w:t>
      </w:r>
    </w:p>
    <w:p w14:paraId="12714A31" w14:textId="5FFB8AD7" w:rsidR="00C0666E" w:rsidRPr="001F32F0" w:rsidRDefault="00BD68F9"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Pr>
          <w:rStyle w:val="Accentuation"/>
          <w:rFonts w:ascii="Helvetica 55 Roman" w:hAnsi="Helvetica 55 Roman" w:cs="Arial"/>
          <w:i w:val="0"/>
          <w:sz w:val="20"/>
          <w:szCs w:val="20"/>
        </w:rPr>
        <w:t>f</w:t>
      </w:r>
      <w:r w:rsidR="00C0666E" w:rsidRPr="001F32F0">
        <w:rPr>
          <w:rStyle w:val="Accentuation"/>
          <w:rFonts w:ascii="Helvetica 55 Roman" w:hAnsi="Helvetica 55 Roman" w:cs="Arial"/>
          <w:i w:val="0"/>
          <w:sz w:val="20"/>
          <w:szCs w:val="20"/>
        </w:rPr>
        <w:t>ournir tous les moyens matériels nécessaires au pilotage des incidents (téléphone, messagerie</w:t>
      </w:r>
      <w:r w:rsidR="00C0666E">
        <w:rPr>
          <w:rStyle w:val="Accentuation"/>
          <w:rFonts w:ascii="Helvetica 55 Roman" w:hAnsi="Helvetica 55 Roman" w:cs="Arial"/>
          <w:i w:val="0"/>
          <w:sz w:val="20"/>
          <w:szCs w:val="20"/>
        </w:rPr>
        <w:t>, etc.</w:t>
      </w:r>
      <w:r w:rsidR="00C0666E" w:rsidRPr="001F32F0">
        <w:rPr>
          <w:rStyle w:val="Accentuation"/>
          <w:rFonts w:ascii="Helvetica 55 Roman" w:hAnsi="Helvetica 55 Roman" w:cs="Arial"/>
          <w:i w:val="0"/>
          <w:sz w:val="20"/>
          <w:szCs w:val="20"/>
        </w:rPr>
        <w:t>)</w:t>
      </w:r>
      <w:r w:rsidR="0023388D">
        <w:rPr>
          <w:rStyle w:val="Accentuation"/>
          <w:rFonts w:ascii="Helvetica 55 Roman" w:hAnsi="Helvetica 55 Roman" w:cs="Arial"/>
          <w:i w:val="0"/>
          <w:sz w:val="20"/>
          <w:szCs w:val="20"/>
        </w:rPr>
        <w:t>.</w:t>
      </w:r>
    </w:p>
    <w:p w14:paraId="1F37EF74" w14:textId="77777777" w:rsidR="00C0666E" w:rsidRPr="001F32F0" w:rsidRDefault="00C0666E" w:rsidP="00C0666E">
      <w:pPr>
        <w:pStyle w:val="retraitniv1"/>
        <w:spacing w:before="0" w:beforeAutospacing="0" w:after="120" w:afterAutospacing="0"/>
        <w:ind w:left="720"/>
        <w:jc w:val="both"/>
      </w:pPr>
    </w:p>
    <w:p w14:paraId="3FE9EAB7" w14:textId="5D30060B" w:rsidR="00C0666E" w:rsidRPr="001F32F0" w:rsidRDefault="00846B73" w:rsidP="00C0666E">
      <w:pPr>
        <w:pStyle w:val="Titre2"/>
        <w:ind w:left="0" w:hanging="10"/>
        <w:jc w:val="both"/>
      </w:pPr>
      <w:bookmarkStart w:id="28" w:name="_Toc525031723"/>
      <w:bookmarkStart w:id="29" w:name="_Toc77058965"/>
      <w:proofErr w:type="gramStart"/>
      <w:r>
        <w:t>d</w:t>
      </w:r>
      <w:r w:rsidR="00C5100D" w:rsidRPr="001F32F0">
        <w:t>élais</w:t>
      </w:r>
      <w:proofErr w:type="gramEnd"/>
      <w:r w:rsidR="00C0666E" w:rsidRPr="001F32F0">
        <w:t xml:space="preserve"> de rétablissement</w:t>
      </w:r>
      <w:bookmarkEnd w:id="28"/>
      <w:bookmarkEnd w:id="29"/>
      <w:r w:rsidR="00C0666E" w:rsidRPr="001F32F0">
        <w:t xml:space="preserve"> </w:t>
      </w:r>
    </w:p>
    <w:p w14:paraId="0BDE4374" w14:textId="77777777" w:rsidR="00C0666E" w:rsidRDefault="00C0666E" w:rsidP="00C0666E">
      <w:pPr>
        <w:pStyle w:val="Texte"/>
        <w:spacing w:before="0"/>
      </w:pPr>
    </w:p>
    <w:p w14:paraId="68CE6BDD" w14:textId="0D543B91" w:rsidR="00C0666E" w:rsidRDefault="00C0666E" w:rsidP="00C0666E">
      <w:pPr>
        <w:pStyle w:val="Texte"/>
        <w:spacing w:before="0"/>
      </w:pPr>
      <w:r w:rsidRPr="001F32F0">
        <w:t xml:space="preserve">Les Conditions Spécifiques </w:t>
      </w:r>
      <w:r>
        <w:t xml:space="preserve">applicables </w:t>
      </w:r>
      <w:r w:rsidRPr="001F32F0">
        <w:t>définissent</w:t>
      </w:r>
      <w:r>
        <w:t xml:space="preserve"> pour chaque Offre,</w:t>
      </w:r>
      <w:r w:rsidRPr="001F32F0">
        <w:t xml:space="preserve"> les délais de rétablissement et précisent les conséquences de leur non-respect </w:t>
      </w:r>
      <w:r w:rsidR="00701894">
        <w:t>par</w:t>
      </w:r>
      <w:r w:rsidR="00D40C4F">
        <w:t xml:space="preserve"> </w:t>
      </w:r>
      <w:r w:rsidR="00C17C2B">
        <w:t>YANA FIBRE</w:t>
      </w:r>
      <w:r w:rsidRPr="001F32F0">
        <w:t>.</w:t>
      </w:r>
    </w:p>
    <w:p w14:paraId="520CFC5D" w14:textId="77777777" w:rsidR="00C0666E" w:rsidRPr="001F32F0" w:rsidRDefault="00C0666E" w:rsidP="00C0666E">
      <w:pPr>
        <w:pStyle w:val="Texte"/>
        <w:spacing w:before="0"/>
      </w:pPr>
    </w:p>
    <w:p w14:paraId="573A5805" w14:textId="1664CD4F" w:rsidR="00C0666E" w:rsidRPr="001F32F0" w:rsidRDefault="00846B73" w:rsidP="00C0666E">
      <w:pPr>
        <w:pStyle w:val="Titre2"/>
        <w:ind w:left="0" w:hanging="10"/>
        <w:jc w:val="both"/>
      </w:pPr>
      <w:bookmarkStart w:id="30" w:name="_Toc525031724"/>
      <w:bookmarkStart w:id="31" w:name="_Toc77058966"/>
      <w:proofErr w:type="gramStart"/>
      <w:r>
        <w:t>c</w:t>
      </w:r>
      <w:r w:rsidR="00C5100D" w:rsidRPr="001F32F0">
        <w:t>ompte-rendu</w:t>
      </w:r>
      <w:proofErr w:type="gramEnd"/>
      <w:r w:rsidR="00C0666E" w:rsidRPr="001F32F0">
        <w:t xml:space="preserve"> d’intervention</w:t>
      </w:r>
      <w:bookmarkEnd w:id="30"/>
      <w:bookmarkEnd w:id="31"/>
    </w:p>
    <w:p w14:paraId="744FA8A8" w14:textId="77777777" w:rsidR="00C0666E" w:rsidRDefault="00C0666E" w:rsidP="00C0666E">
      <w:pPr>
        <w:pStyle w:val="Texte"/>
        <w:spacing w:before="0"/>
      </w:pPr>
    </w:p>
    <w:p w14:paraId="2F062400" w14:textId="3F51EA90" w:rsidR="00C0666E" w:rsidRDefault="00C0666E" w:rsidP="00C0666E">
      <w:pPr>
        <w:pStyle w:val="Texte"/>
        <w:spacing w:before="0"/>
      </w:pPr>
      <w:r w:rsidRPr="001F32F0">
        <w:t xml:space="preserve">Le rétablissement </w:t>
      </w:r>
      <w:r>
        <w:t>de l’Offre</w:t>
      </w:r>
      <w:r w:rsidRPr="001F32F0">
        <w:t xml:space="preserve"> donne lieu à la fourniture</w:t>
      </w:r>
      <w:r>
        <w:t xml:space="preserve"> </w:t>
      </w:r>
      <w:r w:rsidR="00701894">
        <w:t>par</w:t>
      </w:r>
      <w:r w:rsidR="00D40C4F">
        <w:t xml:space="preserve"> </w:t>
      </w:r>
      <w:r w:rsidR="00C17C2B">
        <w:t>YANA FIBRE</w:t>
      </w:r>
      <w:r w:rsidRPr="001F32F0">
        <w:t xml:space="preserve"> à l</w:t>
      </w:r>
      <w:r>
        <w:t>’</w:t>
      </w:r>
      <w:r w:rsidR="00C231F1">
        <w:t>Opérateur</w:t>
      </w:r>
      <w:r>
        <w:t xml:space="preserve"> </w:t>
      </w:r>
      <w:r w:rsidRPr="001F32F0">
        <w:t>d’un rapport d’intervention indiquant :</w:t>
      </w:r>
    </w:p>
    <w:p w14:paraId="199FEE4B" w14:textId="19412313"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les références de l’Offre concernée</w:t>
      </w:r>
      <w:r w:rsidR="00DF6B65">
        <w:rPr>
          <w:rStyle w:val="Accentuation"/>
          <w:rFonts w:ascii="Helvetica 55 Roman" w:hAnsi="Helvetica 55 Roman" w:cs="Arial"/>
          <w:i w:val="0"/>
          <w:sz w:val="20"/>
          <w:szCs w:val="20"/>
        </w:rPr>
        <w:t> ;</w:t>
      </w:r>
    </w:p>
    <w:p w14:paraId="27856201" w14:textId="5AA7D214"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à l’Accueil SAV ou du constat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C17C2B">
        <w:rPr>
          <w:rStyle w:val="Accentuation"/>
          <w:rFonts w:ascii="Helvetica 55 Roman" w:hAnsi="Helvetica 55 Roman" w:cs="Arial"/>
          <w:i w:val="0"/>
          <w:sz w:val="20"/>
          <w:szCs w:val="20"/>
        </w:rPr>
        <w:t>YANA FIBRE</w:t>
      </w:r>
      <w:r w:rsidRPr="000C4408">
        <w:rPr>
          <w:rStyle w:val="Accentuation"/>
          <w:rFonts w:ascii="Helvetica 55 Roman" w:hAnsi="Helvetica 55 Roman" w:cs="Arial"/>
          <w:i w:val="0"/>
          <w:sz w:val="20"/>
          <w:szCs w:val="20"/>
        </w:rPr>
        <w:t xml:space="preserve"> et le numéro de l’incident</w:t>
      </w:r>
      <w:r w:rsidR="00DF6B65">
        <w:rPr>
          <w:rStyle w:val="Accentuation"/>
          <w:rFonts w:ascii="Helvetica 55 Roman" w:hAnsi="Helvetica 55 Roman" w:cs="Arial"/>
          <w:i w:val="0"/>
          <w:sz w:val="20"/>
          <w:szCs w:val="20"/>
        </w:rPr>
        <w:t> ;</w:t>
      </w:r>
    </w:p>
    <w:p w14:paraId="430D8107" w14:textId="0EF5B088"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 xml:space="preserve">la date et l’heure de prise en compte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C17C2B">
        <w:rPr>
          <w:rStyle w:val="Accentuation"/>
          <w:rFonts w:ascii="Helvetica 55 Roman" w:hAnsi="Helvetica 55 Roman" w:cs="Arial"/>
          <w:i w:val="0"/>
          <w:sz w:val="20"/>
          <w:szCs w:val="20"/>
        </w:rPr>
        <w:t>YANA FIBRE</w:t>
      </w:r>
      <w:r w:rsidRPr="000C4408">
        <w:rPr>
          <w:rStyle w:val="Accentuation"/>
          <w:rFonts w:ascii="Helvetica 55 Roman" w:hAnsi="Helvetica 55 Roman" w:cs="Arial"/>
          <w:i w:val="0"/>
          <w:sz w:val="20"/>
          <w:szCs w:val="20"/>
        </w:rPr>
        <w:t xml:space="preserve"> qui correspondent à 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aura communiqué l’ensemble desdites informations</w:t>
      </w:r>
      <w:r w:rsidR="00DF6B65">
        <w:rPr>
          <w:rStyle w:val="Accentuation"/>
          <w:rFonts w:ascii="Helvetica 55 Roman" w:hAnsi="Helvetica 55 Roman" w:cs="Arial"/>
          <w:i w:val="0"/>
          <w:sz w:val="20"/>
          <w:szCs w:val="20"/>
        </w:rPr>
        <w:t> ;</w:t>
      </w:r>
    </w:p>
    <w:p w14:paraId="781BBA03" w14:textId="79D2FF24"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localisation et la nature du dérangement</w:t>
      </w:r>
      <w:r w:rsidR="00DF6B65">
        <w:rPr>
          <w:rStyle w:val="Accentuation"/>
          <w:rFonts w:ascii="Helvetica 55 Roman" w:hAnsi="Helvetica 55 Roman" w:cs="Arial"/>
          <w:i w:val="0"/>
          <w:sz w:val="20"/>
          <w:szCs w:val="20"/>
        </w:rPr>
        <w:t> ;</w:t>
      </w:r>
    </w:p>
    <w:p w14:paraId="5ABC0870" w14:textId="77777777" w:rsidR="00C0666E" w:rsidRPr="000C4408" w:rsidRDefault="00C0666E"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de rétablissement de l’Offre.</w:t>
      </w:r>
    </w:p>
    <w:p w14:paraId="7A9C9A8F" w14:textId="77777777" w:rsidR="00C0666E" w:rsidRPr="001F32F0" w:rsidRDefault="00C0666E" w:rsidP="00C0666E">
      <w:pPr>
        <w:pStyle w:val="Textenum1"/>
        <w:numPr>
          <w:ilvl w:val="0"/>
          <w:numId w:val="0"/>
        </w:numPr>
        <w:ind w:left="360"/>
      </w:pPr>
    </w:p>
    <w:p w14:paraId="64E2530A" w14:textId="34250619" w:rsidR="00C0666E" w:rsidRPr="001F32F0" w:rsidRDefault="00846B73" w:rsidP="00C0666E">
      <w:pPr>
        <w:pStyle w:val="Titre2"/>
        <w:ind w:left="0" w:hanging="10"/>
        <w:jc w:val="both"/>
      </w:pPr>
      <w:bookmarkStart w:id="32" w:name="_Toc525031725"/>
      <w:bookmarkStart w:id="33" w:name="_Toc77058967"/>
      <w:proofErr w:type="gramStart"/>
      <w:r>
        <w:t>d</w:t>
      </w:r>
      <w:r w:rsidR="000C4408" w:rsidRPr="001F32F0">
        <w:t>isponibilité</w:t>
      </w:r>
      <w:proofErr w:type="gramEnd"/>
      <w:r w:rsidR="00C0666E" w:rsidRPr="001F32F0">
        <w:t xml:space="preserve"> annuelle des Services (IMS)</w:t>
      </w:r>
      <w:bookmarkEnd w:id="32"/>
      <w:bookmarkEnd w:id="33"/>
    </w:p>
    <w:p w14:paraId="59988078" w14:textId="77777777" w:rsidR="00C0666E" w:rsidRDefault="00C0666E" w:rsidP="00C0666E">
      <w:pPr>
        <w:pStyle w:val="Texte"/>
        <w:spacing w:before="0"/>
      </w:pPr>
    </w:p>
    <w:p w14:paraId="4A8573A1" w14:textId="51BA1B7F" w:rsidR="00C0666E" w:rsidRDefault="00C17C2B" w:rsidP="00C0666E">
      <w:pPr>
        <w:pStyle w:val="Texte"/>
        <w:spacing w:before="0"/>
      </w:pPr>
      <w:r>
        <w:t>YANA FIBRE</w:t>
      </w:r>
      <w:r w:rsidR="00701894">
        <w:t xml:space="preserve"> </w:t>
      </w:r>
      <w:r w:rsidR="00C0666E" w:rsidRPr="001F32F0">
        <w:t xml:space="preserve">a défini un indicateur dénommé « Interruption Maximale de Service » (IMS) qui mesure la disponibilité annuelle de </w:t>
      </w:r>
      <w:r w:rsidR="00C0666E">
        <w:t>certaines Offres</w:t>
      </w:r>
      <w:r w:rsidR="00C0666E" w:rsidRPr="001F32F0">
        <w:t xml:space="preserve">. </w:t>
      </w:r>
    </w:p>
    <w:p w14:paraId="7CB1C0E0" w14:textId="77777777" w:rsidR="00C0666E" w:rsidRDefault="00C0666E" w:rsidP="00C0666E">
      <w:pPr>
        <w:pStyle w:val="Texte"/>
        <w:spacing w:before="0"/>
      </w:pPr>
    </w:p>
    <w:p w14:paraId="4A4145F7" w14:textId="67E207FE" w:rsidR="00C0666E" w:rsidRDefault="00C0666E" w:rsidP="00C0666E">
      <w:pPr>
        <w:pStyle w:val="Texte"/>
        <w:spacing w:before="0"/>
      </w:pPr>
      <w:r w:rsidRPr="001F32F0">
        <w:t xml:space="preserve">Les Conditions Spécifiques propres à </w:t>
      </w:r>
      <w:r>
        <w:t>chacune des Offres</w:t>
      </w:r>
      <w:r w:rsidRPr="001F32F0">
        <w:t xml:space="preserve"> concerné</w:t>
      </w:r>
      <w:r>
        <w:t>e</w:t>
      </w:r>
      <w:r w:rsidRPr="001F32F0">
        <w:t xml:space="preserve">s définissent les modalités de calcul de cet IMS et précisent les conséquences de son non-respect </w:t>
      </w:r>
      <w:r w:rsidR="00701894">
        <w:t>par</w:t>
      </w:r>
      <w:r w:rsidR="00D40C4F">
        <w:t xml:space="preserve"> </w:t>
      </w:r>
      <w:r w:rsidR="00C17C2B">
        <w:t>YANA FIBRE</w:t>
      </w:r>
      <w:r w:rsidRPr="001F32F0">
        <w:t>.</w:t>
      </w:r>
    </w:p>
    <w:p w14:paraId="4525E07C" w14:textId="77777777" w:rsidR="00C0666E" w:rsidRDefault="00C0666E" w:rsidP="00C0666E">
      <w:pPr>
        <w:pStyle w:val="Texte"/>
        <w:spacing w:before="0"/>
      </w:pPr>
    </w:p>
    <w:p w14:paraId="5921C106" w14:textId="36F1088C" w:rsidR="00C0666E" w:rsidRPr="001F32F0" w:rsidRDefault="00846B73" w:rsidP="00C0666E">
      <w:pPr>
        <w:pStyle w:val="Titre2"/>
        <w:ind w:left="0" w:hanging="10"/>
        <w:jc w:val="both"/>
      </w:pPr>
      <w:bookmarkStart w:id="34" w:name="_Toc525031726"/>
      <w:bookmarkStart w:id="35" w:name="_Toc77058968"/>
      <w:proofErr w:type="gramStart"/>
      <w:r>
        <w:t>i</w:t>
      </w:r>
      <w:r w:rsidR="000C4408" w:rsidRPr="001F32F0">
        <w:t>nformations</w:t>
      </w:r>
      <w:proofErr w:type="gramEnd"/>
      <w:r w:rsidR="00C0666E" w:rsidRPr="001F32F0">
        <w:t xml:space="preserve"> sur les travaux programmés réalisés </w:t>
      </w:r>
      <w:bookmarkEnd w:id="34"/>
      <w:r w:rsidR="00701894">
        <w:t>par</w:t>
      </w:r>
      <w:r w:rsidR="00D40C4F">
        <w:t xml:space="preserve"> </w:t>
      </w:r>
      <w:r w:rsidR="00C17C2B">
        <w:t>YANA FIBRE</w:t>
      </w:r>
      <w:bookmarkEnd w:id="35"/>
    </w:p>
    <w:p w14:paraId="7EF6E40F" w14:textId="77777777" w:rsidR="00C0666E" w:rsidRDefault="00C0666E" w:rsidP="00C0666E">
      <w:pPr>
        <w:pStyle w:val="Texte"/>
        <w:spacing w:before="0"/>
      </w:pPr>
    </w:p>
    <w:p w14:paraId="60980E54" w14:textId="0D53C32E" w:rsidR="00C0666E" w:rsidRPr="00395F07" w:rsidRDefault="00C0666E" w:rsidP="00C0666E">
      <w:pPr>
        <w:pStyle w:val="Texte"/>
        <w:spacing w:before="0"/>
      </w:pPr>
      <w:r w:rsidRPr="001F32F0">
        <w:t xml:space="preserve">Pour assurer le maintien de la qualité </w:t>
      </w:r>
      <w:r>
        <w:t>d’une Offre</w:t>
      </w:r>
      <w:r w:rsidR="00701894">
        <w:t>,</w:t>
      </w:r>
      <w:r w:rsidR="00D40C4F">
        <w:t xml:space="preserve"> </w:t>
      </w:r>
      <w:r w:rsidR="00C17C2B">
        <w:t>YANA FIBRE</w:t>
      </w:r>
      <w:r w:rsidRPr="001F32F0">
        <w:t xml:space="preserve">  peut être amené à réaliser sur </w:t>
      </w:r>
      <w:r w:rsidR="008F5F3E">
        <w:t>le</w:t>
      </w:r>
      <w:r w:rsidR="008F5F3E" w:rsidRPr="001F32F0">
        <w:t xml:space="preserve"> </w:t>
      </w:r>
      <w:r w:rsidRPr="001F32F0">
        <w:t xml:space="preserve">réseau des travaux susceptibles d'affecter temporairement le bon fonctionnement </w:t>
      </w:r>
      <w:r>
        <w:t>de ladite Offre</w:t>
      </w:r>
      <w:r w:rsidRPr="001F32F0">
        <w:t>.</w:t>
      </w:r>
      <w:r w:rsidR="00D40C4F">
        <w:t xml:space="preserve"> </w:t>
      </w:r>
      <w:r w:rsidR="00C17C2B">
        <w:t>YANA FIBRE</w:t>
      </w:r>
      <w:r w:rsidR="00701894">
        <w:t xml:space="preserve"> </w:t>
      </w:r>
      <w:r w:rsidRPr="00395F07">
        <w:t>s'efforce, dans toute la mesure du possible, de réduire les perturbations qui peuvent en résulter pour l’Opérateur. Avant chaque intervention</w:t>
      </w:r>
      <w:r w:rsidR="00701894">
        <w:t>,</w:t>
      </w:r>
      <w:r w:rsidR="00D40C4F">
        <w:t xml:space="preserve"> </w:t>
      </w:r>
      <w:r w:rsidR="00C17C2B">
        <w:t>YANA FIBRE</w:t>
      </w:r>
      <w:r w:rsidRPr="00745D00">
        <w:t xml:space="preserve"> transmet à l’</w:t>
      </w:r>
      <w:r w:rsidR="00C231F1">
        <w:t>Opérateur</w:t>
      </w:r>
      <w:r w:rsidRPr="00745D00">
        <w:t xml:space="preserve"> </w:t>
      </w:r>
      <w:r w:rsidRPr="005D656E">
        <w:t>des informations concernant les travaux programmés dans le respect d’un préavis de 15 jours calendaires précédent la date desdits travaux et en indiquant les plages horaires</w:t>
      </w:r>
      <w:r w:rsidRPr="00395F07">
        <w:t xml:space="preserve"> et durées prévisionnelles d'interruption de l’Offre.</w:t>
      </w:r>
    </w:p>
    <w:p w14:paraId="446AA886" w14:textId="77777777" w:rsidR="00C0666E" w:rsidRPr="00745D00" w:rsidRDefault="00C0666E" w:rsidP="00C0666E">
      <w:pPr>
        <w:pStyle w:val="Texte"/>
        <w:spacing w:before="0"/>
      </w:pPr>
    </w:p>
    <w:p w14:paraId="4ACFE7C2" w14:textId="256ECB3F" w:rsidR="00C0666E" w:rsidRPr="005D656E" w:rsidRDefault="00C0666E" w:rsidP="00C0666E">
      <w:pPr>
        <w:pStyle w:val="Texte"/>
        <w:spacing w:before="0"/>
      </w:pPr>
      <w:r w:rsidRPr="005D656E">
        <w:t xml:space="preserve">Dans le cas exceptionnel où une dégradation est détectée et est susceptible d’engendrer très rapidement un incident sur l’Offre sans intervention </w:t>
      </w:r>
      <w:r w:rsidR="00701894">
        <w:t>de</w:t>
      </w:r>
      <w:r w:rsidR="00D40C4F">
        <w:t xml:space="preserve"> </w:t>
      </w:r>
      <w:r w:rsidR="00C17C2B">
        <w:t>YANA FIBRE</w:t>
      </w:r>
      <w:r w:rsidRPr="005D656E">
        <w:t>, le préavis de 15 jours peut être raccourci.</w:t>
      </w:r>
    </w:p>
    <w:p w14:paraId="24FAD778" w14:textId="77777777" w:rsidR="00C0666E" w:rsidRPr="005D656E" w:rsidRDefault="00C0666E" w:rsidP="00C0666E">
      <w:pPr>
        <w:pStyle w:val="Texte"/>
        <w:spacing w:before="0"/>
      </w:pPr>
    </w:p>
    <w:p w14:paraId="4628CFD7" w14:textId="65E63891" w:rsidR="00C0666E" w:rsidRPr="005D656E" w:rsidRDefault="00C0666E" w:rsidP="00C0666E">
      <w:pPr>
        <w:pStyle w:val="Texte"/>
        <w:spacing w:before="0"/>
      </w:pPr>
      <w:r w:rsidRPr="005D656E">
        <w:t xml:space="preserve">Dans le cas où seule une Offre dont bénéficie un </w:t>
      </w:r>
      <w:r w:rsidR="00C231F1">
        <w:t>Opérateur</w:t>
      </w:r>
      <w:r>
        <w:t xml:space="preserve"> </w:t>
      </w:r>
      <w:r w:rsidRPr="005D656E">
        <w:t>est susceptible d'être affectée par les travaux</w:t>
      </w:r>
      <w:r w:rsidR="00701894">
        <w:t>,</w:t>
      </w:r>
      <w:r w:rsidR="00D40C4F">
        <w:t xml:space="preserve"> </w:t>
      </w:r>
      <w:r w:rsidR="00C17C2B">
        <w:t>YANA FIBRE</w:t>
      </w:r>
      <w:r w:rsidRPr="001F32F0">
        <w:t xml:space="preserve"> </w:t>
      </w:r>
      <w:r w:rsidRPr="005D656E">
        <w:t>convient avec lui de la plage horaire d'intervention dans les limites hora</w:t>
      </w:r>
      <w:r>
        <w:t>ires relatives au service après-</w:t>
      </w:r>
      <w:r w:rsidRPr="005D656E">
        <w:t>vente telles que précisées dans les Conditions Spécifiques</w:t>
      </w:r>
      <w:r>
        <w:t xml:space="preserve"> applicables</w:t>
      </w:r>
      <w:r w:rsidRPr="005D656E">
        <w:t>.</w:t>
      </w:r>
    </w:p>
    <w:p w14:paraId="26BA3C41" w14:textId="77777777" w:rsidR="00C0666E" w:rsidRPr="005D656E" w:rsidRDefault="00C0666E" w:rsidP="00C0666E">
      <w:pPr>
        <w:pStyle w:val="Texte"/>
        <w:spacing w:before="0"/>
      </w:pPr>
    </w:p>
    <w:p w14:paraId="51A65896" w14:textId="5F0F1895" w:rsidR="00C0666E" w:rsidRPr="005D656E" w:rsidRDefault="00C0666E" w:rsidP="00C0666E">
      <w:pPr>
        <w:pStyle w:val="Texte"/>
        <w:spacing w:before="0"/>
      </w:pPr>
      <w:r w:rsidRPr="005D656E">
        <w:t>Dans le cas exceptionnel où, à la demande de l’</w:t>
      </w:r>
      <w:r w:rsidR="00C231F1">
        <w:t>Opérateur</w:t>
      </w:r>
      <w:r>
        <w:t xml:space="preserve"> </w:t>
      </w:r>
      <w:r w:rsidRPr="005D656E">
        <w:t xml:space="preserve">et après étude, les travaux programmés ont lieu </w:t>
      </w:r>
      <w:r w:rsidR="008F5F3E">
        <w:t>en dehors des H</w:t>
      </w:r>
      <w:r w:rsidRPr="005D656E">
        <w:t>eure</w:t>
      </w:r>
      <w:r w:rsidR="008F5F3E">
        <w:t>s</w:t>
      </w:r>
      <w:r w:rsidRPr="005D656E">
        <w:t xml:space="preserve"> </w:t>
      </w:r>
      <w:r w:rsidR="008F5F3E">
        <w:t>O</w:t>
      </w:r>
      <w:r w:rsidRPr="005D656E">
        <w:t>uvrable</w:t>
      </w:r>
      <w:r w:rsidR="008F5F3E">
        <w:t>s</w:t>
      </w:r>
      <w:r w:rsidRPr="005D656E">
        <w:t xml:space="preserve">, les frais supplémentaires engagés </w:t>
      </w:r>
      <w:r w:rsidR="00701894">
        <w:t>par</w:t>
      </w:r>
      <w:r w:rsidR="00D40C4F">
        <w:t xml:space="preserve"> </w:t>
      </w:r>
      <w:r w:rsidR="00C17C2B">
        <w:t>YANA FIBRE</w:t>
      </w:r>
      <w:r w:rsidRPr="001F32F0">
        <w:t xml:space="preserve"> </w:t>
      </w:r>
      <w:r w:rsidRPr="005D656E">
        <w:t xml:space="preserve"> sont à la charge de l’</w:t>
      </w:r>
      <w:r w:rsidR="00C231F1">
        <w:t>Opérateur</w:t>
      </w:r>
      <w:r w:rsidRPr="005D656E">
        <w:t>.</w:t>
      </w:r>
    </w:p>
    <w:p w14:paraId="75A15D90" w14:textId="77777777" w:rsidR="00C0666E" w:rsidRPr="005D656E" w:rsidRDefault="00C0666E" w:rsidP="00C0666E">
      <w:pPr>
        <w:pStyle w:val="Texte"/>
        <w:spacing w:before="0"/>
      </w:pPr>
    </w:p>
    <w:p w14:paraId="4A8F4CCE" w14:textId="77777777" w:rsidR="00C0666E" w:rsidRDefault="00C0666E" w:rsidP="00C0666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76825F76" w14:textId="77777777" w:rsidR="00C0666E" w:rsidRPr="001F32F0" w:rsidRDefault="00C0666E" w:rsidP="00C0666E">
      <w:pPr>
        <w:pStyle w:val="Texte"/>
        <w:spacing w:before="0"/>
      </w:pPr>
    </w:p>
    <w:p w14:paraId="02952FE7" w14:textId="268965F2" w:rsidR="00C0666E" w:rsidRPr="001F32F0" w:rsidRDefault="00846B73" w:rsidP="00C0666E">
      <w:pPr>
        <w:pStyle w:val="Titre2"/>
        <w:ind w:left="0" w:hanging="10"/>
        <w:jc w:val="both"/>
      </w:pPr>
      <w:bookmarkStart w:id="36" w:name="_Toc525031727"/>
      <w:bookmarkStart w:id="37" w:name="_Toc77058969"/>
      <w:proofErr w:type="gramStart"/>
      <w:r>
        <w:t>i</w:t>
      </w:r>
      <w:r w:rsidR="00C5100D" w:rsidRPr="001F32F0">
        <w:t>nformations</w:t>
      </w:r>
      <w:proofErr w:type="gramEnd"/>
      <w:r w:rsidR="00C0666E" w:rsidRPr="001F32F0">
        <w:t xml:space="preserve"> sur les travaux programmés réalisés par l’</w:t>
      </w:r>
      <w:bookmarkEnd w:id="36"/>
      <w:r w:rsidR="00C231F1">
        <w:t>Opérateur</w:t>
      </w:r>
      <w:bookmarkEnd w:id="37"/>
    </w:p>
    <w:p w14:paraId="305B51F6" w14:textId="77777777" w:rsidR="00C0666E" w:rsidRPr="001F32F0" w:rsidRDefault="00C0666E" w:rsidP="00C0666E"/>
    <w:p w14:paraId="3A64282E" w14:textId="60DCD9E2" w:rsidR="00C0666E" w:rsidRPr="00745D00" w:rsidRDefault="00C0666E" w:rsidP="00C0666E">
      <w:pPr>
        <w:pStyle w:val="Texte"/>
        <w:spacing w:before="0"/>
      </w:pPr>
      <w:r w:rsidRPr="001F32F0">
        <w:t xml:space="preserve">Pour assurer le maintien de la qualité </w:t>
      </w:r>
      <w:r>
        <w:t>d’une Offre</w:t>
      </w:r>
      <w:r w:rsidRPr="001F32F0">
        <w:t>, l’</w:t>
      </w:r>
      <w:r w:rsidR="00C231F1">
        <w:t>Opérateur</w:t>
      </w:r>
      <w:r w:rsidRPr="001F32F0">
        <w:t xml:space="preserve"> peut </w:t>
      </w:r>
      <w:r>
        <w:t xml:space="preserve">également </w:t>
      </w:r>
      <w:r w:rsidRPr="001F32F0">
        <w:t>être amené à réaliser sur son réseau des travaux susceptibles d'affecter temporairement le bon fonctionnement d</w:t>
      </w:r>
      <w:r>
        <w:t>e ladite Offre</w:t>
      </w:r>
      <w:r w:rsidRPr="001F32F0">
        <w:t>. Avant chaque intervention, l’</w:t>
      </w:r>
      <w:r w:rsidR="00C231F1">
        <w:t>Opérateur</w:t>
      </w:r>
      <w:r w:rsidRPr="001F32F0">
        <w:t xml:space="preserve"> transmet </w:t>
      </w:r>
      <w:r w:rsidR="00701894">
        <w:t>à</w:t>
      </w:r>
      <w:r w:rsidR="00D40C4F">
        <w:t xml:space="preserve"> </w:t>
      </w:r>
      <w:r w:rsidR="00C17C2B">
        <w:t>YANA FIBRE</w:t>
      </w:r>
      <w:r w:rsidRPr="001F32F0">
        <w:t xml:space="preserve"> </w:t>
      </w:r>
      <w:r w:rsidRPr="00395F07">
        <w:t xml:space="preserve">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2F664713" w14:textId="77777777" w:rsidR="00C0666E" w:rsidRPr="005D656E" w:rsidRDefault="00C0666E" w:rsidP="00C0666E">
      <w:pPr>
        <w:pStyle w:val="Texte"/>
        <w:spacing w:before="0"/>
        <w:rPr>
          <w:rStyle w:val="Accentuation"/>
          <w:i w:val="0"/>
        </w:rPr>
      </w:pPr>
    </w:p>
    <w:p w14:paraId="0397F5C8" w14:textId="517314D7" w:rsidR="00D95F15" w:rsidRPr="00A6785A" w:rsidRDefault="00C0666E" w:rsidP="00BD22DD">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w:t>
      </w:r>
      <w:r w:rsidR="00C231F1">
        <w:t>Opérateur</w:t>
      </w:r>
      <w:r w:rsidRPr="001F32F0">
        <w:t xml:space="preserve">, telles que décrites ci-dessus, ne sont pas considérées comme incidents. A ce titre, elles ne sont pas prises en compte dans les engagements </w:t>
      </w:r>
      <w:r>
        <w:t xml:space="preserve">de rétablissement et d’IMS </w:t>
      </w:r>
      <w:r w:rsidRPr="001F32F0">
        <w:t>décrits ci-dessus.</w:t>
      </w:r>
    </w:p>
    <w:p w14:paraId="77BC9D65" w14:textId="0018AB64" w:rsidR="00E07421" w:rsidRPr="003E5BF2" w:rsidRDefault="00846B73" w:rsidP="00865B24">
      <w:pPr>
        <w:pStyle w:val="Titre1"/>
        <w:spacing w:before="720"/>
        <w:ind w:left="1707" w:hanging="1707"/>
      </w:pPr>
      <w:bookmarkStart w:id="38" w:name="_Toc77058970"/>
      <w:bookmarkEnd w:id="21"/>
      <w:proofErr w:type="gramStart"/>
      <w:r w:rsidRPr="003E5BF2">
        <w:t>p</w:t>
      </w:r>
      <w:r w:rsidR="000C4408" w:rsidRPr="003E5BF2">
        <w:t>rix</w:t>
      </w:r>
      <w:bookmarkEnd w:id="38"/>
      <w:proofErr w:type="gramEnd"/>
    </w:p>
    <w:p w14:paraId="19EF1E2F" w14:textId="77777777" w:rsidR="008F1399" w:rsidRPr="00E333C9" w:rsidRDefault="008F1399" w:rsidP="00BD22DD">
      <w:pPr>
        <w:pStyle w:val="Texte"/>
        <w:spacing w:before="0"/>
      </w:pPr>
    </w:p>
    <w:p w14:paraId="0565B989" w14:textId="77777777" w:rsidR="00021BE1" w:rsidRPr="002B357B" w:rsidRDefault="004056B7" w:rsidP="00BD22DD">
      <w:pPr>
        <w:pStyle w:val="Texte"/>
        <w:spacing w:before="0"/>
      </w:pPr>
      <w:r w:rsidRPr="00A20FBB">
        <w:t>La structure de prix des</w:t>
      </w:r>
      <w:r w:rsidR="001C5022" w:rsidRPr="002B357B">
        <w:t xml:space="preserve"> Offres</w:t>
      </w:r>
      <w:r w:rsidRPr="002B357B">
        <w:t xml:space="preserve"> </w:t>
      </w:r>
      <w:r w:rsidR="005D2676" w:rsidRPr="002B357B">
        <w:t>est</w:t>
      </w:r>
      <w:r w:rsidRPr="002B357B">
        <w:t xml:space="preserve"> définie dans les </w:t>
      </w:r>
      <w:r w:rsidR="00DC011E">
        <w:t>C</w:t>
      </w:r>
      <w:r w:rsidRPr="002B357B">
        <w:t xml:space="preserve">onditions </w:t>
      </w:r>
      <w:r w:rsidR="00DC011E">
        <w:t>S</w:t>
      </w:r>
      <w:r w:rsidRPr="002B357B">
        <w:t xml:space="preserve">pécifiques propres à chaque </w:t>
      </w:r>
      <w:r w:rsidR="001C5022" w:rsidRPr="002B357B">
        <w:t>Offre</w:t>
      </w:r>
      <w:r w:rsidRPr="002B357B">
        <w:t xml:space="preserve">. </w:t>
      </w:r>
    </w:p>
    <w:p w14:paraId="2A8B62AF" w14:textId="77777777" w:rsidR="008F1399" w:rsidRPr="002B357B" w:rsidRDefault="008F1399" w:rsidP="00BD22DD">
      <w:pPr>
        <w:pStyle w:val="Texte"/>
        <w:spacing w:before="0"/>
      </w:pPr>
    </w:p>
    <w:p w14:paraId="4055A9F8" w14:textId="5F6B8002" w:rsidR="004056B7" w:rsidRPr="002B357B" w:rsidRDefault="004056B7" w:rsidP="00BD22DD">
      <w:pPr>
        <w:pStyle w:val="Texte"/>
        <w:spacing w:before="0"/>
      </w:pPr>
      <w:r w:rsidRPr="002B357B">
        <w:t xml:space="preserve">Le prix des </w:t>
      </w:r>
      <w:r w:rsidR="00206FFB" w:rsidRPr="002B357B">
        <w:t xml:space="preserve">Offres </w:t>
      </w:r>
      <w:r w:rsidRPr="002B357B">
        <w:t xml:space="preserve">fournies dans le cadre du Contrat sont définis </w:t>
      </w:r>
      <w:r w:rsidR="00CA0431" w:rsidRPr="002B357B">
        <w:t xml:space="preserve">dans </w:t>
      </w:r>
      <w:r w:rsidR="00B81F3A">
        <w:t>chaque annexe tarifaire</w:t>
      </w:r>
      <w:r w:rsidR="00CA0431" w:rsidRPr="002B357B">
        <w:t>.</w:t>
      </w:r>
    </w:p>
    <w:p w14:paraId="31665321" w14:textId="77777777" w:rsidR="008C2DE0" w:rsidRPr="007B4921" w:rsidRDefault="003148FA" w:rsidP="002B357B">
      <w:pPr>
        <w:pStyle w:val="Texte"/>
        <w:tabs>
          <w:tab w:val="left" w:pos="8389"/>
        </w:tabs>
        <w:spacing w:before="0"/>
      </w:pPr>
      <w:r w:rsidRPr="00A6785A">
        <w:tab/>
      </w:r>
    </w:p>
    <w:p w14:paraId="3D8FF021" w14:textId="77777777" w:rsidR="003148FA" w:rsidRPr="002B357B" w:rsidRDefault="003148FA" w:rsidP="003148FA">
      <w:pPr>
        <w:pStyle w:val="Texte"/>
        <w:rPr>
          <w:rFonts w:cs="Calibri"/>
        </w:rPr>
      </w:pPr>
      <w:r w:rsidRPr="002B357B">
        <w:rPr>
          <w:rFonts w:cs="Calibri"/>
        </w:rPr>
        <w:t>Les prix définis en annexe des Co</w:t>
      </w:r>
      <w:r w:rsidR="00A6785A" w:rsidRPr="002B357B">
        <w:rPr>
          <w:rFonts w:cs="Calibri"/>
        </w:rPr>
        <w:t>nditions Spécifiques de chaque O</w:t>
      </w:r>
      <w:r w:rsidRPr="002B357B">
        <w:rPr>
          <w:rFonts w:cs="Calibri"/>
        </w:rPr>
        <w:t>ffre pourront faire l’objet d’une évolution dans les conditions définies ci-après.</w:t>
      </w:r>
    </w:p>
    <w:p w14:paraId="55FC0558" w14:textId="77777777" w:rsidR="003148FA" w:rsidRPr="002B357B" w:rsidRDefault="003148FA" w:rsidP="003148FA">
      <w:pPr>
        <w:pStyle w:val="Texte"/>
        <w:rPr>
          <w:rFonts w:cs="Calibri"/>
        </w:rPr>
      </w:pPr>
      <w:r w:rsidRPr="002B357B">
        <w:rPr>
          <w:rFonts w:cs="Calibri"/>
        </w:rPr>
        <w:t>Les nouveaux prix s’appliqueront</w:t>
      </w:r>
      <w:r w:rsidR="00A6785A" w:rsidRPr="002B357B">
        <w:rPr>
          <w:rFonts w:cs="Calibri"/>
        </w:rPr>
        <w:t xml:space="preserve"> automatiquement à chaque nouvel Accès </w:t>
      </w:r>
      <w:r w:rsidRPr="002B357B">
        <w:rPr>
          <w:rFonts w:cs="Calibri"/>
        </w:rPr>
        <w:t>souscrit par l’</w:t>
      </w:r>
      <w:r w:rsidR="00C231F1" w:rsidRPr="002B357B">
        <w:rPr>
          <w:rFonts w:cs="Calibri"/>
        </w:rPr>
        <w:t>Opérateur</w:t>
      </w:r>
      <w:r w:rsidRPr="002B357B">
        <w:rPr>
          <w:rFonts w:cs="Calibri"/>
        </w:rPr>
        <w:t>.</w:t>
      </w:r>
    </w:p>
    <w:p w14:paraId="4065D543" w14:textId="71524E7A" w:rsidR="003148FA" w:rsidRPr="002B357B" w:rsidRDefault="00A6785A" w:rsidP="0046167B">
      <w:pPr>
        <w:pStyle w:val="Texte"/>
        <w:rPr>
          <w:rFonts w:cs="Calibri"/>
        </w:rPr>
      </w:pPr>
      <w:r w:rsidRPr="002B357B">
        <w:rPr>
          <w:rFonts w:cs="Calibri"/>
        </w:rPr>
        <w:t>Pour les Accès déjà souscrits, t</w:t>
      </w:r>
      <w:r w:rsidR="003148FA" w:rsidRPr="002B357B">
        <w:rPr>
          <w:rFonts w:cs="Calibri"/>
        </w:rPr>
        <w:t>oute modification de prix est notifiée par voie électronique à l’</w:t>
      </w:r>
      <w:r w:rsidR="00C231F1" w:rsidRPr="002B357B">
        <w:rPr>
          <w:rFonts w:cs="Calibri"/>
        </w:rPr>
        <w:t>Opérateur</w:t>
      </w:r>
      <w:r w:rsidR="003148FA" w:rsidRPr="002B357B">
        <w:rPr>
          <w:rFonts w:cs="Calibri"/>
        </w:rPr>
        <w:t xml:space="preserve"> dès que possible</w:t>
      </w:r>
      <w:r w:rsidR="00D91FDC">
        <w:rPr>
          <w:rFonts w:cs="Calibri"/>
        </w:rPr>
        <w:t xml:space="preserve">, </w:t>
      </w:r>
      <w:r w:rsidR="00D91FDC" w:rsidRPr="002B357B">
        <w:t>conformément à l’article</w:t>
      </w:r>
      <w:r w:rsidR="00E2772E">
        <w:t xml:space="preserve"> </w:t>
      </w:r>
      <w:r w:rsidR="001B6372">
        <w:t>intitulé « </w:t>
      </w:r>
      <w:r w:rsidR="001B6372" w:rsidRPr="001B6372">
        <w:t>modification des Conditions Spécifiques et de leurs annexes</w:t>
      </w:r>
      <w:r w:rsidR="001B6372">
        <w:t> »</w:t>
      </w:r>
      <w:r w:rsidR="0046167B">
        <w:rPr>
          <w:rFonts w:cs="Calibri"/>
        </w:rPr>
        <w:t>.</w:t>
      </w:r>
      <w:r w:rsidR="003148FA" w:rsidRPr="002B357B">
        <w:rPr>
          <w:rFonts w:cs="Calibri"/>
        </w:rPr>
        <w:t xml:space="preserve"> </w:t>
      </w:r>
    </w:p>
    <w:p w14:paraId="1DB35272" w14:textId="32ABDD07" w:rsidR="003148FA" w:rsidRPr="002B357B" w:rsidRDefault="003148FA" w:rsidP="003148FA">
      <w:pPr>
        <w:pStyle w:val="Texte"/>
        <w:rPr>
          <w:rFonts w:cs="Calibri"/>
        </w:rPr>
      </w:pPr>
      <w:r w:rsidRPr="002B357B">
        <w:rPr>
          <w:rFonts w:cs="Calibri"/>
        </w:rPr>
        <w:t>Toute hausse de prix, autorise l’</w:t>
      </w:r>
      <w:r w:rsidR="00C231F1" w:rsidRPr="002B357B">
        <w:rPr>
          <w:rFonts w:cs="Calibri"/>
        </w:rPr>
        <w:t>Opérateur</w:t>
      </w:r>
      <w:r w:rsidR="00A6785A" w:rsidRPr="002B357B">
        <w:rPr>
          <w:rFonts w:cs="Calibri"/>
        </w:rPr>
        <w:t xml:space="preserve"> à résilier un </w:t>
      </w:r>
      <w:r w:rsidRPr="002B357B">
        <w:rPr>
          <w:rFonts w:cs="Calibri"/>
        </w:rPr>
        <w:t>ou plusieurs</w:t>
      </w:r>
      <w:r w:rsidR="00403432" w:rsidRPr="002B357B">
        <w:rPr>
          <w:rFonts w:cs="Calibri"/>
        </w:rPr>
        <w:t xml:space="preserve"> Accès</w:t>
      </w:r>
      <w:r w:rsidRPr="002B357B">
        <w:rPr>
          <w:rFonts w:cs="Calibri"/>
        </w:rPr>
        <w:t xml:space="preserve"> sans pénalité, y compris pendant les périodes d’engagement minimales éventuelles. </w:t>
      </w:r>
    </w:p>
    <w:p w14:paraId="036E907F" w14:textId="77777777" w:rsidR="003148FA" w:rsidRPr="002B357B" w:rsidRDefault="003148FA" w:rsidP="003148FA">
      <w:pPr>
        <w:pStyle w:val="Texte"/>
        <w:rPr>
          <w:rFonts w:cs="Calibri"/>
        </w:rPr>
      </w:pPr>
      <w:r w:rsidRPr="002B357B">
        <w:rPr>
          <w:rFonts w:cs="Calibri"/>
        </w:rPr>
        <w:t>Cette résiliation doit être effectuée par lettre recommandée avec de</w:t>
      </w:r>
      <w:r w:rsidR="00A6785A" w:rsidRPr="002B357B">
        <w:rPr>
          <w:rFonts w:cs="Calibri"/>
        </w:rPr>
        <w:t>mande d’avis de réception</w:t>
      </w:r>
      <w:r w:rsidRPr="002B357B">
        <w:rPr>
          <w:rFonts w:cs="Calibri"/>
        </w:rPr>
        <w:t xml:space="preserve"> au guic</w:t>
      </w:r>
      <w:r w:rsidR="00A6785A" w:rsidRPr="002B357B">
        <w:rPr>
          <w:rFonts w:cs="Calibri"/>
        </w:rPr>
        <w:t>het de traitement des commandes</w:t>
      </w:r>
      <w:r w:rsidRPr="002B357B">
        <w:rPr>
          <w:rFonts w:cs="Calibri"/>
        </w:rPr>
        <w:t xml:space="preserve"> au moins </w:t>
      </w:r>
      <w:r w:rsidR="00A6785A" w:rsidRPr="002B357B">
        <w:rPr>
          <w:rFonts w:cs="Calibri"/>
        </w:rPr>
        <w:t xml:space="preserve">15 </w:t>
      </w:r>
      <w:r w:rsidRPr="002B357B">
        <w:rPr>
          <w:rFonts w:cs="Calibri"/>
        </w:rPr>
        <w:t>jours calendaires avant la date effective de la hausse de prix.</w:t>
      </w:r>
    </w:p>
    <w:p w14:paraId="43AA0AA3" w14:textId="77777777" w:rsidR="003148FA" w:rsidRDefault="003148FA" w:rsidP="003148FA">
      <w:pPr>
        <w:pStyle w:val="Texte"/>
        <w:rPr>
          <w:rFonts w:cs="Calibri"/>
        </w:rPr>
      </w:pPr>
      <w:r w:rsidRPr="002B357B">
        <w:rPr>
          <w:rFonts w:cs="Calibri"/>
        </w:rPr>
        <w:t>A défaut de résiliation, l’</w:t>
      </w:r>
      <w:r w:rsidR="00C231F1" w:rsidRPr="002B357B">
        <w:rPr>
          <w:rFonts w:cs="Calibri"/>
        </w:rPr>
        <w:t>Opérateur</w:t>
      </w:r>
      <w:r w:rsidRPr="002B357B">
        <w:rPr>
          <w:rFonts w:cs="Calibri"/>
        </w:rPr>
        <w:t xml:space="preserve"> reconnaît expressément que les nouvelles conditions tarifaires seront applicables à compter de leur prise d’effet.</w:t>
      </w:r>
    </w:p>
    <w:p w14:paraId="6D66F963" w14:textId="77777777" w:rsidR="007079F8" w:rsidRDefault="007079F8" w:rsidP="003148FA">
      <w:pPr>
        <w:pStyle w:val="Texte"/>
        <w:rPr>
          <w:rFonts w:cs="Calibri"/>
        </w:rPr>
      </w:pPr>
    </w:p>
    <w:p w14:paraId="227A3391" w14:textId="77777777" w:rsidR="001D338F" w:rsidRPr="005F3452" w:rsidRDefault="001D338F" w:rsidP="00C557EF">
      <w:pPr>
        <w:jc w:val="both"/>
        <w:rPr>
          <w:color w:val="F79646" w:themeColor="accent6"/>
        </w:rPr>
      </w:pPr>
    </w:p>
    <w:p w14:paraId="45190B08" w14:textId="4D73D0D4" w:rsidR="00E07421" w:rsidRPr="003E5BF2" w:rsidRDefault="00846B73" w:rsidP="00B06964">
      <w:pPr>
        <w:pStyle w:val="Titre1"/>
        <w:spacing w:before="0"/>
        <w:ind w:left="0" w:hanging="8"/>
        <w:jc w:val="both"/>
      </w:pPr>
      <w:bookmarkStart w:id="39" w:name="_Toc77058971"/>
      <w:proofErr w:type="gramStart"/>
      <w:r w:rsidRPr="003E5BF2">
        <w:t>f</w:t>
      </w:r>
      <w:r w:rsidR="000C4408" w:rsidRPr="003E5BF2">
        <w:t>acturation</w:t>
      </w:r>
      <w:proofErr w:type="gramEnd"/>
      <w:r w:rsidR="0012145F" w:rsidRPr="003E5BF2">
        <w:t xml:space="preserve"> et paiement</w:t>
      </w:r>
      <w:bookmarkEnd w:id="39"/>
    </w:p>
    <w:p w14:paraId="6CC90513" w14:textId="77777777" w:rsidR="00B06964" w:rsidRPr="004C3106" w:rsidRDefault="00B06964" w:rsidP="00C557EF">
      <w:pPr>
        <w:pStyle w:val="Normal1"/>
      </w:pPr>
    </w:p>
    <w:p w14:paraId="76D49B91" w14:textId="02120415" w:rsidR="0000348C" w:rsidRPr="0029530C" w:rsidRDefault="00395F07" w:rsidP="00C557EF">
      <w:pPr>
        <w:pStyle w:val="Normal1"/>
      </w:pPr>
      <w:r w:rsidRPr="004C3106">
        <w:t xml:space="preserve">La facturation est émise </w:t>
      </w:r>
      <w:r w:rsidR="00701894">
        <w:t>par</w:t>
      </w:r>
      <w:r w:rsidR="00D40C4F">
        <w:t xml:space="preserve"> </w:t>
      </w:r>
      <w:r w:rsidR="00C17C2B">
        <w:t>YANA FIBRE</w:t>
      </w:r>
      <w:r w:rsidR="00061A4F" w:rsidRPr="004C3106">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Pr="00317976">
        <w:t xml:space="preserve">. </w:t>
      </w:r>
      <w:r w:rsidR="0000348C" w:rsidRPr="00317976">
        <w:t>Les pre</w:t>
      </w:r>
      <w:r w:rsidR="0000348C" w:rsidRPr="0029530C">
        <w:t>stations à exécution successive sont facturées mensuellement</w:t>
      </w:r>
      <w:r w:rsidR="00C40E9C">
        <w:t xml:space="preserve">. </w:t>
      </w:r>
      <w:r w:rsidR="0000348C" w:rsidRPr="0029530C">
        <w:t xml:space="preserve"> </w:t>
      </w:r>
    </w:p>
    <w:p w14:paraId="5560F8A5" w14:textId="77777777" w:rsidR="005D3AFB" w:rsidRPr="00955A28" w:rsidRDefault="005D3AFB" w:rsidP="00C557EF">
      <w:pPr>
        <w:pStyle w:val="Normal1"/>
      </w:pPr>
    </w:p>
    <w:p w14:paraId="042FAC3C" w14:textId="77777777" w:rsidR="005D3AFB" w:rsidRPr="007B4921" w:rsidRDefault="005D3AFB" w:rsidP="00C557EF">
      <w:pPr>
        <w:pStyle w:val="Normal1"/>
      </w:pPr>
      <w:r w:rsidRPr="00663FE2">
        <w:t xml:space="preserve">Les </w:t>
      </w:r>
      <w:r w:rsidR="00B06964" w:rsidRPr="004155C6">
        <w:t xml:space="preserve">modalités </w:t>
      </w:r>
      <w:r w:rsidRPr="004155C6">
        <w:t xml:space="preserve">relatives </w:t>
      </w:r>
      <w:r w:rsidR="0012145F" w:rsidRPr="004155C6">
        <w:t xml:space="preserve">à la facturation et </w:t>
      </w:r>
      <w:r w:rsidRPr="004155C6">
        <w:t>au paiement sont décrites dans l’</w:t>
      </w:r>
      <w:r w:rsidR="00FD41FA" w:rsidRPr="007B4921">
        <w:t>Accord-cadre</w:t>
      </w:r>
      <w:r w:rsidRPr="007B4921">
        <w:t>.</w:t>
      </w:r>
    </w:p>
    <w:p w14:paraId="32F1B7B9" w14:textId="767FC517" w:rsidR="00E07421" w:rsidRPr="003E5BF2" w:rsidRDefault="00846B73" w:rsidP="00865B24">
      <w:pPr>
        <w:pStyle w:val="Titre1"/>
        <w:spacing w:before="720"/>
        <w:ind w:left="1707" w:hanging="1707"/>
      </w:pPr>
      <w:bookmarkStart w:id="40" w:name="_Toc429411276"/>
      <w:bookmarkStart w:id="41" w:name="_Toc77058972"/>
      <w:bookmarkEnd w:id="40"/>
      <w:proofErr w:type="gramStart"/>
      <w:r w:rsidRPr="003E5BF2">
        <w:t>r</w:t>
      </w:r>
      <w:r w:rsidR="000C4408" w:rsidRPr="003E5BF2">
        <w:t>esponsabilité</w:t>
      </w:r>
      <w:bookmarkEnd w:id="41"/>
      <w:proofErr w:type="gramEnd"/>
    </w:p>
    <w:p w14:paraId="7E221131" w14:textId="77777777" w:rsidR="00E503A3" w:rsidRPr="00743FE0" w:rsidRDefault="00E503A3" w:rsidP="00E503A3">
      <w:pPr>
        <w:pStyle w:val="Texte"/>
      </w:pPr>
      <w:bookmarkStart w:id="42" w:name="_Toc429411278"/>
      <w:bookmarkStart w:id="43" w:name="_Toc306978551"/>
      <w:bookmarkEnd w:id="42"/>
      <w:r>
        <w:t>En complément des stipulations de l’Accord-cadre, les Parties conviennent des modalités et limitations ci-après définies :</w:t>
      </w:r>
    </w:p>
    <w:p w14:paraId="7BFA6E99" w14:textId="77777777" w:rsidR="001D394C" w:rsidRDefault="001D394C" w:rsidP="00F74186">
      <w:pPr>
        <w:pStyle w:val="Texte"/>
        <w:spacing w:before="0"/>
      </w:pPr>
    </w:p>
    <w:p w14:paraId="5171CFB4" w14:textId="77777777" w:rsidR="00E503A3" w:rsidRPr="00743FE0" w:rsidRDefault="00E503A3" w:rsidP="00865B24">
      <w:pPr>
        <w:pStyle w:val="Style1"/>
        <w:numPr>
          <w:ilvl w:val="1"/>
          <w:numId w:val="3"/>
        </w:numPr>
        <w:ind w:left="576"/>
        <w:jc w:val="both"/>
        <w:rPr>
          <w:lang w:val="fr-FR"/>
        </w:rPr>
      </w:pPr>
      <w:bookmarkStart w:id="44" w:name="_Toc280801496"/>
      <w:bookmarkStart w:id="45" w:name="_Toc402252460"/>
      <w:bookmarkStart w:id="46" w:name="_Toc429558840"/>
      <w:bookmarkStart w:id="47" w:name="_Toc445460902"/>
      <w:bookmarkStart w:id="48" w:name="_Toc445473503"/>
      <w:bookmarkStart w:id="49" w:name="_Toc445474313"/>
      <w:bookmarkStart w:id="50" w:name="_Toc536304329"/>
      <w:bookmarkStart w:id="51" w:name="_Toc77058973"/>
      <w:r w:rsidRPr="00743FE0">
        <w:rPr>
          <w:lang w:val="fr-FR"/>
        </w:rPr>
        <w:t>limitation financière</w:t>
      </w:r>
      <w:bookmarkEnd w:id="44"/>
      <w:bookmarkEnd w:id="45"/>
      <w:bookmarkEnd w:id="46"/>
      <w:bookmarkEnd w:id="47"/>
      <w:bookmarkEnd w:id="48"/>
      <w:bookmarkEnd w:id="49"/>
      <w:bookmarkEnd w:id="50"/>
      <w:bookmarkEnd w:id="51"/>
    </w:p>
    <w:p w14:paraId="163A0A6E" w14:textId="77777777" w:rsidR="00E503A3" w:rsidRPr="004155C6" w:rsidRDefault="00E503A3" w:rsidP="00F74186">
      <w:pPr>
        <w:pStyle w:val="Texte"/>
        <w:spacing w:before="0"/>
      </w:pPr>
    </w:p>
    <w:p w14:paraId="4BAECFDD" w14:textId="77777777" w:rsidR="00D63E15" w:rsidRPr="00D63E15" w:rsidRDefault="00D63E15" w:rsidP="00D63E15">
      <w:pPr>
        <w:pStyle w:val="Texte"/>
      </w:pPr>
      <w:r w:rsidRPr="00D63E15">
        <w:t xml:space="preserve">Dans la mesure où la responsabilité de l’une des Parties serait retenue au titre du présent Contrat, le montant total des dommages-intérêts que </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0C692A14" w14:textId="77777777" w:rsidR="00D63E15" w:rsidRPr="00720EF3" w:rsidRDefault="00D63E15" w:rsidP="00D63E15">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397FFE1C" w14:textId="4C571E69" w:rsidR="00D63E15" w:rsidRPr="00DF6B65" w:rsidRDefault="00D63E15"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un (1) M€ lorsque les cinq (5) % précités seront strictement inférieurs à un million d’euros (1M€)</w:t>
      </w:r>
      <w:r w:rsidR="00DF6B65">
        <w:rPr>
          <w:rStyle w:val="Accentuation"/>
          <w:rFonts w:ascii="Helvetica 55 Roman" w:hAnsi="Helvetica 55 Roman" w:cs="Arial"/>
          <w:i w:val="0"/>
          <w:sz w:val="20"/>
          <w:szCs w:val="20"/>
        </w:rPr>
        <w:t> ;</w:t>
      </w:r>
    </w:p>
    <w:p w14:paraId="7E443E87" w14:textId="77777777" w:rsidR="00E503A3" w:rsidRPr="00DF6B65" w:rsidRDefault="00D63E15" w:rsidP="00865B24">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dix (10) M€ lorsque les cinq (5) % précités seront strictement supérieurs à dix millions d’euros (10M€)</w:t>
      </w:r>
      <w:r w:rsidR="00196D98" w:rsidRPr="00DF6B65">
        <w:rPr>
          <w:rStyle w:val="Accentuation"/>
          <w:rFonts w:ascii="Helvetica 55 Roman" w:hAnsi="Helvetica 55 Roman" w:cs="Arial"/>
          <w:i w:val="0"/>
          <w:sz w:val="20"/>
          <w:szCs w:val="20"/>
        </w:rPr>
        <w:t>.</w:t>
      </w:r>
    </w:p>
    <w:p w14:paraId="1B1FB064" w14:textId="77777777" w:rsidR="00E503A3" w:rsidRDefault="00E503A3" w:rsidP="00E503A3">
      <w:pPr>
        <w:pStyle w:val="Texte"/>
      </w:pPr>
    </w:p>
    <w:p w14:paraId="29BE9CA9" w14:textId="77777777" w:rsidR="00E503A3" w:rsidRPr="00743FE0" w:rsidRDefault="00E503A3" w:rsidP="00865B24">
      <w:pPr>
        <w:pStyle w:val="Style1"/>
        <w:numPr>
          <w:ilvl w:val="1"/>
          <w:numId w:val="3"/>
        </w:numPr>
        <w:ind w:left="576"/>
        <w:jc w:val="both"/>
        <w:rPr>
          <w:lang w:val="fr-FR"/>
        </w:rPr>
      </w:pPr>
      <w:bookmarkStart w:id="52" w:name="_Toc280801497"/>
      <w:bookmarkStart w:id="53" w:name="_Toc402252461"/>
      <w:bookmarkStart w:id="54" w:name="_Toc429558841"/>
      <w:bookmarkStart w:id="55" w:name="_Toc445460903"/>
      <w:bookmarkStart w:id="56" w:name="_Toc445473504"/>
      <w:bookmarkStart w:id="57" w:name="_Toc445474314"/>
      <w:bookmarkStart w:id="58" w:name="_Toc536304330"/>
      <w:bookmarkStart w:id="59" w:name="_Toc77058974"/>
      <w:r w:rsidRPr="00743FE0">
        <w:rPr>
          <w:lang w:val="fr-FR"/>
        </w:rPr>
        <w:t>pénalités forfaitaires</w:t>
      </w:r>
      <w:bookmarkEnd w:id="52"/>
      <w:bookmarkEnd w:id="53"/>
      <w:bookmarkEnd w:id="54"/>
      <w:bookmarkEnd w:id="55"/>
      <w:bookmarkEnd w:id="56"/>
      <w:bookmarkEnd w:id="57"/>
      <w:bookmarkEnd w:id="58"/>
      <w:bookmarkEnd w:id="59"/>
    </w:p>
    <w:p w14:paraId="108CB8F1" w14:textId="77777777" w:rsidR="00E503A3" w:rsidRPr="00743FE0" w:rsidRDefault="00E503A3" w:rsidP="00E503A3">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019FBC36" w14:textId="77777777" w:rsidR="00E503A3" w:rsidRDefault="00E503A3" w:rsidP="00E503A3">
      <w:pPr>
        <w:pStyle w:val="Texte"/>
      </w:pPr>
      <w:r>
        <w:t>Les pénalités ne sont pas dues :</w:t>
      </w:r>
    </w:p>
    <w:p w14:paraId="6804221B" w14:textId="34190B5D" w:rsidR="00E503A3" w:rsidRDefault="00E503A3" w:rsidP="00865B24">
      <w:pPr>
        <w:pStyle w:val="Textecourant"/>
        <w:numPr>
          <w:ilvl w:val="0"/>
          <w:numId w:val="9"/>
        </w:numPr>
      </w:pPr>
      <w:r>
        <w:t xml:space="preserve">en cas de modification de la prestation demandée par l’Opérateur et acceptée </w:t>
      </w:r>
      <w:r w:rsidR="00701894">
        <w:t>par</w:t>
      </w:r>
      <w:r w:rsidR="00D40C4F">
        <w:t xml:space="preserve"> </w:t>
      </w:r>
      <w:r w:rsidR="00C17C2B">
        <w:t>YANA FIBRE</w:t>
      </w:r>
      <w:r>
        <w:t>,</w:t>
      </w:r>
    </w:p>
    <w:p w14:paraId="019D5263" w14:textId="77777777" w:rsidR="00E503A3" w:rsidRDefault="00E503A3" w:rsidP="00865B24">
      <w:pPr>
        <w:pStyle w:val="Texte"/>
        <w:numPr>
          <w:ilvl w:val="0"/>
          <w:numId w:val="9"/>
        </w:numPr>
      </w:pPr>
      <w:r>
        <w:t>lorsque le manquement de l’une des Parties résulte :</w:t>
      </w:r>
    </w:p>
    <w:p w14:paraId="0B6E401D" w14:textId="77777777" w:rsidR="00E503A3" w:rsidRDefault="00E503A3" w:rsidP="00865B24">
      <w:pPr>
        <w:pStyle w:val="Textecourant"/>
        <w:numPr>
          <w:ilvl w:val="1"/>
          <w:numId w:val="9"/>
        </w:numPr>
      </w:pPr>
      <w:r>
        <w:t>du fait de l’autre Partie et en particulier du non-respect de ses obligations précisées dans le présent Contrat,</w:t>
      </w:r>
    </w:p>
    <w:p w14:paraId="1F9E4918" w14:textId="77777777" w:rsidR="00E503A3" w:rsidRDefault="00E503A3" w:rsidP="00865B24">
      <w:pPr>
        <w:pStyle w:val="Textecourant"/>
        <w:numPr>
          <w:ilvl w:val="1"/>
          <w:numId w:val="9"/>
        </w:numPr>
      </w:pPr>
      <w:r>
        <w:t>du fait d’un tiers,</w:t>
      </w:r>
    </w:p>
    <w:p w14:paraId="1666D14F" w14:textId="77777777" w:rsidR="00E503A3" w:rsidRDefault="00E503A3" w:rsidP="00865B24">
      <w:pPr>
        <w:pStyle w:val="Textecourant"/>
        <w:numPr>
          <w:ilvl w:val="1"/>
          <w:numId w:val="9"/>
        </w:numPr>
      </w:pPr>
      <w:r>
        <w:t>d’un cas de force majeure tel que mentionné à l’article « force majeure » de l’Accord Cadre.</w:t>
      </w:r>
    </w:p>
    <w:p w14:paraId="01788CA5" w14:textId="77777777" w:rsidR="00E503A3" w:rsidRPr="00743FE0" w:rsidRDefault="00E503A3" w:rsidP="00E503A3">
      <w:pPr>
        <w:pStyle w:val="Texte"/>
      </w:pPr>
    </w:p>
    <w:p w14:paraId="08B855F9" w14:textId="77777777" w:rsidR="00E503A3" w:rsidRPr="00743FE0" w:rsidRDefault="00E503A3" w:rsidP="00865B24">
      <w:pPr>
        <w:pStyle w:val="Style1"/>
        <w:keepLines/>
        <w:numPr>
          <w:ilvl w:val="1"/>
          <w:numId w:val="3"/>
        </w:numPr>
        <w:ind w:left="576"/>
        <w:jc w:val="both"/>
        <w:rPr>
          <w:lang w:val="fr-FR"/>
        </w:rPr>
      </w:pPr>
      <w:bookmarkStart w:id="60" w:name="_Toc280801498"/>
      <w:bookmarkStart w:id="61" w:name="_Toc402252462"/>
      <w:bookmarkStart w:id="62" w:name="_Toc429558842"/>
      <w:bookmarkStart w:id="63" w:name="_Toc445460904"/>
      <w:bookmarkStart w:id="64" w:name="_Toc445473505"/>
      <w:bookmarkStart w:id="65" w:name="_Toc445474315"/>
      <w:bookmarkStart w:id="66" w:name="_Toc536304331"/>
      <w:bookmarkStart w:id="67" w:name="_Toc77058975"/>
      <w:r w:rsidRPr="00743FE0">
        <w:rPr>
          <w:lang w:val="fr-FR"/>
        </w:rPr>
        <w:t>prescription</w:t>
      </w:r>
      <w:bookmarkEnd w:id="60"/>
      <w:bookmarkEnd w:id="61"/>
      <w:bookmarkEnd w:id="62"/>
      <w:bookmarkEnd w:id="63"/>
      <w:bookmarkEnd w:id="64"/>
      <w:bookmarkEnd w:id="65"/>
      <w:bookmarkEnd w:id="66"/>
      <w:bookmarkEnd w:id="67"/>
    </w:p>
    <w:p w14:paraId="22C6D9E2" w14:textId="77777777" w:rsidR="00E503A3" w:rsidRDefault="00E503A3" w:rsidP="00E503A3">
      <w:pPr>
        <w:pStyle w:val="Texte"/>
      </w:pPr>
      <w:r w:rsidRPr="00743FE0">
        <w:t>La prescription extinctive est applicable aux actions personnelles dans les conditions du droit commun.</w:t>
      </w:r>
    </w:p>
    <w:p w14:paraId="41A18513" w14:textId="77777777" w:rsidR="00D63E15" w:rsidRDefault="00D63E15" w:rsidP="00C40E9C">
      <w:pPr>
        <w:jc w:val="both"/>
        <w:rPr>
          <w:szCs w:val="20"/>
        </w:rPr>
      </w:pPr>
    </w:p>
    <w:p w14:paraId="6C7AF8CD" w14:textId="77777777" w:rsidR="00E333C9" w:rsidRPr="004155C6" w:rsidRDefault="00E333C9" w:rsidP="00F74186">
      <w:pPr>
        <w:pStyle w:val="Texte"/>
        <w:spacing w:before="0"/>
      </w:pPr>
    </w:p>
    <w:p w14:paraId="44A7B494" w14:textId="1EB8FBB1" w:rsidR="00E07421" w:rsidRPr="003E5BF2" w:rsidRDefault="00846B73" w:rsidP="00F74186">
      <w:pPr>
        <w:pStyle w:val="Titre1"/>
        <w:spacing w:before="0"/>
        <w:ind w:left="0" w:hanging="8"/>
        <w:jc w:val="both"/>
      </w:pPr>
      <w:bookmarkStart w:id="68" w:name="_Toc429411282"/>
      <w:bookmarkStart w:id="69" w:name="_Toc77058976"/>
      <w:bookmarkEnd w:id="43"/>
      <w:bookmarkEnd w:id="68"/>
      <w:proofErr w:type="gramStart"/>
      <w:r w:rsidRPr="003E5BF2">
        <w:t>r</w:t>
      </w:r>
      <w:r w:rsidR="000C4408" w:rsidRPr="003E5BF2">
        <w:t>ésiliation</w:t>
      </w:r>
      <w:bookmarkEnd w:id="69"/>
      <w:proofErr w:type="gramEnd"/>
    </w:p>
    <w:p w14:paraId="70C75F04" w14:textId="77777777" w:rsidR="00D51F7F" w:rsidRPr="00E333C9" w:rsidRDefault="00D51F7F" w:rsidP="00F74186">
      <w:pPr>
        <w:jc w:val="both"/>
      </w:pPr>
      <w:bookmarkStart w:id="70" w:name="_Toc429042021"/>
      <w:bookmarkStart w:id="71" w:name="_Toc429043046"/>
      <w:bookmarkStart w:id="72" w:name="_Toc429043404"/>
    </w:p>
    <w:bookmarkEnd w:id="70"/>
    <w:bookmarkEnd w:id="71"/>
    <w:bookmarkEnd w:id="72"/>
    <w:p w14:paraId="2B9500B5" w14:textId="77777777" w:rsidR="00D51F7F" w:rsidRPr="00263FAA" w:rsidRDefault="00DC7051" w:rsidP="00F74186">
      <w:pPr>
        <w:jc w:val="both"/>
      </w:pPr>
      <w:r w:rsidRPr="00263FAA">
        <w:t xml:space="preserve">Outre les cas prévus </w:t>
      </w:r>
      <w:r w:rsidR="00D51F7F" w:rsidRPr="00263FAA">
        <w:t xml:space="preserve">à </w:t>
      </w:r>
      <w:r w:rsidRPr="00263FAA">
        <w:t>l’</w:t>
      </w:r>
      <w:r w:rsidR="00FD41FA" w:rsidRPr="00263FAA">
        <w:t>Accord-cadre</w:t>
      </w:r>
      <w:r w:rsidRPr="00263FAA">
        <w:t>, l</w:t>
      </w:r>
      <w:r w:rsidR="00CF2D9D" w:rsidRPr="00263FAA">
        <w:t xml:space="preserve">es Parties peuvent résilier à tout moment </w:t>
      </w:r>
      <w:r w:rsidR="008439E0" w:rsidRPr="00263FAA">
        <w:t xml:space="preserve">tout ou partie du </w:t>
      </w:r>
      <w:r w:rsidR="00B27CA1" w:rsidRPr="00263FAA">
        <w:t>Contrat</w:t>
      </w:r>
      <w:r w:rsidR="00CF2D9D" w:rsidRPr="00263FAA">
        <w:t xml:space="preserve"> par lettre recommandée avec avis de réception moyennant le respect d’un préavis </w:t>
      </w:r>
      <w:r w:rsidR="007B5A20" w:rsidRPr="00263FAA">
        <w:t>d</w:t>
      </w:r>
      <w:r w:rsidR="00EC4101" w:rsidRPr="00263FAA">
        <w:t>e 3</w:t>
      </w:r>
      <w:r w:rsidR="00CF2D9D" w:rsidRPr="00263FAA">
        <w:t xml:space="preserve"> mois. </w:t>
      </w:r>
    </w:p>
    <w:p w14:paraId="0E48FAF2" w14:textId="77777777" w:rsidR="00D51F7F" w:rsidRPr="00982ECC" w:rsidRDefault="00D51F7F" w:rsidP="00F74186">
      <w:pPr>
        <w:jc w:val="both"/>
      </w:pPr>
    </w:p>
    <w:p w14:paraId="20CFCB91" w14:textId="77777777" w:rsidR="00DA5383" w:rsidRDefault="00F47BF5" w:rsidP="00F74186">
      <w:pPr>
        <w:jc w:val="both"/>
      </w:pPr>
      <w:r w:rsidRPr="00317976">
        <w:t>Les éventuelles pénalités applicables à l’</w:t>
      </w:r>
      <w:r w:rsidR="00C231F1">
        <w:t>Opérateur</w:t>
      </w:r>
      <w:r w:rsidRPr="00317976">
        <w:t xml:space="preserve"> dans le cas de la résiliation d</w:t>
      </w:r>
      <w:r w:rsidR="001E3219" w:rsidRPr="00317976">
        <w:t>’un</w:t>
      </w:r>
      <w:r w:rsidR="00AD1506" w:rsidRPr="0029530C">
        <w:t>e</w:t>
      </w:r>
      <w:r w:rsidR="00443A64" w:rsidRPr="0029530C">
        <w:t xml:space="preserve"> </w:t>
      </w:r>
      <w:r w:rsidR="00F74186" w:rsidRPr="00955A28">
        <w:t>Commande</w:t>
      </w:r>
      <w:r w:rsidR="00443A64" w:rsidRPr="00955A28">
        <w:t xml:space="preserve"> </w:t>
      </w:r>
      <w:r w:rsidRPr="00663FE2">
        <w:t xml:space="preserve">avant la </w:t>
      </w:r>
      <w:r w:rsidR="00443A64" w:rsidRPr="004155C6">
        <w:t xml:space="preserve">fin de </w:t>
      </w:r>
      <w:r w:rsidR="00F74186" w:rsidRPr="004155C6">
        <w:t>s</w:t>
      </w:r>
      <w:r w:rsidR="00443A64" w:rsidRPr="004155C6">
        <w:t xml:space="preserve">a </w:t>
      </w:r>
      <w:r w:rsidRPr="004155C6">
        <w:t xml:space="preserve">durée minimale sont définies </w:t>
      </w:r>
      <w:r w:rsidR="00816692">
        <w:t xml:space="preserve">en </w:t>
      </w:r>
      <w:r w:rsidR="00FD41FA" w:rsidRPr="00263FAA">
        <w:t>a</w:t>
      </w:r>
      <w:r w:rsidR="00443A64" w:rsidRPr="00263FAA">
        <w:t xml:space="preserve">nnexe </w:t>
      </w:r>
      <w:r w:rsidR="008439E0" w:rsidRPr="00263FAA">
        <w:t xml:space="preserve">des </w:t>
      </w:r>
      <w:r w:rsidR="00DC011E">
        <w:t>C</w:t>
      </w:r>
      <w:r w:rsidR="008439E0" w:rsidRPr="00263FAA">
        <w:t xml:space="preserve">onditions </w:t>
      </w:r>
      <w:r w:rsidR="00DC011E">
        <w:t>S</w:t>
      </w:r>
      <w:r w:rsidR="008439E0" w:rsidRPr="00263FAA">
        <w:t>pécifiques</w:t>
      </w:r>
      <w:r w:rsidR="00F74186" w:rsidRPr="00263FAA">
        <w:t xml:space="preserve"> de l’Offre concernée</w:t>
      </w:r>
      <w:r w:rsidRPr="00263FAA">
        <w:t xml:space="preserve">. </w:t>
      </w:r>
    </w:p>
    <w:p w14:paraId="5CA3606F" w14:textId="399C8433" w:rsidR="00D548B8" w:rsidRPr="003E5BF2" w:rsidRDefault="00846B73" w:rsidP="00865B24">
      <w:pPr>
        <w:pStyle w:val="Titre1"/>
        <w:spacing w:before="720"/>
        <w:ind w:left="1707" w:hanging="1707"/>
      </w:pPr>
      <w:bookmarkStart w:id="73" w:name="_Toc77058977"/>
      <w:proofErr w:type="gramStart"/>
      <w:r w:rsidRPr="003E5BF2">
        <w:t>e</w:t>
      </w:r>
      <w:r w:rsidR="000C4408" w:rsidRPr="003E5BF2">
        <w:t>n</w:t>
      </w:r>
      <w:proofErr w:type="gramEnd"/>
      <w:r w:rsidR="00E333C9" w:rsidRPr="003E5BF2">
        <w:t xml:space="preserve"> cas de </w:t>
      </w:r>
      <w:r w:rsidR="00A20638" w:rsidRPr="003E5BF2">
        <w:t>mise à disposition d’</w:t>
      </w:r>
      <w:r w:rsidR="00D548B8" w:rsidRPr="003E5BF2">
        <w:t>équipements</w:t>
      </w:r>
      <w:r w:rsidR="00A20638" w:rsidRPr="003E5BF2">
        <w:t xml:space="preserve"> dans les locaux de l’</w:t>
      </w:r>
      <w:r w:rsidR="00C231F1" w:rsidRPr="003E5BF2">
        <w:t>Opérateur</w:t>
      </w:r>
      <w:bookmarkEnd w:id="73"/>
    </w:p>
    <w:p w14:paraId="02B75B0B" w14:textId="77777777" w:rsidR="002A6050" w:rsidRPr="00317976" w:rsidRDefault="002A6050" w:rsidP="005D656E">
      <w:pPr>
        <w:jc w:val="both"/>
      </w:pPr>
    </w:p>
    <w:p w14:paraId="4F2C6ADE" w14:textId="77777777" w:rsidR="00A20638" w:rsidRPr="00317976" w:rsidRDefault="00A20638" w:rsidP="00865B24">
      <w:pPr>
        <w:keepNext/>
        <w:numPr>
          <w:ilvl w:val="1"/>
          <w:numId w:val="3"/>
        </w:numPr>
        <w:spacing w:before="120"/>
        <w:ind w:left="0" w:hanging="10"/>
        <w:jc w:val="both"/>
        <w:outlineLvl w:val="1"/>
        <w:rPr>
          <w:rFonts w:cs="Arial"/>
          <w:bCs/>
          <w:iCs/>
          <w:color w:val="000000"/>
          <w:sz w:val="28"/>
          <w:szCs w:val="28"/>
        </w:rPr>
      </w:pPr>
      <w:bookmarkStart w:id="74" w:name="_Toc517861450"/>
      <w:bookmarkStart w:id="75" w:name="_Toc77058978"/>
      <w:r w:rsidRPr="0029530C">
        <w:rPr>
          <w:rFonts w:cs="Arial"/>
          <w:bCs/>
          <w:iCs/>
          <w:color w:val="000000"/>
          <w:sz w:val="28"/>
          <w:szCs w:val="28"/>
        </w:rPr>
        <w:t>conditions d’accès aux locaux de l’</w:t>
      </w:r>
      <w:bookmarkEnd w:id="74"/>
      <w:r w:rsidR="00C231F1">
        <w:rPr>
          <w:rFonts w:cs="Arial"/>
          <w:bCs/>
          <w:iCs/>
          <w:color w:val="000000"/>
          <w:sz w:val="28"/>
          <w:szCs w:val="28"/>
        </w:rPr>
        <w:t>Opérateur</w:t>
      </w:r>
      <w:bookmarkEnd w:id="75"/>
    </w:p>
    <w:p w14:paraId="760CB77D" w14:textId="77777777" w:rsidR="00A20638" w:rsidRPr="00317976" w:rsidRDefault="00A20638" w:rsidP="00A20638">
      <w:pPr>
        <w:jc w:val="both"/>
        <w:rPr>
          <w:rFonts w:cs="Arial"/>
          <w:szCs w:val="20"/>
        </w:rPr>
      </w:pPr>
    </w:p>
    <w:p w14:paraId="60E83C61" w14:textId="12317119" w:rsidR="00A20638" w:rsidRPr="00317976" w:rsidRDefault="00A20638" w:rsidP="00A20638">
      <w:pPr>
        <w:jc w:val="both"/>
        <w:rPr>
          <w:rFonts w:cs="Arial"/>
          <w:szCs w:val="20"/>
        </w:rPr>
      </w:pPr>
      <w:r w:rsidRPr="0029530C">
        <w:rPr>
          <w:rFonts w:cs="Arial"/>
          <w:szCs w:val="20"/>
        </w:rPr>
        <w:t>Au moment de l'installation, de la relève d'un dérangement ou de toute intervention justifiée par l'entretien d’une Offre, l’</w:t>
      </w:r>
      <w:r w:rsidR="00C231F1">
        <w:rPr>
          <w:rFonts w:cs="Arial"/>
          <w:szCs w:val="20"/>
        </w:rPr>
        <w:t>Opérateur</w:t>
      </w:r>
      <w:r w:rsidRPr="00317976">
        <w:rPr>
          <w:rFonts w:cs="Arial"/>
          <w:szCs w:val="20"/>
        </w:rPr>
        <w:t xml:space="preserve"> doit permettre </w:t>
      </w:r>
      <w:r w:rsidR="00701894">
        <w:rPr>
          <w:rFonts w:cs="Arial"/>
          <w:szCs w:val="20"/>
        </w:rPr>
        <w:t>à</w:t>
      </w:r>
      <w:r w:rsidR="00D40C4F">
        <w:rPr>
          <w:rFonts w:cs="Arial"/>
          <w:szCs w:val="20"/>
        </w:rPr>
        <w:t xml:space="preserve"> </w:t>
      </w:r>
      <w:r w:rsidR="00C17C2B">
        <w:rPr>
          <w:rFonts w:cs="Arial"/>
          <w:szCs w:val="20"/>
        </w:rPr>
        <w:t>YANA FIBRE</w:t>
      </w:r>
      <w:r w:rsidRPr="00317976">
        <w:rPr>
          <w:rFonts w:cs="Arial"/>
          <w:szCs w:val="20"/>
        </w:rPr>
        <w:t xml:space="preserve"> et aux personnes mandatées par lui et qui justifient de leur qualité, la possibilité d'accéder aux locaux où sont situés les équipements.</w:t>
      </w:r>
    </w:p>
    <w:p w14:paraId="48614CC0" w14:textId="77777777" w:rsidR="00A20638" w:rsidRPr="0029530C" w:rsidRDefault="00A20638" w:rsidP="00A20638">
      <w:pPr>
        <w:jc w:val="both"/>
        <w:rPr>
          <w:rFonts w:cs="Arial"/>
          <w:szCs w:val="20"/>
        </w:rPr>
      </w:pPr>
    </w:p>
    <w:p w14:paraId="57CA30B9" w14:textId="77777777" w:rsidR="00A20638" w:rsidRPr="00317976" w:rsidRDefault="00A20638" w:rsidP="00A20638">
      <w:pPr>
        <w:autoSpaceDE w:val="0"/>
        <w:autoSpaceDN w:val="0"/>
        <w:adjustRightInd w:val="0"/>
        <w:jc w:val="both"/>
        <w:rPr>
          <w:rFonts w:cs="Arial"/>
          <w:szCs w:val="22"/>
        </w:rPr>
      </w:pPr>
      <w:r w:rsidRPr="00955A28">
        <w:rPr>
          <w:rFonts w:cs="Arial"/>
          <w:szCs w:val="22"/>
        </w:rPr>
        <w:t>Si cette installation ou cette intervention nécessite le passage sur la propriété d'un tiers, l’</w:t>
      </w:r>
      <w:r w:rsidR="00C231F1">
        <w:rPr>
          <w:rFonts w:cs="Arial"/>
          <w:szCs w:val="22"/>
        </w:rPr>
        <w:t>Opérateur</w:t>
      </w:r>
      <w:r w:rsidRPr="00317976">
        <w:rPr>
          <w:rFonts w:cs="Arial"/>
          <w:szCs w:val="22"/>
        </w:rPr>
        <w:t xml:space="preserve"> fait son affaire du respect, par ce tiers, des obligations du présent article. </w:t>
      </w:r>
    </w:p>
    <w:p w14:paraId="02BC1449" w14:textId="77777777" w:rsidR="00A20638" w:rsidRPr="00317976" w:rsidRDefault="00A20638" w:rsidP="00A20638">
      <w:pPr>
        <w:autoSpaceDE w:val="0"/>
        <w:autoSpaceDN w:val="0"/>
        <w:adjustRightInd w:val="0"/>
        <w:jc w:val="both"/>
        <w:rPr>
          <w:rFonts w:cs="Arial"/>
          <w:szCs w:val="22"/>
        </w:rPr>
      </w:pPr>
    </w:p>
    <w:p w14:paraId="0462D74A" w14:textId="7C59FF2F" w:rsidR="00A20638" w:rsidRPr="00955A28" w:rsidRDefault="00A20638" w:rsidP="00A20638">
      <w:pPr>
        <w:autoSpaceDE w:val="0"/>
        <w:autoSpaceDN w:val="0"/>
        <w:adjustRightInd w:val="0"/>
        <w:jc w:val="both"/>
        <w:rPr>
          <w:rFonts w:cs="Arial"/>
          <w:szCs w:val="22"/>
        </w:rPr>
      </w:pPr>
      <w:r w:rsidRPr="0029530C">
        <w:rPr>
          <w:rFonts w:cs="Arial"/>
          <w:szCs w:val="22"/>
        </w:rPr>
        <w:t>L’</w:t>
      </w:r>
      <w:r w:rsidR="00C231F1">
        <w:rPr>
          <w:rFonts w:cs="Arial"/>
          <w:szCs w:val="22"/>
        </w:rPr>
        <w:t>Opérateur</w:t>
      </w:r>
      <w:r w:rsidRPr="00317976">
        <w:rPr>
          <w:rFonts w:cs="Arial"/>
          <w:szCs w:val="22"/>
        </w:rPr>
        <w:t xml:space="preserve"> est tenu d'informer</w:t>
      </w:r>
      <w:r w:rsidR="00D40C4F">
        <w:rPr>
          <w:rFonts w:cs="Arial"/>
          <w:szCs w:val="22"/>
        </w:rPr>
        <w:t xml:space="preserve"> </w:t>
      </w:r>
      <w:r w:rsidR="00C17C2B">
        <w:rPr>
          <w:rFonts w:cs="Arial"/>
          <w:szCs w:val="22"/>
        </w:rPr>
        <w:t>YANA FIBRE</w:t>
      </w:r>
      <w:r w:rsidR="00701894">
        <w:t xml:space="preserve"> </w:t>
      </w:r>
      <w:r w:rsidRPr="0029530C">
        <w:rPr>
          <w:rFonts w:cs="Arial"/>
          <w:szCs w:val="22"/>
        </w:rPr>
        <w:t>de l'existence et de l'emplacement des canalisations de toute nature et de tout autre f</w:t>
      </w:r>
      <w:r w:rsidRPr="00955A28">
        <w:rPr>
          <w:rFonts w:cs="Arial"/>
          <w:szCs w:val="22"/>
        </w:rPr>
        <w:t>acteur de risque pouvant survenir dans les locaux où sont installés les points de livraison de l’Offre.</w:t>
      </w:r>
    </w:p>
    <w:p w14:paraId="5EE9F026" w14:textId="77777777" w:rsidR="00A20638" w:rsidRPr="00663FE2" w:rsidRDefault="00A20638" w:rsidP="00A20638">
      <w:pPr>
        <w:autoSpaceDE w:val="0"/>
        <w:autoSpaceDN w:val="0"/>
        <w:adjustRightInd w:val="0"/>
        <w:jc w:val="both"/>
        <w:rPr>
          <w:rFonts w:cs="Arial"/>
          <w:szCs w:val="22"/>
        </w:rPr>
      </w:pPr>
    </w:p>
    <w:p w14:paraId="4FAED078" w14:textId="2AF6600A" w:rsidR="00A20638" w:rsidRPr="00317976" w:rsidRDefault="00A20638" w:rsidP="00A20638">
      <w:pPr>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est responsable de l'utilisation de l’Offre dans ses locaux et de celle qui en sera faite dans les mêmes conditions par le ou les tiers qu'il aura désignés. Cette responsabilité s'entend jusqu'</w:t>
      </w:r>
      <w:r w:rsidR="00561974">
        <w:rPr>
          <w:rFonts w:cs="Arial"/>
          <w:szCs w:val="20"/>
        </w:rPr>
        <w:t xml:space="preserve">au terme </w:t>
      </w:r>
      <w:r w:rsidRPr="00317976">
        <w:rPr>
          <w:rFonts w:cs="Arial"/>
          <w:szCs w:val="20"/>
        </w:rPr>
        <w:t xml:space="preserve">du Contrat. </w:t>
      </w:r>
    </w:p>
    <w:p w14:paraId="008068A9" w14:textId="77777777" w:rsidR="00A20638" w:rsidRPr="0029530C" w:rsidRDefault="00A20638" w:rsidP="00F74186">
      <w:pPr>
        <w:pStyle w:val="Textenum1"/>
        <w:numPr>
          <w:ilvl w:val="0"/>
          <w:numId w:val="0"/>
        </w:numPr>
      </w:pPr>
    </w:p>
    <w:p w14:paraId="593BBF6F" w14:textId="77777777" w:rsidR="00A20638" w:rsidRPr="00955A28" w:rsidRDefault="00A20638" w:rsidP="00865B24">
      <w:pPr>
        <w:keepNext/>
        <w:numPr>
          <w:ilvl w:val="1"/>
          <w:numId w:val="3"/>
        </w:numPr>
        <w:spacing w:before="120"/>
        <w:ind w:left="0" w:hanging="10"/>
        <w:jc w:val="both"/>
        <w:outlineLvl w:val="1"/>
        <w:rPr>
          <w:rFonts w:cs="Arial"/>
          <w:bCs/>
          <w:iCs/>
          <w:color w:val="000000"/>
          <w:sz w:val="28"/>
          <w:szCs w:val="28"/>
        </w:rPr>
      </w:pPr>
      <w:bookmarkStart w:id="76" w:name="_Toc517861451"/>
      <w:bookmarkStart w:id="77" w:name="_Toc77058979"/>
      <w:r w:rsidRPr="00955A28">
        <w:rPr>
          <w:rFonts w:cs="Arial"/>
          <w:bCs/>
          <w:iCs/>
          <w:color w:val="000000"/>
          <w:sz w:val="28"/>
          <w:szCs w:val="28"/>
        </w:rPr>
        <w:t>mise à disposition des équipements</w:t>
      </w:r>
      <w:bookmarkEnd w:id="76"/>
      <w:bookmarkEnd w:id="77"/>
    </w:p>
    <w:p w14:paraId="642BED53" w14:textId="77777777" w:rsidR="00A20638" w:rsidRPr="00663FE2" w:rsidRDefault="00A20638" w:rsidP="00F74186">
      <w:pPr>
        <w:pStyle w:val="Textenum1"/>
        <w:numPr>
          <w:ilvl w:val="0"/>
          <w:numId w:val="0"/>
        </w:numPr>
      </w:pPr>
    </w:p>
    <w:p w14:paraId="043C72F4" w14:textId="3F4716A6" w:rsidR="00D548B8" w:rsidRPr="004C3106" w:rsidRDefault="00D548B8" w:rsidP="00F74186">
      <w:pPr>
        <w:pStyle w:val="Textenum1"/>
        <w:numPr>
          <w:ilvl w:val="0"/>
          <w:numId w:val="0"/>
        </w:numPr>
      </w:pPr>
      <w:r w:rsidRPr="004155C6">
        <w:t>En cas de mise à disposition d’équipements dans les locaux de l’</w:t>
      </w:r>
      <w:r w:rsidR="00C231F1">
        <w:t>Opérateur</w:t>
      </w:r>
      <w:r w:rsidRPr="00317976">
        <w:t xml:space="preserve"> (la documentation faisant partie intégrante de l’équipement) </w:t>
      </w:r>
      <w:r w:rsidR="00701894">
        <w:t>par</w:t>
      </w:r>
      <w:r w:rsidR="00D40C4F">
        <w:t xml:space="preserve"> </w:t>
      </w:r>
      <w:r w:rsidR="00C17C2B">
        <w:t>YANA FIBRE</w:t>
      </w:r>
      <w:r w:rsidRPr="004C3106">
        <w:t>, l’</w:t>
      </w:r>
      <w:r w:rsidR="00C231F1">
        <w:t>Opérateur</w:t>
      </w:r>
      <w:r w:rsidRPr="004C3106">
        <w:t xml:space="preserve"> s'engage à ne pas modifier l’équipement</w:t>
      </w:r>
      <w:r w:rsidR="002A6050" w:rsidRPr="004C3106">
        <w:t xml:space="preserve"> et notamment </w:t>
      </w:r>
      <w:r w:rsidR="002A6050" w:rsidRPr="00317976">
        <w:t>modifier le câblage des cartes ou modifier la configuration des équipements</w:t>
      </w:r>
      <w:r w:rsidRPr="0029530C">
        <w:t xml:space="preserve">, à ne pas le déplacer hors du lieu où il a été livré ou installé, ni intervenir d’une quelconque manière sur celui-ci sans le consentement préalable et écrit </w:t>
      </w:r>
      <w:r w:rsidR="00701894">
        <w:t>de</w:t>
      </w:r>
      <w:r w:rsidR="00D40C4F">
        <w:t xml:space="preserve"> </w:t>
      </w:r>
      <w:r w:rsidR="00C17C2B">
        <w:t>YANA FIBRE</w:t>
      </w:r>
      <w:r w:rsidRPr="004C3106">
        <w:t>.</w:t>
      </w:r>
    </w:p>
    <w:p w14:paraId="1E12C067" w14:textId="77777777" w:rsidR="00D548B8" w:rsidRPr="004C3106" w:rsidRDefault="00D548B8" w:rsidP="00F74186">
      <w:pPr>
        <w:jc w:val="both"/>
      </w:pPr>
    </w:p>
    <w:p w14:paraId="506BE704" w14:textId="30701FEB" w:rsidR="00D548B8" w:rsidRPr="004C3106" w:rsidRDefault="00D548B8" w:rsidP="002A6050">
      <w:pPr>
        <w:jc w:val="both"/>
      </w:pPr>
      <w:r w:rsidRPr="00982ECC">
        <w:t>A partir de la livraison des équipements dans les locaux de l’</w:t>
      </w:r>
      <w:r w:rsidR="00C231F1">
        <w:t>Opérateur</w:t>
      </w:r>
      <w:r w:rsidRPr="00982ECC">
        <w:t xml:space="preserve"> </w:t>
      </w:r>
      <w:r w:rsidRPr="00317976">
        <w:t>et jusqu'à leur reprise en charge par</w:t>
      </w:r>
      <w:r w:rsidR="00D40C4F">
        <w:t xml:space="preserve"> </w:t>
      </w:r>
      <w:r w:rsidR="00C17C2B">
        <w:t>YANA FIBRE</w:t>
      </w:r>
      <w:r w:rsidRPr="004C3106">
        <w:t>, l’</w:t>
      </w:r>
      <w:r w:rsidR="00C231F1">
        <w:t>Opérateur</w:t>
      </w:r>
      <w:r w:rsidRPr="004C3106">
        <w:t xml:space="preserve"> assume l’ensemble des risques liés auxdits</w:t>
      </w:r>
      <w:r w:rsidRPr="00982ECC">
        <w:t xml:space="preserve"> </w:t>
      </w:r>
      <w:r w:rsidR="00617944" w:rsidRPr="00982ECC">
        <w:t>é</w:t>
      </w:r>
      <w:r w:rsidRPr="00317976">
        <w:t>quipements dont l’</w:t>
      </w:r>
      <w:r w:rsidR="00C231F1">
        <w:t>Opérateur</w:t>
      </w:r>
      <w:r w:rsidRPr="00317976">
        <w:t xml:space="preserve"> a la garde et est seul responsable de tout dommage causé par ces équipements à leurs personnels ou aux tiers, sauf si l’</w:t>
      </w:r>
      <w:r w:rsidR="00C231F1">
        <w:t>Opérateur</w:t>
      </w:r>
      <w:r w:rsidRPr="00317976">
        <w:t xml:space="preserve"> démontre que lesdits dommages ont été exclusivement causés par un défaut de fabrication, un vice caché ou un défaut ayant pour origine l’installation des équipements </w:t>
      </w:r>
      <w:r w:rsidR="00701894">
        <w:t>par</w:t>
      </w:r>
      <w:r w:rsidR="00D40C4F">
        <w:t xml:space="preserve"> </w:t>
      </w:r>
      <w:r w:rsidR="00C17C2B">
        <w:t>YANA FIBRE</w:t>
      </w:r>
      <w:r w:rsidRPr="004C3106">
        <w:t xml:space="preserve">. </w:t>
      </w:r>
    </w:p>
    <w:p w14:paraId="568A55C0" w14:textId="77777777" w:rsidR="00D548B8" w:rsidRPr="00982ECC" w:rsidRDefault="00D548B8" w:rsidP="002A6050">
      <w:pPr>
        <w:jc w:val="both"/>
      </w:pPr>
    </w:p>
    <w:p w14:paraId="140883AA" w14:textId="0C785EC0" w:rsidR="00D548B8" w:rsidRPr="00317976" w:rsidRDefault="00D548B8" w:rsidP="002A6050">
      <w:pPr>
        <w:jc w:val="both"/>
      </w:pPr>
      <w:r w:rsidRPr="00982ECC">
        <w:t>L’</w:t>
      </w:r>
      <w:r w:rsidR="00C231F1">
        <w:t>Opérateur</w:t>
      </w:r>
      <w:r w:rsidRPr="00982ECC">
        <w:t xml:space="preserve"> </w:t>
      </w:r>
      <w:r w:rsidRPr="00317976">
        <w:t>s’engage à aviser immédiatement</w:t>
      </w:r>
      <w:r w:rsidR="00D40C4F">
        <w:t xml:space="preserve"> </w:t>
      </w:r>
      <w:r w:rsidR="00C17C2B">
        <w:t>YANA FIBRE</w:t>
      </w:r>
      <w:r w:rsidR="00701894">
        <w:t xml:space="preserve"> </w:t>
      </w:r>
      <w:r w:rsidR="00533DF5">
        <w:t>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25AFCD3A" w14:textId="77777777" w:rsidR="002A6050" w:rsidRPr="0029530C" w:rsidRDefault="002A6050" w:rsidP="002A6050">
      <w:pPr>
        <w:jc w:val="both"/>
      </w:pPr>
    </w:p>
    <w:p w14:paraId="6460F3F3" w14:textId="43F44261" w:rsidR="00D548B8" w:rsidRPr="004C3106" w:rsidRDefault="007F5B28" w:rsidP="002A6050">
      <w:pPr>
        <w:jc w:val="both"/>
      </w:pPr>
      <w:r w:rsidRPr="00955A28">
        <w:t>Le</w:t>
      </w:r>
      <w:r w:rsidR="00D548B8" w:rsidRPr="00955A28">
        <w:t xml:space="preserve"> Contrat ne transfère à l’</w:t>
      </w:r>
      <w:r w:rsidR="00C231F1">
        <w:t>Opérateur</w:t>
      </w:r>
      <w:r w:rsidR="00D548B8" w:rsidRPr="00317976">
        <w:t xml:space="preserve"> aucun droit de propriété sur l'un quelconque des équipements mis à sa disposition dans ses locaux au titre de la fourniture d’une Offre. En conséquence, l’</w:t>
      </w:r>
      <w:r w:rsidR="00C231F1">
        <w:t>Opérateur</w:t>
      </w:r>
      <w:r w:rsidR="00D548B8" w:rsidRPr="00317976">
        <w:t xml:space="preserve"> s'interdit de commettre ou de permettre tout acte, quel qu’il soit, contraire au droit de propriété </w:t>
      </w:r>
      <w:r w:rsidR="00701894">
        <w:t>de</w:t>
      </w:r>
      <w:r w:rsidR="00D40C4F">
        <w:t xml:space="preserve"> </w:t>
      </w:r>
      <w:r w:rsidR="00C17C2B">
        <w:t>YANA FIBRE</w:t>
      </w:r>
      <w:r w:rsidRPr="004C3106">
        <w:t xml:space="preserve"> </w:t>
      </w:r>
      <w:r w:rsidR="00D548B8" w:rsidRPr="004C3106">
        <w:t>et avisera</w:t>
      </w:r>
      <w:r w:rsidR="00D40C4F">
        <w:t xml:space="preserve"> </w:t>
      </w:r>
      <w:r w:rsidR="00C17C2B">
        <w:t>YANA FIBRE</w:t>
      </w:r>
      <w:r w:rsidR="00701894">
        <w:t xml:space="preserve"> </w:t>
      </w:r>
      <w:r w:rsidR="00D548B8" w:rsidRPr="004C3106">
        <w:t xml:space="preserve">de toute atteinte </w:t>
      </w:r>
      <w:r w:rsidR="00533DF5">
        <w:t>au dit</w:t>
      </w:r>
      <w:r w:rsidR="00D548B8" w:rsidRPr="004C3106">
        <w:t xml:space="preserve"> droit. L’</w:t>
      </w:r>
      <w:r w:rsidR="00C231F1">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C231F1">
        <w:t>Opérateur</w:t>
      </w:r>
      <w:r w:rsidR="00D548B8" w:rsidRPr="00317976">
        <w:t xml:space="preserve"> doit en aviser immédiatement</w:t>
      </w:r>
      <w:r w:rsidR="00D40C4F">
        <w:t xml:space="preserve"> </w:t>
      </w:r>
      <w:r w:rsidR="00C17C2B">
        <w:t>YANA FIBRE</w:t>
      </w:r>
      <w:r w:rsidR="00D548B8" w:rsidRPr="004C3106">
        <w:t>, élever toute protestation contre la saisie et prendre toutes mesures pour faire connaître le droit de propriété en cause.</w:t>
      </w:r>
    </w:p>
    <w:p w14:paraId="767B8EDC" w14:textId="77777777" w:rsidR="00A20638" w:rsidRPr="00982ECC" w:rsidRDefault="00A20638" w:rsidP="002A6050">
      <w:pPr>
        <w:jc w:val="both"/>
      </w:pPr>
    </w:p>
    <w:p w14:paraId="7D24891A" w14:textId="77777777" w:rsidR="00A20638" w:rsidRDefault="00A20638" w:rsidP="00865B24">
      <w:pPr>
        <w:keepNext/>
        <w:numPr>
          <w:ilvl w:val="1"/>
          <w:numId w:val="3"/>
        </w:numPr>
        <w:spacing w:before="120"/>
        <w:ind w:left="0" w:hanging="10"/>
        <w:jc w:val="both"/>
        <w:outlineLvl w:val="1"/>
        <w:rPr>
          <w:rFonts w:cs="Arial"/>
          <w:bCs/>
          <w:iCs/>
          <w:color w:val="000000"/>
          <w:sz w:val="28"/>
          <w:szCs w:val="28"/>
        </w:rPr>
      </w:pPr>
      <w:bookmarkStart w:id="78" w:name="_Toc517861452"/>
      <w:bookmarkStart w:id="79" w:name="_Toc77058980"/>
      <w:r w:rsidRPr="00317976">
        <w:rPr>
          <w:rFonts w:cs="Arial"/>
          <w:bCs/>
          <w:iCs/>
          <w:color w:val="000000"/>
          <w:sz w:val="28"/>
          <w:szCs w:val="28"/>
        </w:rPr>
        <w:lastRenderedPageBreak/>
        <w:t>restitution des équipements</w:t>
      </w:r>
      <w:bookmarkEnd w:id="78"/>
      <w:bookmarkEnd w:id="79"/>
    </w:p>
    <w:p w14:paraId="7896F747" w14:textId="77777777" w:rsidR="0082070F" w:rsidRPr="00317976" w:rsidRDefault="0082070F" w:rsidP="005F3452">
      <w:pPr>
        <w:keepNext/>
        <w:spacing w:before="120"/>
        <w:jc w:val="both"/>
        <w:outlineLvl w:val="1"/>
        <w:rPr>
          <w:rFonts w:cs="Arial"/>
          <w:bCs/>
          <w:iCs/>
          <w:color w:val="000000"/>
          <w:sz w:val="28"/>
          <w:szCs w:val="28"/>
        </w:rPr>
      </w:pPr>
    </w:p>
    <w:p w14:paraId="7DAC9BF5" w14:textId="2CF63C63" w:rsidR="004B2614" w:rsidRPr="004C3106" w:rsidRDefault="004B2614" w:rsidP="00F20326">
      <w:pPr>
        <w:jc w:val="both"/>
      </w:pPr>
      <w:r w:rsidRPr="004155C6">
        <w:t xml:space="preserve">En cas de résiliation du Contrat, afin de permettre </w:t>
      </w:r>
      <w:r w:rsidR="00701894">
        <w:t>à</w:t>
      </w:r>
      <w:r w:rsidR="00D40C4F">
        <w:t xml:space="preserve"> </w:t>
      </w:r>
      <w:r w:rsidR="00C17C2B">
        <w:t>YANA FIBRE</w:t>
      </w:r>
      <w:r w:rsidRPr="004C3106">
        <w:t xml:space="preserve"> de remplir ses obligations au regard de la réglementation relative aux déchets d’équipements électrique et électroniques (DEEE), l’</w:t>
      </w:r>
      <w:r w:rsidR="00C231F1">
        <w:t>Opérateur</w:t>
      </w:r>
      <w:r w:rsidRPr="004C3106">
        <w:t xml:space="preserve"> s'engage à restituer à première demande, les équipements propriété </w:t>
      </w:r>
      <w:r w:rsidR="00701894">
        <w:t>de</w:t>
      </w:r>
      <w:r w:rsidR="00D40C4F">
        <w:t xml:space="preserve"> </w:t>
      </w:r>
      <w:r w:rsidR="00C17C2B">
        <w:t>YANA FIBRE</w:t>
      </w:r>
      <w:r w:rsidR="00701894">
        <w:t xml:space="preserve"> </w:t>
      </w:r>
      <w:r w:rsidRPr="004C3106">
        <w:t xml:space="preserve">mise à sa disposition le cas échéant. A ce titre, il autorise </w:t>
      </w:r>
      <w:r w:rsidR="00F20326" w:rsidRPr="00982ECC">
        <w:t>ou s’engage à obtenir l’autorisation pour</w:t>
      </w:r>
      <w:r w:rsidR="00D40C4F">
        <w:t xml:space="preserve"> </w:t>
      </w:r>
      <w:r w:rsidR="00C17C2B">
        <w:t>YANA FIBRE</w:t>
      </w:r>
      <w:r w:rsidR="00701894">
        <w:t xml:space="preserve"> </w:t>
      </w:r>
      <w:r w:rsidRPr="004C3106">
        <w:t xml:space="preserve">à pénétrer dans les locaux qui hébergent les équipements, aux </w:t>
      </w:r>
      <w:r w:rsidR="007F5B28" w:rsidRPr="004C3106">
        <w:t>J</w:t>
      </w:r>
      <w:r w:rsidRPr="004C3106">
        <w:t xml:space="preserve">ours et </w:t>
      </w:r>
      <w:r w:rsidR="007F5B28" w:rsidRPr="004C3106">
        <w:t>H</w:t>
      </w:r>
      <w:r w:rsidRPr="00982ECC">
        <w:t xml:space="preserve">eures </w:t>
      </w:r>
      <w:r w:rsidR="00533DF5">
        <w:t>O</w:t>
      </w:r>
      <w:r w:rsidRPr="00982ECC">
        <w:t>uvrables</w:t>
      </w:r>
      <w:r w:rsidRPr="004C3106">
        <w:t>, pour y récupérer les équipements, en sa présence ou celle d'un de ses représentants.</w:t>
      </w:r>
    </w:p>
    <w:p w14:paraId="61E80D66" w14:textId="77777777" w:rsidR="004B2614" w:rsidRPr="00982ECC" w:rsidRDefault="004B2614" w:rsidP="00F20326">
      <w:pPr>
        <w:jc w:val="both"/>
      </w:pPr>
    </w:p>
    <w:p w14:paraId="1E56E496" w14:textId="66D918ED" w:rsidR="004B2614" w:rsidRPr="004C3106" w:rsidRDefault="00C17C2B" w:rsidP="00F20326">
      <w:pPr>
        <w:jc w:val="both"/>
      </w:pPr>
      <w:r>
        <w:t>YANA FIBRE</w:t>
      </w:r>
      <w:r w:rsidR="00701894">
        <w:t xml:space="preserve"> </w:t>
      </w:r>
      <w:r w:rsidR="004B2614" w:rsidRPr="004C3106">
        <w:t>ne prend pas en charge les frais de remise en état des locaux pouvant résulter d'une dépose des équipements effectuée dans des conditions normales.</w:t>
      </w:r>
    </w:p>
    <w:p w14:paraId="068C22DE" w14:textId="77777777" w:rsidR="004B2614" w:rsidRPr="004C3106" w:rsidRDefault="004B2614" w:rsidP="00F20326">
      <w:pPr>
        <w:jc w:val="both"/>
      </w:pPr>
    </w:p>
    <w:p w14:paraId="49223FFE" w14:textId="1CB03C57" w:rsidR="004B2614" w:rsidRPr="00317976" w:rsidRDefault="004B2614" w:rsidP="00F20326">
      <w:pPr>
        <w:jc w:val="both"/>
      </w:pPr>
      <w:r w:rsidRPr="00982ECC">
        <w:t>En cas de défaut de coopération</w:t>
      </w:r>
      <w:r w:rsidRPr="00317976">
        <w:t xml:space="preserve"> d</w:t>
      </w:r>
      <w:r w:rsidRPr="0029530C">
        <w:t>e l’</w:t>
      </w:r>
      <w:r w:rsidR="00C231F1">
        <w:t>Opérateur</w:t>
      </w:r>
      <w:r w:rsidR="00075982" w:rsidRPr="00317976">
        <w:t xml:space="preserve">, </w:t>
      </w:r>
      <w:r w:rsidRPr="00317976">
        <w:t>aboutissant à la non-restitution des équipe</w:t>
      </w:r>
      <w:r w:rsidR="002B5B4C">
        <w:t>ments</w:t>
      </w:r>
      <w:r w:rsidR="00075982" w:rsidRPr="0029530C">
        <w:t xml:space="preserve">, et au terme d’un délai de 15 jours ouvrés, </w:t>
      </w:r>
      <w:r w:rsidRPr="00955A28">
        <w:t xml:space="preserve">ou en cas de destruction, de dégradation ou de perte de l’équipement </w:t>
      </w:r>
      <w:r w:rsidRPr="004C3106">
        <w:t>imputable à l’</w:t>
      </w:r>
      <w:r w:rsidR="00C231F1">
        <w:t>Opérateur</w:t>
      </w:r>
      <w:r w:rsidR="00701894">
        <w:t>,</w:t>
      </w:r>
      <w:r w:rsidR="00D40C4F">
        <w:t xml:space="preserve"> </w:t>
      </w:r>
      <w:r w:rsidR="00C17C2B">
        <w:t>YANA FIBRE</w:t>
      </w:r>
      <w:r w:rsidRPr="004C3106">
        <w:t xml:space="preserve"> se réserve le droit de facturer l’</w:t>
      </w:r>
      <w:r w:rsidR="007F5B28" w:rsidRPr="004C3106">
        <w:t>é</w:t>
      </w:r>
      <w:r w:rsidRPr="004C3106">
        <w:t xml:space="preserve">quipement </w:t>
      </w:r>
      <w:r w:rsidR="00F20326" w:rsidRPr="00982ECC">
        <w:t>à l’</w:t>
      </w:r>
      <w:r w:rsidR="00C231F1">
        <w:t>Opérateur</w:t>
      </w:r>
      <w:r w:rsidRPr="00317976">
        <w:t xml:space="preserve"> à sa valeur de remplacement à titre d'indemnité. Enfin, l’</w:t>
      </w:r>
      <w:r w:rsidR="00C231F1">
        <w:t>Opérateur</w:t>
      </w:r>
      <w:r w:rsidRPr="00317976">
        <w:t xml:space="preserve"> s’engage à retourner ou détruire toutes les copies des logiciels qui lui auraient été remis le cas échéant pour la fourniture d’une Offre.</w:t>
      </w:r>
    </w:p>
    <w:p w14:paraId="263E0528" w14:textId="5090C0FE" w:rsidR="00D75F02" w:rsidRPr="003E5BF2" w:rsidRDefault="00846B73" w:rsidP="00865B24">
      <w:pPr>
        <w:pStyle w:val="Titre1"/>
        <w:spacing w:before="720"/>
        <w:ind w:left="1707" w:hanging="1707"/>
      </w:pPr>
      <w:bookmarkStart w:id="80" w:name="_Toc77058981"/>
      <w:proofErr w:type="gramStart"/>
      <w:r w:rsidRPr="003E5BF2">
        <w:t>m</w:t>
      </w:r>
      <w:r w:rsidR="000C4408" w:rsidRPr="003E5BF2">
        <w:t>odification</w:t>
      </w:r>
      <w:proofErr w:type="gramEnd"/>
      <w:r w:rsidR="00575748" w:rsidRPr="003E5BF2">
        <w:t xml:space="preserve"> </w:t>
      </w:r>
      <w:r w:rsidR="00D75F02" w:rsidRPr="003E5BF2">
        <w:t>du Contrat</w:t>
      </w:r>
      <w:bookmarkEnd w:id="80"/>
    </w:p>
    <w:p w14:paraId="3458A387" w14:textId="77777777" w:rsidR="00E333C9" w:rsidRPr="00E333C9" w:rsidRDefault="00E333C9" w:rsidP="00E333C9">
      <w:pPr>
        <w:pStyle w:val="Texte"/>
      </w:pPr>
    </w:p>
    <w:p w14:paraId="47863D45" w14:textId="77D349A6" w:rsidR="00575748" w:rsidRPr="00093908" w:rsidRDefault="00846B73" w:rsidP="00564564">
      <w:pPr>
        <w:pStyle w:val="Titre2"/>
        <w:ind w:left="0" w:hanging="10"/>
        <w:jc w:val="both"/>
      </w:pPr>
      <w:bookmarkStart w:id="81" w:name="_Toc77058982"/>
      <w:proofErr w:type="gramStart"/>
      <w:r>
        <w:t>m</w:t>
      </w:r>
      <w:r w:rsidR="000C4408" w:rsidRPr="004155C6">
        <w:t>odification</w:t>
      </w:r>
      <w:proofErr w:type="gramEnd"/>
      <w:r w:rsidR="00D75F02" w:rsidRPr="004155C6">
        <w:t xml:space="preserve"> </w:t>
      </w:r>
      <w:r w:rsidR="00575748" w:rsidRPr="00093908">
        <w:t>des Conditions Générales</w:t>
      </w:r>
      <w:bookmarkEnd w:id="81"/>
    </w:p>
    <w:p w14:paraId="03E967FF" w14:textId="0AD73908" w:rsidR="00575748" w:rsidRPr="00093908" w:rsidRDefault="00575748" w:rsidP="00575748">
      <w:pPr>
        <w:spacing w:before="120"/>
        <w:jc w:val="both"/>
        <w:rPr>
          <w:rFonts w:eastAsia="SimSun"/>
        </w:rPr>
      </w:pPr>
      <w:r w:rsidRPr="00103F2F">
        <w:rPr>
          <w:rFonts w:eastAsia="SimSun"/>
        </w:rPr>
        <w:t>Toute modification des Conditions Générales doit faire l’objet de la signature par les deux Parties d’une nouvelle version remplaçant celle précédemment en vigueur</w:t>
      </w:r>
      <w:r w:rsidR="00507375">
        <w:rPr>
          <w:rFonts w:eastAsia="SimSun"/>
        </w:rPr>
        <w:t xml:space="preserve">, </w:t>
      </w:r>
      <w:r w:rsidR="00507375">
        <w:rPr>
          <w:rFonts w:cs="Arial"/>
          <w:szCs w:val="20"/>
        </w:rPr>
        <w:t>excepté pour l’annexe « contacts » qui sera modifiable par simple information de l’Opérateur</w:t>
      </w:r>
      <w:r w:rsidRPr="00103F2F">
        <w:rPr>
          <w:rFonts w:eastAsia="SimSun"/>
        </w:rPr>
        <w:t>. L’ensem</w:t>
      </w:r>
      <w:r w:rsidRPr="00163C5C">
        <w:rPr>
          <w:rFonts w:eastAsia="SimSun"/>
        </w:rPr>
        <w:t>ble des Offres est alors de plein droit régi par les nouvelles Conditions Générales.</w:t>
      </w:r>
    </w:p>
    <w:p w14:paraId="473A2F7A" w14:textId="77777777" w:rsidR="006A3EDD" w:rsidRPr="00093908" w:rsidRDefault="006A3EDD" w:rsidP="00575748">
      <w:pPr>
        <w:spacing w:before="120"/>
        <w:jc w:val="both"/>
        <w:rPr>
          <w:rFonts w:eastAsia="SimSun"/>
        </w:rPr>
      </w:pPr>
    </w:p>
    <w:p w14:paraId="1E3C2341" w14:textId="7FBD58FE" w:rsidR="00E07421" w:rsidRPr="00093908" w:rsidRDefault="00846B73" w:rsidP="00564564">
      <w:pPr>
        <w:pStyle w:val="Titre2"/>
        <w:ind w:left="0" w:hanging="10"/>
        <w:jc w:val="both"/>
      </w:pPr>
      <w:bookmarkStart w:id="82" w:name="_Ref536458014"/>
      <w:bookmarkStart w:id="83" w:name="_Toc77058983"/>
      <w:proofErr w:type="gramStart"/>
      <w:r>
        <w:t>m</w:t>
      </w:r>
      <w:r w:rsidR="000C4408" w:rsidRPr="00093908">
        <w:t>odification</w:t>
      </w:r>
      <w:proofErr w:type="gramEnd"/>
      <w:r w:rsidR="00E07421" w:rsidRPr="00093908">
        <w:t xml:space="preserve"> d</w:t>
      </w:r>
      <w:r w:rsidR="00BE481C" w:rsidRPr="00093908">
        <w:t xml:space="preserve">es </w:t>
      </w:r>
      <w:r w:rsidR="006A3EDD">
        <w:t>C</w:t>
      </w:r>
      <w:r w:rsidR="001D5A6A" w:rsidRPr="00093908">
        <w:t xml:space="preserve">onditions </w:t>
      </w:r>
      <w:r w:rsidR="006A3EDD">
        <w:t>S</w:t>
      </w:r>
      <w:r w:rsidR="00A70E0B" w:rsidRPr="00093908">
        <w:t>pécifiques</w:t>
      </w:r>
      <w:r w:rsidR="005972F7" w:rsidRPr="00093908">
        <w:t xml:space="preserve"> et de leurs </w:t>
      </w:r>
      <w:r w:rsidR="00FD41FA" w:rsidRPr="00093908">
        <w:t>annexes</w:t>
      </w:r>
      <w:bookmarkEnd w:id="82"/>
      <w:bookmarkEnd w:id="83"/>
    </w:p>
    <w:p w14:paraId="0421367B" w14:textId="77777777" w:rsidR="00215A04" w:rsidRPr="00093908" w:rsidRDefault="00215A04" w:rsidP="007253A0">
      <w:pPr>
        <w:pStyle w:val="Texte"/>
        <w:spacing w:before="0"/>
      </w:pPr>
    </w:p>
    <w:p w14:paraId="0933B333" w14:textId="2D2570AA" w:rsidR="00DB3998" w:rsidRDefault="00C17C2B" w:rsidP="00DB3998">
      <w:pPr>
        <w:pStyle w:val="Texte"/>
        <w:spacing w:before="0"/>
      </w:pPr>
      <w:r>
        <w:t>YANA FIBRE</w:t>
      </w:r>
      <w:r w:rsidR="00701894">
        <w:t xml:space="preserve"> </w:t>
      </w:r>
      <w:r w:rsidR="00DB3998" w:rsidRPr="001F32F0">
        <w:t xml:space="preserve">peut modifier les </w:t>
      </w:r>
      <w:r w:rsidR="00DB3998">
        <w:t>Conditions Spécifiques et ses annexes relatives à la fourniture d’une Offre après en avoir informé l’</w:t>
      </w:r>
      <w:r w:rsidR="00C231F1">
        <w:t>Opérateur</w:t>
      </w:r>
      <w:r w:rsidR="0075074A">
        <w:t xml:space="preserve"> </w:t>
      </w:r>
      <w:r w:rsidR="00DB3998" w:rsidRPr="002B357B">
        <w:t xml:space="preserve">avant la date d’entrée en vigueur de la modification. En cas de hausse des prix, ce préavis est porté à 3 mois (conformément à </w:t>
      </w:r>
      <w:r w:rsidR="00D16A11">
        <w:t>l’</w:t>
      </w:r>
      <w:r w:rsidR="001B6372">
        <w:t>article</w:t>
      </w:r>
      <w:r w:rsidR="00DB3998" w:rsidRPr="002B357B">
        <w:t xml:space="preserve"> </w:t>
      </w:r>
      <w:r w:rsidR="001B6372">
        <w:t xml:space="preserve">intitulé </w:t>
      </w:r>
      <w:r w:rsidR="00DB3998" w:rsidRPr="002B357B">
        <w:t>« prix »).</w:t>
      </w:r>
    </w:p>
    <w:p w14:paraId="77806D4B" w14:textId="77777777" w:rsidR="009C05FF" w:rsidRDefault="009C05FF" w:rsidP="009C05FF">
      <w:pPr>
        <w:pStyle w:val="Texte"/>
        <w:spacing w:before="0"/>
      </w:pPr>
    </w:p>
    <w:p w14:paraId="6A5622FA" w14:textId="77777777" w:rsidR="00DB3998" w:rsidRDefault="00DB3998" w:rsidP="00DB3998">
      <w:pPr>
        <w:pStyle w:val="Texte"/>
        <w:spacing w:before="0"/>
      </w:pPr>
      <w:r>
        <w:t>Les modifications sont applicables en cours de Contrat à compter de la date notifiée à l’Opérateur.</w:t>
      </w:r>
    </w:p>
    <w:p w14:paraId="0588D154" w14:textId="77777777" w:rsidR="00DB3998" w:rsidRDefault="00DB3998" w:rsidP="00DB3998">
      <w:pPr>
        <w:pStyle w:val="Texte"/>
        <w:spacing w:before="0"/>
      </w:pPr>
    </w:p>
    <w:p w14:paraId="6CD32455" w14:textId="77777777" w:rsidR="00DB3998" w:rsidRDefault="00DB3998" w:rsidP="00DB3998">
      <w:pPr>
        <w:pStyle w:val="Texte"/>
        <w:spacing w:before="0"/>
      </w:pPr>
      <w:r>
        <w:t>En cas de modification substantielle portant préjudice à l’</w:t>
      </w:r>
      <w:r w:rsidR="00C231F1">
        <w:t>Opérateur</w:t>
      </w:r>
      <w:r>
        <w:t xml:space="preserve">, ce dernier peut résilier </w:t>
      </w:r>
      <w:r w:rsidRPr="009D4368">
        <w:t>tout ou partie du</w:t>
      </w:r>
      <w:r w:rsidRPr="00325EA8">
        <w:t xml:space="preserve"> Contrat </w:t>
      </w:r>
      <w:r w:rsidRPr="00F97DC5">
        <w:t>relatif à l’Offre concernée</w:t>
      </w:r>
      <w:r>
        <w:t>, y compris pendant la durée minimale, et ce, sans pénalité et sans droit à dédommagement. Dans ce cas, la résiliation intervient au jour de l’entrée en vigueur de la modification.</w:t>
      </w:r>
    </w:p>
    <w:p w14:paraId="7B25C025" w14:textId="77777777" w:rsidR="008C2DE0" w:rsidRPr="004155C6" w:rsidRDefault="008C2DE0" w:rsidP="007253A0">
      <w:pPr>
        <w:pStyle w:val="Texte"/>
        <w:spacing w:before="0"/>
      </w:pPr>
    </w:p>
    <w:p w14:paraId="7249419A" w14:textId="77777777" w:rsidR="0037298F" w:rsidRPr="003E5BF2" w:rsidRDefault="0037298F" w:rsidP="001D5A6A">
      <w:pPr>
        <w:jc w:val="both"/>
        <w:rPr>
          <w:rFonts w:cs="Arial"/>
          <w:color w:val="FF6600"/>
          <w:szCs w:val="20"/>
        </w:rPr>
      </w:pPr>
      <w:bookmarkStart w:id="84" w:name="_Toc429411288"/>
      <w:bookmarkStart w:id="85" w:name="_Toc429411289"/>
      <w:bookmarkEnd w:id="84"/>
      <w:bookmarkEnd w:id="85"/>
    </w:p>
    <w:p w14:paraId="7F669C04" w14:textId="4A8E8342" w:rsidR="00E07421" w:rsidRPr="003E5BF2" w:rsidRDefault="00846B73" w:rsidP="00865B24">
      <w:pPr>
        <w:pStyle w:val="Titre1"/>
        <w:spacing w:before="720"/>
        <w:ind w:left="1707" w:hanging="1707"/>
      </w:pPr>
      <w:bookmarkStart w:id="86" w:name="_Toc139082182"/>
      <w:bookmarkStart w:id="87" w:name="_Toc139092877"/>
      <w:bookmarkStart w:id="88" w:name="_Toc77058984"/>
      <w:bookmarkEnd w:id="86"/>
      <w:bookmarkEnd w:id="87"/>
      <w:proofErr w:type="gramStart"/>
      <w:r w:rsidRPr="003E5BF2">
        <w:t>c</w:t>
      </w:r>
      <w:r w:rsidR="000C4408" w:rsidRPr="003E5BF2">
        <w:t>onditions</w:t>
      </w:r>
      <w:proofErr w:type="gramEnd"/>
      <w:r w:rsidR="00E07421" w:rsidRPr="003E5BF2">
        <w:t xml:space="preserve"> de retrai</w:t>
      </w:r>
      <w:r w:rsidR="00BE481C" w:rsidRPr="003E5BF2">
        <w:t xml:space="preserve">t d'une </w:t>
      </w:r>
      <w:r w:rsidR="00233699" w:rsidRPr="003E5BF2">
        <w:t xml:space="preserve">Offre </w:t>
      </w:r>
      <w:r w:rsidR="007F5B28" w:rsidRPr="003E5BF2">
        <w:t>d</w:t>
      </w:r>
      <w:r w:rsidR="00701894" w:rsidRPr="003E5BF2">
        <w:t>e</w:t>
      </w:r>
      <w:r w:rsidR="00D40C4F" w:rsidRPr="003E5BF2">
        <w:t xml:space="preserve"> </w:t>
      </w:r>
      <w:r w:rsidR="00C17C2B">
        <w:t>YANA FIBRE</w:t>
      </w:r>
      <w:bookmarkEnd w:id="88"/>
    </w:p>
    <w:p w14:paraId="1E7C3506" w14:textId="77777777" w:rsidR="006A4D4D" w:rsidRPr="004C3106" w:rsidRDefault="006A4D4D" w:rsidP="001D5A6A">
      <w:pPr>
        <w:pStyle w:val="Texte"/>
        <w:spacing w:before="0"/>
      </w:pPr>
    </w:p>
    <w:p w14:paraId="1E0AEC7E" w14:textId="665EBE00" w:rsidR="00646165" w:rsidRPr="00955A28" w:rsidRDefault="00635962" w:rsidP="001D5A6A">
      <w:pPr>
        <w:pStyle w:val="Texte"/>
        <w:spacing w:before="0"/>
      </w:pPr>
      <w:r w:rsidRPr="004C3106">
        <w:lastRenderedPageBreak/>
        <w:t>En</w:t>
      </w:r>
      <w:r w:rsidR="00646165" w:rsidRPr="00982ECC">
        <w:t xml:space="preserve"> cas de suppression </w:t>
      </w:r>
      <w:r w:rsidR="009A6B8F" w:rsidRPr="00982ECC">
        <w:t>d’une Offre</w:t>
      </w:r>
      <w:r w:rsidR="000C67DC" w:rsidRPr="00317976">
        <w:t xml:space="preserve"> dans sa totalité</w:t>
      </w:r>
      <w:r w:rsidR="00701894">
        <w:t>,</w:t>
      </w:r>
      <w:r w:rsidR="00D40C4F">
        <w:t xml:space="preserve"> </w:t>
      </w:r>
      <w:r w:rsidR="00C17C2B">
        <w:t>YANA FIBRE</w:t>
      </w:r>
      <w:r w:rsidR="00646165" w:rsidRPr="004C3106">
        <w:t xml:space="preserve"> </w:t>
      </w:r>
      <w:r w:rsidR="000C67DC" w:rsidRPr="004C3106">
        <w:t>informe l’</w:t>
      </w:r>
      <w:r w:rsidR="00C231F1">
        <w:t>Opérateur</w:t>
      </w:r>
      <w:r w:rsidR="000C67DC" w:rsidRPr="004C3106">
        <w:t xml:space="preserve"> </w:t>
      </w:r>
      <w:r w:rsidR="00646165" w:rsidRPr="004C3106">
        <w:t>au m</w:t>
      </w:r>
      <w:r w:rsidR="00DD1D52" w:rsidRPr="00982ECC">
        <w:t>oins 6</w:t>
      </w:r>
      <w:r w:rsidR="00646165" w:rsidRPr="00982ECC">
        <w:t xml:space="preserve"> mois à l'avance la date </w:t>
      </w:r>
      <w:r w:rsidR="00047C4A" w:rsidRPr="00317976">
        <w:t>de l’arrêt de commercialisation de l’</w:t>
      </w:r>
      <w:r w:rsidR="007F5B28" w:rsidRPr="00317976">
        <w:t>O</w:t>
      </w:r>
      <w:r w:rsidR="00047C4A" w:rsidRPr="0029530C">
        <w:t xml:space="preserve">ffre, c'est-à-dire la date </w:t>
      </w:r>
      <w:r w:rsidR="00646165" w:rsidRPr="0029530C">
        <w:t xml:space="preserve">à laquelle les nouvelles demandes </w:t>
      </w:r>
      <w:proofErr w:type="gramStart"/>
      <w:r w:rsidR="00646165" w:rsidRPr="0029530C">
        <w:t>cesseront</w:t>
      </w:r>
      <w:proofErr w:type="gramEnd"/>
      <w:r w:rsidR="00646165" w:rsidRPr="0029530C">
        <w:t xml:space="preserve"> d'être </w:t>
      </w:r>
      <w:r w:rsidR="00917034" w:rsidRPr="00955A28">
        <w:t>satisfaites.</w:t>
      </w:r>
    </w:p>
    <w:p w14:paraId="241F51ED" w14:textId="77777777" w:rsidR="00D00AC3" w:rsidRPr="00663FE2" w:rsidRDefault="00D00AC3" w:rsidP="001D5A6A">
      <w:pPr>
        <w:pStyle w:val="Texte"/>
        <w:spacing w:before="0"/>
      </w:pPr>
    </w:p>
    <w:p w14:paraId="6096B4C2" w14:textId="6F7A0173" w:rsidR="00646165" w:rsidRPr="00317976" w:rsidRDefault="00646165" w:rsidP="00854645">
      <w:pPr>
        <w:pStyle w:val="Texte"/>
        <w:spacing w:before="0"/>
      </w:pPr>
      <w:r w:rsidRPr="004155C6">
        <w:t xml:space="preserve">La résiliation </w:t>
      </w:r>
      <w:r w:rsidR="006A4D4D" w:rsidRPr="004155C6">
        <w:t xml:space="preserve">du </w:t>
      </w:r>
      <w:r w:rsidRPr="004155C6">
        <w:t xml:space="preserve">Contrat en cours résultant de la suppression </w:t>
      </w:r>
      <w:r w:rsidR="009A6B8F" w:rsidRPr="004155C6">
        <w:t>de l’Offre</w:t>
      </w:r>
      <w:r w:rsidRPr="00BC1937">
        <w:t xml:space="preserve"> ne peut intervenir qu’après consultation de l’</w:t>
      </w:r>
      <w:r w:rsidR="00C231F1">
        <w:t>Opérateur</w:t>
      </w:r>
      <w:r w:rsidRPr="00317976">
        <w:t>.</w:t>
      </w:r>
      <w:r w:rsidR="00754D58" w:rsidRPr="00317976">
        <w:t xml:space="preserve"> </w:t>
      </w:r>
      <w:r w:rsidR="00854645" w:rsidRPr="0029530C">
        <w:t>L</w:t>
      </w:r>
      <w:r w:rsidRPr="0029530C">
        <w:t xml:space="preserve">a résiliation </w:t>
      </w:r>
      <w:r w:rsidR="000C67DC" w:rsidRPr="00955A28">
        <w:t xml:space="preserve">du </w:t>
      </w:r>
      <w:r w:rsidR="001A6935" w:rsidRPr="00955A28">
        <w:t>C</w:t>
      </w:r>
      <w:r w:rsidRPr="00663FE2">
        <w:t>ontrat en cours ne peut intervenir ava</w:t>
      </w:r>
      <w:r w:rsidR="007C0599" w:rsidRPr="004155C6">
        <w:t>nt l'expiration d'un délai de 6</w:t>
      </w:r>
      <w:r w:rsidRPr="004155C6">
        <w:t xml:space="preserve"> mois</w:t>
      </w:r>
      <w:r w:rsidR="00854645" w:rsidRPr="004155C6">
        <w:t xml:space="preserve">, </w:t>
      </w:r>
      <w:r w:rsidRPr="004155C6">
        <w:t xml:space="preserve">suivant la date à laquelle il a été mis fin à la commercialisation </w:t>
      </w:r>
      <w:r w:rsidR="009A6B8F" w:rsidRPr="00BC1937">
        <w:t>de</w:t>
      </w:r>
      <w:r w:rsidR="006A4D4D" w:rsidRPr="00BC1937">
        <w:t xml:space="preserve"> </w:t>
      </w:r>
      <w:r w:rsidR="009A6B8F" w:rsidRPr="00BC1937">
        <w:t>ladite Offre</w:t>
      </w:r>
      <w:r w:rsidR="00854645" w:rsidRPr="00BC1937">
        <w:t>, sauf accord de l’</w:t>
      </w:r>
      <w:r w:rsidR="00C231F1">
        <w:t>Opérateur</w:t>
      </w:r>
      <w:r w:rsidR="00854645" w:rsidRPr="00317976">
        <w:t xml:space="preserve"> pour réduire ce délai</w:t>
      </w:r>
      <w:r w:rsidR="00701894">
        <w:t>.</w:t>
      </w:r>
      <w:r w:rsidR="00D40C4F">
        <w:t xml:space="preserve"> </w:t>
      </w:r>
      <w:r w:rsidR="00C17C2B">
        <w:t>YANA FIBRE</w:t>
      </w:r>
      <w:r w:rsidRPr="004C3106">
        <w:t xml:space="preserve"> s'efforce au mieux de ses </w:t>
      </w:r>
      <w:r w:rsidR="007C0599" w:rsidRPr="004C3106">
        <w:t>possibilités</w:t>
      </w:r>
      <w:r w:rsidRPr="00982ECC">
        <w:t xml:space="preserve"> de proposer à l’</w:t>
      </w:r>
      <w:r w:rsidR="00C231F1">
        <w:t>Opérateur</w:t>
      </w:r>
      <w:r w:rsidRPr="00982ECC">
        <w:t xml:space="preserve"> une solution de remplacement.</w:t>
      </w:r>
    </w:p>
    <w:p w14:paraId="10A15125" w14:textId="77777777" w:rsidR="00D00AC3" w:rsidRPr="00317976" w:rsidRDefault="00D00AC3" w:rsidP="00754D58">
      <w:pPr>
        <w:pStyle w:val="Texte"/>
        <w:spacing w:before="0"/>
      </w:pPr>
    </w:p>
    <w:p w14:paraId="17B2A3AE" w14:textId="4A7A86BA" w:rsidR="000936D7" w:rsidRPr="004C3106" w:rsidRDefault="00646165" w:rsidP="00754D58">
      <w:pPr>
        <w:pStyle w:val="Texte"/>
        <w:spacing w:before="0"/>
      </w:pPr>
      <w:r w:rsidRPr="0029530C">
        <w:t xml:space="preserve">La suppression </w:t>
      </w:r>
      <w:r w:rsidR="009A6B8F" w:rsidRPr="0029530C">
        <w:t>de l’Offre</w:t>
      </w:r>
      <w:r w:rsidRPr="00955A28">
        <w:t xml:space="preserve">, dans les conditions ci-dessus, ne saurait engager la responsabilité </w:t>
      </w:r>
      <w:r w:rsidR="00701894">
        <w:t>de</w:t>
      </w:r>
      <w:r w:rsidR="00D40C4F">
        <w:t xml:space="preserve"> </w:t>
      </w:r>
      <w:r w:rsidR="00C17C2B">
        <w:t>YANA FIBRE</w:t>
      </w:r>
      <w:r w:rsidR="00DE3DF2" w:rsidRPr="004C3106">
        <w:t xml:space="preserve"> </w:t>
      </w:r>
      <w:r w:rsidRPr="004C3106">
        <w:t>et ouvrir droit à dommages et intérêts au profit de l’</w:t>
      </w:r>
      <w:r w:rsidR="00C231F1">
        <w:t>Opérateur</w:t>
      </w:r>
      <w:r w:rsidRPr="004C3106">
        <w:t>.</w:t>
      </w:r>
    </w:p>
    <w:p w14:paraId="3B3DF645" w14:textId="77777777" w:rsidR="008C2DE0" w:rsidRPr="00982ECC" w:rsidRDefault="008C2DE0" w:rsidP="00754D58">
      <w:pPr>
        <w:pStyle w:val="Texte"/>
        <w:spacing w:before="0"/>
      </w:pPr>
    </w:p>
    <w:p w14:paraId="2EE0B8E3" w14:textId="77777777" w:rsidR="00196D98" w:rsidRPr="00317976" w:rsidRDefault="00196D98" w:rsidP="005D656E">
      <w:pPr>
        <w:pStyle w:val="Texte"/>
        <w:spacing w:before="0"/>
      </w:pPr>
    </w:p>
    <w:p w14:paraId="7E21ABF6" w14:textId="77777777" w:rsidR="00E07421" w:rsidRPr="000C4408" w:rsidRDefault="00E07421" w:rsidP="00C557EF">
      <w:pPr>
        <w:pStyle w:val="Texte"/>
        <w:rPr>
          <w:b/>
        </w:rPr>
      </w:pPr>
      <w:bookmarkStart w:id="89" w:name="_Toc326055059"/>
      <w:bookmarkEnd w:id="89"/>
      <w:r w:rsidRPr="000C4408">
        <w:rPr>
          <w:b/>
        </w:rPr>
        <w:t>Établi en deux originaux</w:t>
      </w:r>
    </w:p>
    <w:p w14:paraId="6CCEF1DA" w14:textId="77777777" w:rsidR="00D00AC3" w:rsidRDefault="00D00AC3" w:rsidP="00C557EF">
      <w:pPr>
        <w:pStyle w:val="Texte"/>
      </w:pPr>
    </w:p>
    <w:p w14:paraId="5A213134" w14:textId="77777777" w:rsidR="00745D00" w:rsidRPr="00403432"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2B357B" w14:paraId="4D456591" w14:textId="77777777" w:rsidTr="006542D9">
        <w:trPr>
          <w:trHeight w:val="555"/>
        </w:trPr>
        <w:tc>
          <w:tcPr>
            <w:tcW w:w="5427" w:type="dxa"/>
          </w:tcPr>
          <w:p w14:paraId="46697F37" w14:textId="138B100A" w:rsidR="00B870EA" w:rsidRPr="004C3106" w:rsidRDefault="00E07421" w:rsidP="00E663A0">
            <w:r w:rsidRPr="004C3106">
              <w:t xml:space="preserve">Pour </w:t>
            </w:r>
            <w:r w:rsidR="00C17C2B" w:rsidRPr="00865B24">
              <w:t>YANA FIBRE</w:t>
            </w:r>
            <w:r w:rsidR="00B870EA" w:rsidRPr="004C3106">
              <w:t xml:space="preserve"> </w:t>
            </w:r>
          </w:p>
          <w:p w14:paraId="58424D53" w14:textId="77777777" w:rsidR="00F91B59" w:rsidRPr="00982ECC" w:rsidRDefault="00F91B59" w:rsidP="00E663A0"/>
          <w:p w14:paraId="029D5C06" w14:textId="77777777" w:rsidR="00B870EA" w:rsidRPr="0029530C" w:rsidRDefault="00B870EA" w:rsidP="00E663A0">
            <w:r w:rsidRPr="00317976">
              <w:t xml:space="preserve">Fait à </w:t>
            </w:r>
            <w:r w:rsidR="00F91B59" w:rsidRPr="00317976">
              <w:t xml:space="preserve">                                , </w:t>
            </w:r>
            <w:r w:rsidRPr="0029530C">
              <w:t xml:space="preserve">le </w:t>
            </w:r>
          </w:p>
          <w:p w14:paraId="69DFF0C0" w14:textId="77777777" w:rsidR="00F91B59" w:rsidRPr="00955A28" w:rsidRDefault="00F91B59" w:rsidP="00E663A0"/>
          <w:p w14:paraId="60B7A79B" w14:textId="77777777" w:rsidR="00F91B59" w:rsidRPr="004155C6" w:rsidRDefault="00F91B59" w:rsidP="00E663A0"/>
          <w:p w14:paraId="0DF88ECD" w14:textId="77777777" w:rsidR="00E07421" w:rsidRDefault="00865B24" w:rsidP="00E663A0">
            <w:r>
              <w:t>Monsieur Christophe SERGUES</w:t>
            </w:r>
          </w:p>
          <w:p w14:paraId="00A5C958" w14:textId="6097D474" w:rsidR="00865B24" w:rsidRPr="007B4921" w:rsidRDefault="00865B24" w:rsidP="00E663A0">
            <w:r>
              <w:t>Directeur Général</w:t>
            </w:r>
          </w:p>
        </w:tc>
        <w:tc>
          <w:tcPr>
            <w:tcW w:w="5428" w:type="dxa"/>
          </w:tcPr>
          <w:p w14:paraId="7329D4E3" w14:textId="77777777" w:rsidR="00B870EA" w:rsidRPr="00317976" w:rsidRDefault="00E07421" w:rsidP="00E663A0">
            <w:r w:rsidRPr="007B4921">
              <w:t>Pour l’</w:t>
            </w:r>
            <w:r w:rsidR="00C231F1">
              <w:t>Opérateur</w:t>
            </w:r>
            <w:r w:rsidR="00B870EA" w:rsidRPr="00317976">
              <w:t xml:space="preserve"> </w:t>
            </w:r>
          </w:p>
          <w:p w14:paraId="26D8F0D8" w14:textId="77777777" w:rsidR="00F91B59" w:rsidRPr="00317976" w:rsidRDefault="00F91B59" w:rsidP="00E663A0"/>
          <w:p w14:paraId="6B9C4E61" w14:textId="77777777" w:rsidR="00B870EA" w:rsidRPr="00955A28" w:rsidRDefault="00B870EA" w:rsidP="00E663A0">
            <w:r w:rsidRPr="0029530C">
              <w:t xml:space="preserve">Fait à </w:t>
            </w:r>
            <w:r w:rsidR="00F91B59" w:rsidRPr="0029530C">
              <w:t xml:space="preserve">                                  </w:t>
            </w:r>
            <w:r w:rsidR="00F91B59" w:rsidRPr="00955A28">
              <w:t xml:space="preserve">   ,</w:t>
            </w:r>
            <w:r w:rsidR="00196D98">
              <w:t xml:space="preserve"> </w:t>
            </w:r>
            <w:r w:rsidRPr="00955A28">
              <w:t xml:space="preserve">le </w:t>
            </w:r>
          </w:p>
          <w:p w14:paraId="6677DD1E" w14:textId="77777777" w:rsidR="00F91B59" w:rsidRPr="00663FE2" w:rsidRDefault="00F91B59" w:rsidP="00E663A0"/>
          <w:p w14:paraId="0CFA2A86" w14:textId="77777777" w:rsidR="00F91B59" w:rsidRPr="004155C6" w:rsidRDefault="00F91B59" w:rsidP="00E663A0"/>
          <w:p w14:paraId="743E1C83" w14:textId="77777777" w:rsidR="00E07421" w:rsidRPr="007B4921" w:rsidRDefault="00B870EA" w:rsidP="00E663A0">
            <w:r w:rsidRPr="007B4921">
              <w:t>Prénom, Nom, Qualité</w:t>
            </w:r>
          </w:p>
          <w:p w14:paraId="0DD8B286" w14:textId="77777777" w:rsidR="0089489C" w:rsidRPr="00E333C9" w:rsidRDefault="0089489C" w:rsidP="0089489C"/>
        </w:tc>
      </w:tr>
    </w:tbl>
    <w:p w14:paraId="7A564FED" w14:textId="77777777" w:rsidR="00E07421" w:rsidRPr="002B357B" w:rsidRDefault="00E07421" w:rsidP="00F91B59">
      <w:pPr>
        <w:pStyle w:val="Titre2"/>
        <w:numPr>
          <w:ilvl w:val="0"/>
          <w:numId w:val="0"/>
        </w:numPr>
        <w:jc w:val="both"/>
      </w:pPr>
    </w:p>
    <w:p w14:paraId="5C4538A6" w14:textId="77777777" w:rsidR="00D85341" w:rsidRPr="002B357B" w:rsidRDefault="00D85341" w:rsidP="00AD751F"/>
    <w:p w14:paraId="669B1464" w14:textId="77777777" w:rsidR="00D85341" w:rsidRPr="002B357B" w:rsidRDefault="00D85341" w:rsidP="00AD751F"/>
    <w:p w14:paraId="666A233B" w14:textId="77777777" w:rsidR="00D85341" w:rsidRPr="002B357B" w:rsidRDefault="00D85341" w:rsidP="00AD751F"/>
    <w:p w14:paraId="10D685A6" w14:textId="77777777" w:rsidR="00D85341" w:rsidRPr="002B357B" w:rsidRDefault="00D85341" w:rsidP="00AD751F"/>
    <w:p w14:paraId="10D1E469" w14:textId="77777777" w:rsidR="00D85341" w:rsidRPr="002B357B" w:rsidRDefault="00D85341" w:rsidP="00AD751F"/>
    <w:p w14:paraId="5F343EF9" w14:textId="77777777" w:rsidR="00D85341" w:rsidRPr="00A20FBB" w:rsidRDefault="00D85341" w:rsidP="00DA5383">
      <w:pPr>
        <w:keepNext/>
        <w:spacing w:before="120"/>
        <w:jc w:val="both"/>
        <w:outlineLvl w:val="1"/>
      </w:pPr>
    </w:p>
    <w:sectPr w:rsidR="00D85341" w:rsidRPr="00A20FBB"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DC2DF" w14:textId="77777777" w:rsidR="00701894" w:rsidRDefault="00701894">
      <w:pPr>
        <w:pStyle w:val="Pieddepage"/>
      </w:pPr>
      <w:r>
        <w:separator/>
      </w:r>
    </w:p>
  </w:endnote>
  <w:endnote w:type="continuationSeparator" w:id="0">
    <w:p w14:paraId="6F561E65" w14:textId="77777777" w:rsidR="00701894" w:rsidRDefault="00701894">
      <w:pPr>
        <w:pStyle w:val="Pieddepage"/>
      </w:pPr>
      <w:r>
        <w:continuationSeparator/>
      </w:r>
    </w:p>
  </w:endnote>
  <w:endnote w:type="continuationNotice" w:id="1">
    <w:p w14:paraId="7938D22B" w14:textId="77777777" w:rsidR="00701894" w:rsidRDefault="00701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B88E6"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8BF9979" w14:textId="77777777" w:rsidR="00701894" w:rsidRDefault="0070189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E7D75" w14:textId="77777777" w:rsidR="003E5BF2" w:rsidRDefault="003E5BF2" w:rsidP="003E5BF2">
    <w:pPr>
      <w:pStyle w:val="Pieddepage"/>
      <w:ind w:right="360"/>
      <w:jc w:val="right"/>
      <w:rPr>
        <w:sz w:val="16"/>
        <w:szCs w:val="16"/>
      </w:rPr>
    </w:pPr>
    <w:r w:rsidRPr="00310601">
      <w:rPr>
        <w:sz w:val="16"/>
        <w:szCs w:val="16"/>
      </w:rPr>
      <w:t>FTTE passif</w:t>
    </w:r>
  </w:p>
  <w:p w14:paraId="73BB1005" w14:textId="77777777" w:rsidR="00486FC7" w:rsidRDefault="00486FC7" w:rsidP="003E5BF2">
    <w:pPr>
      <w:pStyle w:val="Pieddepage"/>
      <w:ind w:right="360"/>
      <w:jc w:val="right"/>
      <w:rPr>
        <w:sz w:val="16"/>
        <w:szCs w:val="16"/>
      </w:rPr>
    </w:pPr>
    <w:r w:rsidRPr="00486FC7">
      <w:rPr>
        <w:sz w:val="16"/>
        <w:szCs w:val="16"/>
      </w:rPr>
      <w:t>V2.1</w:t>
    </w:r>
  </w:p>
  <w:p w14:paraId="08044C33" w14:textId="6A628706"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A77EDD">
      <w:rPr>
        <w:bCs/>
        <w:noProof/>
        <w:sz w:val="16"/>
        <w:szCs w:val="16"/>
      </w:rPr>
      <w:t>5</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A77EDD">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1FD7B"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47922F12" w14:textId="35136C44"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AFBDD1" w14:textId="77777777" w:rsidR="00701894" w:rsidRDefault="00701894">
      <w:pPr>
        <w:pStyle w:val="Pieddepage"/>
      </w:pPr>
      <w:r>
        <w:separator/>
      </w:r>
    </w:p>
  </w:footnote>
  <w:footnote w:type="continuationSeparator" w:id="0">
    <w:p w14:paraId="5B08984F" w14:textId="77777777" w:rsidR="00701894" w:rsidRDefault="00701894">
      <w:pPr>
        <w:pStyle w:val="Pieddepage"/>
      </w:pPr>
      <w:r>
        <w:continuationSeparator/>
      </w:r>
    </w:p>
  </w:footnote>
  <w:footnote w:type="continuationNotice" w:id="1">
    <w:p w14:paraId="13E60E33" w14:textId="77777777" w:rsidR="00701894" w:rsidRDefault="007018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B6D5E" w14:textId="1DA8A15F" w:rsidR="00701894" w:rsidRDefault="00C17C2B" w:rsidP="007D6F53">
    <w:pPr>
      <w:pStyle w:val="En-tte"/>
      <w:tabs>
        <w:tab w:val="clear" w:pos="4536"/>
        <w:tab w:val="clear" w:pos="9072"/>
        <w:tab w:val="left" w:pos="3463"/>
      </w:tabs>
    </w:pPr>
    <w:r>
      <w:rPr>
        <w:noProof/>
      </w:rPr>
      <w:drawing>
        <wp:inline distT="0" distB="0" distL="0" distR="0" wp14:anchorId="694375AD" wp14:editId="52D0FA96">
          <wp:extent cx="1190625" cy="857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190625" cy="857250"/>
                  </a:xfrm>
                  <a:prstGeom prst="rect">
                    <a:avLst/>
                  </a:prstGeom>
                </pic:spPr>
              </pic:pic>
            </a:graphicData>
          </a:graphic>
        </wp:inline>
      </w:drawing>
    </w:r>
    <w:r w:rsidR="00701894">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ACE0B4AE"/>
    <w:lvl w:ilvl="0">
      <w:start w:val="1"/>
      <w:numFmt w:val="decimal"/>
      <w:pStyle w:val="Titre1"/>
      <w:suff w:val="space"/>
      <w:lvlText w:val="article %1 -"/>
      <w:lvlJc w:val="left"/>
      <w:pPr>
        <w:ind w:left="1709" w:hanging="432"/>
      </w:pPr>
      <w:rPr>
        <w:rFonts w:cs="Times New Roman"/>
        <w:b w:val="0"/>
        <w:bCs w:val="0"/>
        <w:i w:val="0"/>
        <w:iCs w:val="0"/>
        <w:caps w:val="0"/>
        <w:smallCaps w:val="0"/>
        <w:strike w:val="0"/>
        <w:dstrike w:val="0"/>
        <w:noProof w:val="0"/>
        <w:vanish w:val="0"/>
        <w:color w:val="FF66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4"/>
  </w:num>
  <w:num w:numId="5">
    <w:abstractNumId w:val="2"/>
  </w:num>
  <w:num w:numId="6">
    <w:abstractNumId w:val="8"/>
  </w:num>
  <w:num w:numId="7">
    <w:abstractNumId w:val="5"/>
  </w:num>
  <w:num w:numId="8">
    <w:abstractNumId w:val="6"/>
  </w:num>
  <w:num w:numId="9">
    <w:abstractNumId w:val="9"/>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553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4846"/>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2A0"/>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208"/>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B24"/>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77EDD"/>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17C2B"/>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E485F"/>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00CF"/>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fill="f" fillcolor="white" stroke="f">
      <v:fill color="white" on="f"/>
      <v:stroke on="f"/>
    </o:shapedefaults>
    <o:shapelayout v:ext="edit">
      <o:idmap v:ext="edit" data="1"/>
    </o:shapelayout>
  </w:shapeDefaults>
  <w:decimalSymbol w:val=","/>
  <w:listSeparator w:val=";"/>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3"/>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3"/>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3"/>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3E5BF2"/>
    <w:pPr>
      <w:tabs>
        <w:tab w:val="right" w:leader="dot" w:pos="10253"/>
      </w:tabs>
      <w:spacing w:before="120" w:after="120"/>
    </w:pPr>
    <w:rPr>
      <w:rFonts w:ascii="Calibri" w:hAnsi="Calibri" w:cs="Calibri"/>
      <w:b/>
      <w:bCs/>
      <w:caps/>
      <w:color w:val="FF6600"/>
      <w:sz w:val="24"/>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C17C2B"/>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1747A-27F4-4E5D-8050-47BBF281E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3906</Words>
  <Characters>23178</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27030</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CHALUMET Patrick OWF/DSO</cp:lastModifiedBy>
  <cp:revision>6</cp:revision>
  <cp:lastPrinted>2019-01-28T13:46:00Z</cp:lastPrinted>
  <dcterms:created xsi:type="dcterms:W3CDTF">2021-06-09T07:31:00Z</dcterms:created>
  <dcterms:modified xsi:type="dcterms:W3CDTF">2021-07-13T06:55:00Z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